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7F3" w:rsidRPr="00A6355B" w:rsidRDefault="00AB37F3" w:rsidP="00D41D16">
      <w:pPr>
        <w:ind w:left="7200" w:hanging="720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Annexure I A (For Indigenous Vendors)</w:t>
      </w:r>
    </w:p>
    <w:p w:rsidR="00AB37F3" w:rsidRDefault="00AB37F3" w:rsidP="00D41D16">
      <w:pPr>
        <w:tabs>
          <w:tab w:val="left" w:pos="360"/>
        </w:tabs>
        <w:rPr>
          <w:rFonts w:ascii="Arial" w:hAnsi="Arial" w:cs="Arial"/>
          <w:b/>
          <w:bCs/>
          <w:sz w:val="22"/>
          <w:szCs w:val="22"/>
        </w:rPr>
      </w:pPr>
    </w:p>
    <w:p w:rsidR="00AB37F3" w:rsidRPr="00A6355B" w:rsidRDefault="00AB37F3" w:rsidP="00D41D16">
      <w:pPr>
        <w:tabs>
          <w:tab w:val="left" w:pos="360"/>
        </w:tabs>
        <w:rPr>
          <w:rFonts w:ascii="Arial" w:hAnsi="Arial" w:cs="Arial"/>
          <w:b/>
          <w:sz w:val="22"/>
          <w:szCs w:val="22"/>
        </w:rPr>
      </w:pPr>
      <w:r w:rsidRPr="00A6355B">
        <w:rPr>
          <w:rFonts w:ascii="Arial" w:hAnsi="Arial" w:cs="Arial"/>
          <w:b/>
          <w:bCs/>
          <w:sz w:val="22"/>
          <w:szCs w:val="22"/>
        </w:rPr>
        <w:t xml:space="preserve">Tender Enquiry No. BHEL/EMRP/PUR/ </w:t>
      </w:r>
      <w:r>
        <w:rPr>
          <w:rFonts w:ascii="Arial" w:hAnsi="Arial" w:cs="Arial"/>
          <w:b/>
          <w:bCs/>
          <w:sz w:val="22"/>
          <w:szCs w:val="22"/>
        </w:rPr>
        <w:t xml:space="preserve">S/200616/17/18/23/24/25/26/28             </w:t>
      </w:r>
      <w:r w:rsidRPr="00A6355B">
        <w:rPr>
          <w:rFonts w:ascii="Arial" w:hAnsi="Arial" w:cs="Arial"/>
          <w:b/>
          <w:bCs/>
          <w:sz w:val="22"/>
          <w:szCs w:val="22"/>
        </w:rPr>
        <w:t>Dt</w:t>
      </w:r>
      <w:r>
        <w:rPr>
          <w:rFonts w:ascii="Arial" w:hAnsi="Arial" w:cs="Arial"/>
          <w:b/>
          <w:sz w:val="22"/>
          <w:szCs w:val="22"/>
        </w:rPr>
        <w:t>:02.12.201</w:t>
      </w:r>
      <w:r w:rsidRPr="00A6355B">
        <w:rPr>
          <w:rFonts w:ascii="Arial" w:hAnsi="Arial" w:cs="Arial"/>
          <w:b/>
          <w:sz w:val="22"/>
          <w:szCs w:val="22"/>
        </w:rPr>
        <w:t>1</w:t>
      </w:r>
    </w:p>
    <w:p w:rsidR="00AB37F3" w:rsidRPr="00A6355B" w:rsidRDefault="00AB37F3" w:rsidP="00D41D16">
      <w:pPr>
        <w:tabs>
          <w:tab w:val="left" w:pos="360"/>
        </w:tabs>
        <w:rPr>
          <w:rFonts w:ascii="Arial" w:hAnsi="Arial" w:cs="Arial"/>
          <w:b/>
          <w:sz w:val="22"/>
          <w:szCs w:val="22"/>
        </w:rPr>
      </w:pPr>
    </w:p>
    <w:p w:rsidR="00AB37F3" w:rsidRPr="00A6355B" w:rsidRDefault="00AB37F3" w:rsidP="00D41D16">
      <w:pPr>
        <w:ind w:left="7200" w:hanging="7200"/>
        <w:jc w:val="both"/>
        <w:rPr>
          <w:rFonts w:ascii="Arial" w:hAnsi="Arial" w:cs="Arial"/>
          <w:b/>
          <w:bCs/>
          <w:sz w:val="22"/>
          <w:szCs w:val="22"/>
        </w:rPr>
      </w:pPr>
      <w:r w:rsidRPr="00A6355B">
        <w:rPr>
          <w:rFonts w:ascii="Arial" w:hAnsi="Arial" w:cs="Arial"/>
          <w:b/>
          <w:bCs/>
          <w:sz w:val="22"/>
          <w:szCs w:val="22"/>
        </w:rPr>
        <w:t>Bidder’s Ref No: ________________________________________________</w:t>
      </w:r>
    </w:p>
    <w:p w:rsidR="00AB37F3" w:rsidRPr="00A6355B" w:rsidRDefault="00AB37F3" w:rsidP="00D41D16">
      <w:pPr>
        <w:ind w:left="7200" w:hanging="7200"/>
        <w:jc w:val="both"/>
        <w:rPr>
          <w:rFonts w:ascii="Arial" w:hAnsi="Arial" w:cs="Arial"/>
          <w:b/>
          <w:bCs/>
          <w:sz w:val="22"/>
          <w:szCs w:val="22"/>
        </w:rPr>
      </w:pPr>
    </w:p>
    <w:p w:rsidR="00AB37F3" w:rsidRPr="00A6355B" w:rsidRDefault="00AB37F3" w:rsidP="00D41D16">
      <w:pPr>
        <w:pStyle w:val="Heading1"/>
        <w:ind w:left="2160" w:firstLine="720"/>
        <w:rPr>
          <w:rFonts w:ascii="Arial" w:hAnsi="Arial" w:cs="Arial"/>
          <w:sz w:val="22"/>
          <w:szCs w:val="22"/>
        </w:rPr>
      </w:pPr>
      <w:r w:rsidRPr="00A6355B">
        <w:rPr>
          <w:rFonts w:ascii="Arial" w:hAnsi="Arial" w:cs="Arial"/>
          <w:sz w:val="22"/>
          <w:szCs w:val="22"/>
        </w:rPr>
        <w:t>NO DEVIATION CERTIFICATE</w:t>
      </w:r>
    </w:p>
    <w:p w:rsidR="00AB37F3" w:rsidRPr="00A6355B" w:rsidRDefault="00AB37F3" w:rsidP="00D41D16">
      <w:pPr>
        <w:rPr>
          <w:rFonts w:ascii="Arial" w:hAnsi="Arial"/>
          <w:sz w:val="22"/>
          <w:szCs w:val="22"/>
        </w:rPr>
      </w:pPr>
    </w:p>
    <w:p w:rsidR="00AB37F3" w:rsidRPr="00A6355B" w:rsidRDefault="00AB37F3" w:rsidP="00D41D16">
      <w:pPr>
        <w:tabs>
          <w:tab w:val="left" w:pos="360"/>
        </w:tabs>
        <w:rPr>
          <w:rFonts w:ascii="Arial" w:hAnsi="Arial" w:cs="Arial"/>
          <w:b/>
          <w:sz w:val="22"/>
          <w:szCs w:val="22"/>
        </w:rPr>
      </w:pPr>
      <w:r w:rsidRPr="00A6355B">
        <w:rPr>
          <w:rFonts w:ascii="Arial" w:hAnsi="Arial" w:cs="Arial"/>
          <w:sz w:val="22"/>
          <w:szCs w:val="22"/>
        </w:rPr>
        <w:t>We here by accept and agree to all the Techno-Commercial &amp; general terms &amp; conditions given in the above referred tender enquiry without any deviation.</w:t>
      </w:r>
    </w:p>
    <w:p w:rsidR="00AB37F3" w:rsidRPr="00A6355B" w:rsidRDefault="00AB37F3" w:rsidP="00D41D16">
      <w:pPr>
        <w:rPr>
          <w:rFonts w:ascii="Arial" w:hAnsi="Arial" w:cs="Arial"/>
          <w:b/>
          <w:sz w:val="22"/>
          <w:szCs w:val="22"/>
        </w:rPr>
      </w:pPr>
    </w:p>
    <w:p w:rsidR="00AB37F3" w:rsidRPr="00A6355B" w:rsidRDefault="00AB37F3" w:rsidP="00D41D16">
      <w:pPr>
        <w:ind w:left="5760"/>
        <w:rPr>
          <w:rFonts w:ascii="Arial" w:hAnsi="Arial" w:cs="Arial"/>
          <w:b/>
          <w:sz w:val="22"/>
          <w:szCs w:val="22"/>
        </w:rPr>
      </w:pPr>
    </w:p>
    <w:p w:rsidR="00AB37F3" w:rsidRPr="00A6355B" w:rsidRDefault="00AB37F3" w:rsidP="00D41D16">
      <w:pPr>
        <w:ind w:left="5040"/>
        <w:jc w:val="right"/>
        <w:rPr>
          <w:rFonts w:ascii="Arial" w:hAnsi="Arial" w:cs="Arial"/>
          <w:b/>
          <w:sz w:val="22"/>
          <w:szCs w:val="22"/>
        </w:rPr>
      </w:pPr>
      <w:r w:rsidRPr="00A6355B">
        <w:rPr>
          <w:rFonts w:ascii="Arial" w:hAnsi="Arial" w:cs="Arial"/>
          <w:b/>
          <w:sz w:val="22"/>
          <w:szCs w:val="22"/>
        </w:rPr>
        <w:t xml:space="preserve">Authorized Signatory, </w:t>
      </w:r>
    </w:p>
    <w:p w:rsidR="00AB37F3" w:rsidRPr="00A6355B" w:rsidRDefault="00AB37F3" w:rsidP="00D41D16">
      <w:pPr>
        <w:ind w:left="5040"/>
        <w:jc w:val="right"/>
        <w:rPr>
          <w:rFonts w:ascii="Arial" w:hAnsi="Arial" w:cs="Arial"/>
          <w:b/>
          <w:sz w:val="22"/>
          <w:szCs w:val="22"/>
        </w:rPr>
      </w:pPr>
      <w:r w:rsidRPr="00A6355B">
        <w:rPr>
          <w:rFonts w:ascii="Arial" w:hAnsi="Arial" w:cs="Arial"/>
          <w:b/>
          <w:sz w:val="22"/>
          <w:szCs w:val="22"/>
        </w:rPr>
        <w:t>With seal of the company</w:t>
      </w:r>
    </w:p>
    <w:p w:rsidR="00AB37F3" w:rsidRPr="00A6355B" w:rsidRDefault="00AB37F3" w:rsidP="00D41D16">
      <w:pPr>
        <w:tabs>
          <w:tab w:val="left" w:pos="360"/>
        </w:tabs>
        <w:jc w:val="center"/>
        <w:rPr>
          <w:rFonts w:ascii="Arial" w:hAnsi="Arial" w:cs="Arial"/>
          <w:b/>
          <w:bCs/>
          <w:sz w:val="22"/>
          <w:szCs w:val="22"/>
        </w:rPr>
      </w:pPr>
      <w:r w:rsidRPr="00A6355B">
        <w:rPr>
          <w:rFonts w:ascii="Arial" w:hAnsi="Arial" w:cs="Arial"/>
          <w:b/>
          <w:bCs/>
          <w:sz w:val="22"/>
          <w:szCs w:val="22"/>
        </w:rPr>
        <w:t>OR</w:t>
      </w:r>
    </w:p>
    <w:p w:rsidR="00AB37F3" w:rsidRPr="00A6355B" w:rsidRDefault="00AB37F3" w:rsidP="00D41D16">
      <w:pPr>
        <w:pStyle w:val="Heading3"/>
        <w:jc w:val="center"/>
        <w:rPr>
          <w:sz w:val="22"/>
          <w:szCs w:val="22"/>
        </w:rPr>
      </w:pPr>
      <w:r w:rsidRPr="00A6355B">
        <w:rPr>
          <w:sz w:val="22"/>
          <w:szCs w:val="22"/>
        </w:rPr>
        <w:t>PROFORMA FOR DEVIATION TO TENDER TERMS SOUGHT BY BIDDERS</w:t>
      </w:r>
    </w:p>
    <w:p w:rsidR="00AB37F3" w:rsidRPr="00A6355B" w:rsidRDefault="00AB37F3" w:rsidP="00D41D16">
      <w:pPr>
        <w:rPr>
          <w:rFonts w:ascii="Arial" w:hAnsi="Arial"/>
          <w:sz w:val="22"/>
          <w:szCs w:val="22"/>
        </w:rPr>
      </w:pPr>
    </w:p>
    <w:p w:rsidR="00AB37F3" w:rsidRPr="00A6355B" w:rsidRDefault="00AB37F3" w:rsidP="00D41D16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A6355B">
        <w:rPr>
          <w:rFonts w:ascii="Arial" w:hAnsi="Arial" w:cs="Arial"/>
          <w:sz w:val="22"/>
          <w:szCs w:val="22"/>
        </w:rPr>
        <w:t xml:space="preserve">BHEL expects the bidders to fully accept the terms and conditions of the NIT. However, deviations if any considered essential by the bidder may be communicated in the following proforma. </w:t>
      </w:r>
      <w:r w:rsidRPr="00A6355B">
        <w:rPr>
          <w:rFonts w:ascii="Arial" w:hAnsi="Arial" w:cs="Arial"/>
          <w:b/>
          <w:bCs/>
          <w:sz w:val="22"/>
          <w:szCs w:val="22"/>
          <w:u w:val="single"/>
        </w:rPr>
        <w:t>Deviation not listed in the following deviation proforma, even if mentioned else where in the offer document shall not be considered</w:t>
      </w:r>
    </w:p>
    <w:p w:rsidR="00AB37F3" w:rsidRPr="00A6355B" w:rsidRDefault="00AB37F3" w:rsidP="00D41D16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46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8"/>
        <w:gridCol w:w="3060"/>
        <w:gridCol w:w="1314"/>
        <w:gridCol w:w="1207"/>
        <w:gridCol w:w="1799"/>
        <w:gridCol w:w="1440"/>
      </w:tblGrid>
      <w:tr w:rsidR="00AB37F3" w:rsidRPr="00A6355B">
        <w:trPr>
          <w:trHeight w:val="620"/>
        </w:trPr>
        <w:tc>
          <w:tcPr>
            <w:tcW w:w="648" w:type="dxa"/>
            <w:vAlign w:val="center"/>
          </w:tcPr>
          <w:p w:rsidR="00AB37F3" w:rsidRPr="00A6355B" w:rsidRDefault="00AB37F3" w:rsidP="002C287E">
            <w:pPr>
              <w:jc w:val="center"/>
              <w:rPr>
                <w:rFonts w:ascii="Arial" w:hAnsi="Arial" w:cs="Arial"/>
                <w:b/>
              </w:rPr>
            </w:pPr>
            <w:r w:rsidRPr="00A6355B">
              <w:rPr>
                <w:rFonts w:ascii="Arial" w:hAnsi="Arial" w:cs="Arial"/>
                <w:b/>
                <w:sz w:val="22"/>
                <w:szCs w:val="22"/>
              </w:rPr>
              <w:t>Sr. No.</w:t>
            </w:r>
          </w:p>
        </w:tc>
        <w:tc>
          <w:tcPr>
            <w:tcW w:w="3060" w:type="dxa"/>
          </w:tcPr>
          <w:p w:rsidR="00AB37F3" w:rsidRPr="00A6355B" w:rsidRDefault="00AB37F3" w:rsidP="002C287E">
            <w:pPr>
              <w:pStyle w:val="Heading3"/>
              <w:jc w:val="center"/>
              <w:rPr>
                <w:bCs w:val="0"/>
                <w:sz w:val="22"/>
                <w:szCs w:val="22"/>
              </w:rPr>
            </w:pPr>
            <w:r w:rsidRPr="00A6355B">
              <w:rPr>
                <w:bCs w:val="0"/>
                <w:sz w:val="22"/>
                <w:szCs w:val="22"/>
              </w:rPr>
              <w:t>Clauses</w:t>
            </w:r>
          </w:p>
        </w:tc>
        <w:tc>
          <w:tcPr>
            <w:tcW w:w="1314" w:type="dxa"/>
          </w:tcPr>
          <w:p w:rsidR="00AB37F3" w:rsidRPr="00A6355B" w:rsidRDefault="00AB37F3" w:rsidP="002C287E">
            <w:pPr>
              <w:pStyle w:val="Heading3"/>
              <w:jc w:val="center"/>
              <w:rPr>
                <w:bCs w:val="0"/>
                <w:sz w:val="22"/>
                <w:szCs w:val="22"/>
              </w:rPr>
            </w:pPr>
            <w:r w:rsidRPr="00A6355B">
              <w:rPr>
                <w:bCs w:val="0"/>
                <w:sz w:val="22"/>
                <w:szCs w:val="22"/>
              </w:rPr>
              <w:t>Accepted</w:t>
            </w:r>
          </w:p>
        </w:tc>
        <w:tc>
          <w:tcPr>
            <w:tcW w:w="1207" w:type="dxa"/>
          </w:tcPr>
          <w:p w:rsidR="00AB37F3" w:rsidRPr="00A6355B" w:rsidRDefault="00AB37F3" w:rsidP="002C287E">
            <w:pPr>
              <w:pStyle w:val="Heading3"/>
              <w:jc w:val="center"/>
              <w:rPr>
                <w:bCs w:val="0"/>
                <w:sz w:val="22"/>
                <w:szCs w:val="22"/>
              </w:rPr>
            </w:pPr>
            <w:r w:rsidRPr="00A6355B">
              <w:rPr>
                <w:bCs w:val="0"/>
                <w:sz w:val="22"/>
                <w:szCs w:val="22"/>
              </w:rPr>
              <w:t>Not Accepted</w:t>
            </w:r>
          </w:p>
        </w:tc>
        <w:tc>
          <w:tcPr>
            <w:tcW w:w="1799" w:type="dxa"/>
          </w:tcPr>
          <w:p w:rsidR="00AB37F3" w:rsidRPr="00A6355B" w:rsidRDefault="00AB37F3" w:rsidP="002C287E">
            <w:pPr>
              <w:pStyle w:val="Heading3"/>
              <w:jc w:val="center"/>
              <w:rPr>
                <w:bCs w:val="0"/>
                <w:sz w:val="22"/>
                <w:szCs w:val="22"/>
              </w:rPr>
            </w:pPr>
            <w:r w:rsidRPr="00A6355B">
              <w:rPr>
                <w:bCs w:val="0"/>
                <w:sz w:val="22"/>
                <w:szCs w:val="22"/>
              </w:rPr>
              <w:t>Deviation</w:t>
            </w:r>
          </w:p>
        </w:tc>
        <w:tc>
          <w:tcPr>
            <w:tcW w:w="1440" w:type="dxa"/>
          </w:tcPr>
          <w:p w:rsidR="00AB37F3" w:rsidRPr="00A6355B" w:rsidRDefault="00AB37F3" w:rsidP="002C287E">
            <w:pPr>
              <w:pStyle w:val="Heading3"/>
              <w:jc w:val="center"/>
              <w:rPr>
                <w:bCs w:val="0"/>
                <w:sz w:val="22"/>
                <w:szCs w:val="22"/>
              </w:rPr>
            </w:pPr>
            <w:r w:rsidRPr="00A6355B">
              <w:rPr>
                <w:bCs w:val="0"/>
                <w:sz w:val="22"/>
                <w:szCs w:val="22"/>
              </w:rPr>
              <w:t>Cost Implication</w:t>
            </w:r>
          </w:p>
        </w:tc>
      </w:tr>
      <w:tr w:rsidR="00AB37F3" w:rsidRPr="00A6355B">
        <w:tc>
          <w:tcPr>
            <w:tcW w:w="648" w:type="dxa"/>
            <w:vAlign w:val="center"/>
          </w:tcPr>
          <w:p w:rsidR="00AB37F3" w:rsidRPr="00A6355B" w:rsidRDefault="00AB37F3" w:rsidP="002C287E">
            <w:pPr>
              <w:jc w:val="center"/>
              <w:rPr>
                <w:rFonts w:ascii="Arial" w:hAnsi="Arial" w:cs="Arial"/>
              </w:rPr>
            </w:pPr>
            <w:r w:rsidRPr="00A6355B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060" w:type="dxa"/>
          </w:tcPr>
          <w:p w:rsidR="00AB37F3" w:rsidRPr="00A6355B" w:rsidRDefault="00AB37F3" w:rsidP="002C287E">
            <w:pPr>
              <w:jc w:val="both"/>
              <w:rPr>
                <w:rFonts w:ascii="Arial" w:hAnsi="Arial" w:cs="Arial"/>
              </w:rPr>
            </w:pPr>
            <w:r w:rsidRPr="00A6355B">
              <w:rPr>
                <w:rFonts w:ascii="Arial" w:hAnsi="Arial" w:cs="Arial"/>
                <w:sz w:val="22"/>
                <w:szCs w:val="22"/>
              </w:rPr>
              <w:t xml:space="preserve">Technical clause </w:t>
            </w:r>
          </w:p>
        </w:tc>
        <w:tc>
          <w:tcPr>
            <w:tcW w:w="1314" w:type="dxa"/>
          </w:tcPr>
          <w:p w:rsidR="00AB37F3" w:rsidRPr="00A6355B" w:rsidRDefault="00AB37F3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07" w:type="dxa"/>
          </w:tcPr>
          <w:p w:rsidR="00AB37F3" w:rsidRPr="00A6355B" w:rsidRDefault="00AB37F3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99" w:type="dxa"/>
          </w:tcPr>
          <w:p w:rsidR="00AB37F3" w:rsidRPr="00A6355B" w:rsidRDefault="00AB37F3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AB37F3" w:rsidRPr="00A6355B" w:rsidRDefault="00AB37F3" w:rsidP="002C287E">
            <w:pPr>
              <w:jc w:val="both"/>
              <w:rPr>
                <w:rFonts w:ascii="Arial" w:hAnsi="Arial" w:cs="Arial"/>
              </w:rPr>
            </w:pPr>
          </w:p>
        </w:tc>
      </w:tr>
      <w:tr w:rsidR="00AB37F3" w:rsidRPr="00A6355B">
        <w:tc>
          <w:tcPr>
            <w:tcW w:w="648" w:type="dxa"/>
            <w:vAlign w:val="center"/>
          </w:tcPr>
          <w:p w:rsidR="00AB37F3" w:rsidRPr="00A6355B" w:rsidRDefault="00AB37F3" w:rsidP="002C287E">
            <w:pPr>
              <w:jc w:val="center"/>
              <w:rPr>
                <w:rFonts w:ascii="Arial" w:hAnsi="Arial" w:cs="Arial"/>
              </w:rPr>
            </w:pPr>
            <w:r w:rsidRPr="00A6355B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060" w:type="dxa"/>
          </w:tcPr>
          <w:p w:rsidR="00AB37F3" w:rsidRPr="00D41D16" w:rsidRDefault="00AB37F3" w:rsidP="002C287E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Payment Terms</w:t>
            </w:r>
          </w:p>
        </w:tc>
        <w:tc>
          <w:tcPr>
            <w:tcW w:w="1314" w:type="dxa"/>
          </w:tcPr>
          <w:p w:rsidR="00AB37F3" w:rsidRPr="00A6355B" w:rsidRDefault="00AB37F3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07" w:type="dxa"/>
          </w:tcPr>
          <w:p w:rsidR="00AB37F3" w:rsidRPr="00A6355B" w:rsidRDefault="00AB37F3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99" w:type="dxa"/>
          </w:tcPr>
          <w:p w:rsidR="00AB37F3" w:rsidRPr="00A6355B" w:rsidRDefault="00AB37F3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AB37F3" w:rsidRPr="00A6355B" w:rsidRDefault="00AB37F3" w:rsidP="002C287E">
            <w:pPr>
              <w:jc w:val="both"/>
              <w:rPr>
                <w:rFonts w:ascii="Arial" w:hAnsi="Arial" w:cs="Arial"/>
              </w:rPr>
            </w:pPr>
          </w:p>
        </w:tc>
      </w:tr>
      <w:tr w:rsidR="00AB37F3" w:rsidRPr="00A6355B">
        <w:tc>
          <w:tcPr>
            <w:tcW w:w="648" w:type="dxa"/>
            <w:vAlign w:val="center"/>
          </w:tcPr>
          <w:p w:rsidR="00AB37F3" w:rsidRPr="00A6355B" w:rsidRDefault="00AB37F3" w:rsidP="002C287E">
            <w:pPr>
              <w:jc w:val="center"/>
              <w:rPr>
                <w:rFonts w:ascii="Arial" w:hAnsi="Arial" w:cs="Arial"/>
              </w:rPr>
            </w:pPr>
            <w:r w:rsidRPr="00A6355B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060" w:type="dxa"/>
          </w:tcPr>
          <w:p w:rsidR="00AB37F3" w:rsidRPr="00A6355B" w:rsidRDefault="00AB37F3" w:rsidP="002C287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Transit Insurance</w:t>
            </w:r>
          </w:p>
        </w:tc>
        <w:tc>
          <w:tcPr>
            <w:tcW w:w="1314" w:type="dxa"/>
          </w:tcPr>
          <w:p w:rsidR="00AB37F3" w:rsidRPr="00A6355B" w:rsidRDefault="00AB37F3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07" w:type="dxa"/>
          </w:tcPr>
          <w:p w:rsidR="00AB37F3" w:rsidRPr="00A6355B" w:rsidRDefault="00AB37F3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99" w:type="dxa"/>
          </w:tcPr>
          <w:p w:rsidR="00AB37F3" w:rsidRPr="00A6355B" w:rsidRDefault="00AB37F3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AB37F3" w:rsidRPr="00A6355B" w:rsidRDefault="00AB37F3" w:rsidP="002C287E">
            <w:pPr>
              <w:jc w:val="both"/>
              <w:rPr>
                <w:rFonts w:ascii="Arial" w:hAnsi="Arial" w:cs="Arial"/>
              </w:rPr>
            </w:pPr>
          </w:p>
        </w:tc>
      </w:tr>
      <w:tr w:rsidR="00AB37F3" w:rsidRPr="00A6355B">
        <w:tc>
          <w:tcPr>
            <w:tcW w:w="648" w:type="dxa"/>
            <w:vAlign w:val="center"/>
          </w:tcPr>
          <w:p w:rsidR="00AB37F3" w:rsidRPr="00A6355B" w:rsidRDefault="00AB37F3" w:rsidP="002C287E">
            <w:pPr>
              <w:jc w:val="center"/>
              <w:rPr>
                <w:rFonts w:ascii="Arial" w:hAnsi="Arial" w:cs="Arial"/>
              </w:rPr>
            </w:pPr>
            <w:r w:rsidRPr="00A6355B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060" w:type="dxa"/>
          </w:tcPr>
          <w:p w:rsidR="00AB37F3" w:rsidRPr="00A6355B" w:rsidRDefault="00AB37F3" w:rsidP="002C287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Delivery Required Clause</w:t>
            </w:r>
          </w:p>
        </w:tc>
        <w:tc>
          <w:tcPr>
            <w:tcW w:w="1314" w:type="dxa"/>
          </w:tcPr>
          <w:p w:rsidR="00AB37F3" w:rsidRPr="00A6355B" w:rsidRDefault="00AB37F3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07" w:type="dxa"/>
          </w:tcPr>
          <w:p w:rsidR="00AB37F3" w:rsidRPr="00A6355B" w:rsidRDefault="00AB37F3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99" w:type="dxa"/>
          </w:tcPr>
          <w:p w:rsidR="00AB37F3" w:rsidRPr="00A6355B" w:rsidRDefault="00AB37F3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AB37F3" w:rsidRPr="00A6355B" w:rsidRDefault="00AB37F3" w:rsidP="002C287E">
            <w:pPr>
              <w:jc w:val="both"/>
              <w:rPr>
                <w:rFonts w:ascii="Arial" w:hAnsi="Arial" w:cs="Arial"/>
              </w:rPr>
            </w:pPr>
          </w:p>
        </w:tc>
      </w:tr>
      <w:tr w:rsidR="00AB37F3" w:rsidRPr="00A6355B">
        <w:trPr>
          <w:cantSplit/>
          <w:trHeight w:val="70"/>
        </w:trPr>
        <w:tc>
          <w:tcPr>
            <w:tcW w:w="648" w:type="dxa"/>
            <w:vAlign w:val="center"/>
          </w:tcPr>
          <w:p w:rsidR="00AB37F3" w:rsidRPr="00A6355B" w:rsidRDefault="00AB37F3" w:rsidP="002C287E">
            <w:pPr>
              <w:jc w:val="center"/>
              <w:rPr>
                <w:rFonts w:ascii="Arial" w:hAnsi="Arial" w:cs="Arial"/>
              </w:rPr>
            </w:pPr>
            <w:r w:rsidRPr="00A6355B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3060" w:type="dxa"/>
          </w:tcPr>
          <w:p w:rsidR="00AB37F3" w:rsidRPr="00A6355B" w:rsidRDefault="00AB37F3" w:rsidP="002C287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L.D. Clause</w:t>
            </w:r>
          </w:p>
        </w:tc>
        <w:tc>
          <w:tcPr>
            <w:tcW w:w="1314" w:type="dxa"/>
          </w:tcPr>
          <w:p w:rsidR="00AB37F3" w:rsidRPr="00A6355B" w:rsidRDefault="00AB37F3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07" w:type="dxa"/>
          </w:tcPr>
          <w:p w:rsidR="00AB37F3" w:rsidRPr="00A6355B" w:rsidRDefault="00AB37F3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99" w:type="dxa"/>
          </w:tcPr>
          <w:p w:rsidR="00AB37F3" w:rsidRPr="00A6355B" w:rsidRDefault="00AB37F3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AB37F3" w:rsidRPr="00A6355B" w:rsidRDefault="00AB37F3" w:rsidP="002C287E">
            <w:pPr>
              <w:jc w:val="both"/>
              <w:rPr>
                <w:rFonts w:ascii="Arial" w:hAnsi="Arial" w:cs="Arial"/>
              </w:rPr>
            </w:pPr>
          </w:p>
        </w:tc>
      </w:tr>
      <w:tr w:rsidR="00AB37F3" w:rsidRPr="00A6355B">
        <w:tc>
          <w:tcPr>
            <w:tcW w:w="648" w:type="dxa"/>
            <w:vAlign w:val="center"/>
          </w:tcPr>
          <w:p w:rsidR="00AB37F3" w:rsidRPr="00A6355B" w:rsidRDefault="00AB37F3" w:rsidP="002C287E">
            <w:pPr>
              <w:jc w:val="center"/>
              <w:rPr>
                <w:rFonts w:ascii="Arial" w:hAnsi="Arial" w:cs="Arial"/>
              </w:rPr>
            </w:pPr>
            <w:r w:rsidRPr="00A6355B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3060" w:type="dxa"/>
          </w:tcPr>
          <w:p w:rsidR="00AB37F3" w:rsidRPr="00A6355B" w:rsidRDefault="00AB37F3" w:rsidP="00A8177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Part Dispatch</w:t>
            </w:r>
          </w:p>
        </w:tc>
        <w:tc>
          <w:tcPr>
            <w:tcW w:w="1314" w:type="dxa"/>
          </w:tcPr>
          <w:p w:rsidR="00AB37F3" w:rsidRPr="00A6355B" w:rsidRDefault="00AB37F3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07" w:type="dxa"/>
          </w:tcPr>
          <w:p w:rsidR="00AB37F3" w:rsidRPr="00A6355B" w:rsidRDefault="00AB37F3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99" w:type="dxa"/>
          </w:tcPr>
          <w:p w:rsidR="00AB37F3" w:rsidRPr="00A6355B" w:rsidRDefault="00AB37F3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AB37F3" w:rsidRPr="00A6355B" w:rsidRDefault="00AB37F3" w:rsidP="002C287E">
            <w:pPr>
              <w:jc w:val="both"/>
              <w:rPr>
                <w:rFonts w:ascii="Arial" w:hAnsi="Arial" w:cs="Arial"/>
              </w:rPr>
            </w:pPr>
          </w:p>
        </w:tc>
      </w:tr>
      <w:tr w:rsidR="00AB37F3" w:rsidRPr="00A6355B">
        <w:tc>
          <w:tcPr>
            <w:tcW w:w="648" w:type="dxa"/>
            <w:vAlign w:val="center"/>
          </w:tcPr>
          <w:p w:rsidR="00AB37F3" w:rsidRPr="00A6355B" w:rsidRDefault="00AB37F3" w:rsidP="002C287E">
            <w:pPr>
              <w:jc w:val="center"/>
              <w:rPr>
                <w:rFonts w:ascii="Arial" w:hAnsi="Arial" w:cs="Arial"/>
              </w:rPr>
            </w:pPr>
            <w:r w:rsidRPr="00A6355B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060" w:type="dxa"/>
          </w:tcPr>
          <w:p w:rsidR="00AB37F3" w:rsidRPr="00A6355B" w:rsidRDefault="00AB37F3" w:rsidP="002C287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Price Validity</w:t>
            </w:r>
          </w:p>
        </w:tc>
        <w:tc>
          <w:tcPr>
            <w:tcW w:w="1314" w:type="dxa"/>
          </w:tcPr>
          <w:p w:rsidR="00AB37F3" w:rsidRPr="00A6355B" w:rsidRDefault="00AB37F3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07" w:type="dxa"/>
          </w:tcPr>
          <w:p w:rsidR="00AB37F3" w:rsidRPr="00A6355B" w:rsidRDefault="00AB37F3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99" w:type="dxa"/>
          </w:tcPr>
          <w:p w:rsidR="00AB37F3" w:rsidRPr="00A6355B" w:rsidRDefault="00AB37F3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AB37F3" w:rsidRPr="00A6355B" w:rsidRDefault="00AB37F3" w:rsidP="002C287E">
            <w:pPr>
              <w:jc w:val="both"/>
              <w:rPr>
                <w:rFonts w:ascii="Arial" w:hAnsi="Arial" w:cs="Arial"/>
              </w:rPr>
            </w:pPr>
          </w:p>
        </w:tc>
      </w:tr>
      <w:tr w:rsidR="00AB37F3" w:rsidRPr="00A6355B">
        <w:tc>
          <w:tcPr>
            <w:tcW w:w="648" w:type="dxa"/>
            <w:vAlign w:val="center"/>
          </w:tcPr>
          <w:p w:rsidR="00AB37F3" w:rsidRPr="00A6355B" w:rsidRDefault="00AB37F3" w:rsidP="002C287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3060" w:type="dxa"/>
          </w:tcPr>
          <w:p w:rsidR="00AB37F3" w:rsidRPr="00A6355B" w:rsidRDefault="00AB37F3" w:rsidP="002C287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Bank Guarantee Clause</w:t>
            </w:r>
          </w:p>
        </w:tc>
        <w:tc>
          <w:tcPr>
            <w:tcW w:w="1314" w:type="dxa"/>
          </w:tcPr>
          <w:p w:rsidR="00AB37F3" w:rsidRPr="00A6355B" w:rsidRDefault="00AB37F3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07" w:type="dxa"/>
          </w:tcPr>
          <w:p w:rsidR="00AB37F3" w:rsidRPr="00A6355B" w:rsidRDefault="00AB37F3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99" w:type="dxa"/>
          </w:tcPr>
          <w:p w:rsidR="00AB37F3" w:rsidRPr="00A6355B" w:rsidRDefault="00AB37F3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AB37F3" w:rsidRPr="00A6355B" w:rsidRDefault="00AB37F3" w:rsidP="002C287E">
            <w:pPr>
              <w:jc w:val="both"/>
              <w:rPr>
                <w:rFonts w:ascii="Arial" w:hAnsi="Arial" w:cs="Arial"/>
              </w:rPr>
            </w:pPr>
          </w:p>
        </w:tc>
      </w:tr>
      <w:tr w:rsidR="00AB37F3" w:rsidRPr="00A6355B">
        <w:tc>
          <w:tcPr>
            <w:tcW w:w="648" w:type="dxa"/>
            <w:vAlign w:val="center"/>
          </w:tcPr>
          <w:p w:rsidR="00AB37F3" w:rsidRPr="00A6355B" w:rsidRDefault="00AB37F3" w:rsidP="002C287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3060" w:type="dxa"/>
          </w:tcPr>
          <w:p w:rsidR="00AB37F3" w:rsidRPr="00A6355B" w:rsidRDefault="00AB37F3" w:rsidP="002C287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Inspection Clause</w:t>
            </w:r>
          </w:p>
        </w:tc>
        <w:tc>
          <w:tcPr>
            <w:tcW w:w="1314" w:type="dxa"/>
          </w:tcPr>
          <w:p w:rsidR="00AB37F3" w:rsidRPr="00A6355B" w:rsidRDefault="00AB37F3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07" w:type="dxa"/>
          </w:tcPr>
          <w:p w:rsidR="00AB37F3" w:rsidRPr="00A6355B" w:rsidRDefault="00AB37F3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99" w:type="dxa"/>
          </w:tcPr>
          <w:p w:rsidR="00AB37F3" w:rsidRPr="00A6355B" w:rsidRDefault="00AB37F3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AB37F3" w:rsidRPr="00A6355B" w:rsidRDefault="00AB37F3" w:rsidP="002C287E">
            <w:pPr>
              <w:jc w:val="both"/>
              <w:rPr>
                <w:rFonts w:ascii="Arial" w:hAnsi="Arial" w:cs="Arial"/>
              </w:rPr>
            </w:pPr>
          </w:p>
        </w:tc>
      </w:tr>
      <w:tr w:rsidR="00AB37F3" w:rsidRPr="00A6355B">
        <w:tc>
          <w:tcPr>
            <w:tcW w:w="648" w:type="dxa"/>
            <w:vAlign w:val="center"/>
          </w:tcPr>
          <w:p w:rsidR="00AB37F3" w:rsidRPr="00A6355B" w:rsidRDefault="00AB37F3" w:rsidP="00A8177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3060" w:type="dxa"/>
          </w:tcPr>
          <w:p w:rsidR="00AB37F3" w:rsidRPr="00A6355B" w:rsidRDefault="00AB37F3" w:rsidP="002C287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Taxes and Duties Clause</w:t>
            </w:r>
          </w:p>
        </w:tc>
        <w:tc>
          <w:tcPr>
            <w:tcW w:w="1314" w:type="dxa"/>
          </w:tcPr>
          <w:p w:rsidR="00AB37F3" w:rsidRPr="00A6355B" w:rsidRDefault="00AB37F3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07" w:type="dxa"/>
          </w:tcPr>
          <w:p w:rsidR="00AB37F3" w:rsidRPr="00A6355B" w:rsidRDefault="00AB37F3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99" w:type="dxa"/>
          </w:tcPr>
          <w:p w:rsidR="00AB37F3" w:rsidRPr="00A6355B" w:rsidRDefault="00AB37F3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AB37F3" w:rsidRPr="00A6355B" w:rsidRDefault="00AB37F3" w:rsidP="002C287E">
            <w:pPr>
              <w:jc w:val="both"/>
              <w:rPr>
                <w:rFonts w:ascii="Arial" w:hAnsi="Arial" w:cs="Arial"/>
              </w:rPr>
            </w:pPr>
          </w:p>
        </w:tc>
      </w:tr>
      <w:tr w:rsidR="00AB37F3" w:rsidRPr="00A6355B">
        <w:tc>
          <w:tcPr>
            <w:tcW w:w="648" w:type="dxa"/>
            <w:vAlign w:val="center"/>
          </w:tcPr>
          <w:p w:rsidR="00AB37F3" w:rsidRPr="00A6355B" w:rsidRDefault="00AB37F3" w:rsidP="002C287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3060" w:type="dxa"/>
          </w:tcPr>
          <w:p w:rsidR="00AB37F3" w:rsidRPr="00A6355B" w:rsidRDefault="00AB37F3" w:rsidP="002C287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General Terms &amp; Conditions Clause</w:t>
            </w:r>
          </w:p>
        </w:tc>
        <w:tc>
          <w:tcPr>
            <w:tcW w:w="1314" w:type="dxa"/>
          </w:tcPr>
          <w:p w:rsidR="00AB37F3" w:rsidRPr="00A6355B" w:rsidRDefault="00AB37F3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07" w:type="dxa"/>
          </w:tcPr>
          <w:p w:rsidR="00AB37F3" w:rsidRPr="00A6355B" w:rsidRDefault="00AB37F3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99" w:type="dxa"/>
          </w:tcPr>
          <w:p w:rsidR="00AB37F3" w:rsidRPr="00A6355B" w:rsidRDefault="00AB37F3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AB37F3" w:rsidRPr="00A6355B" w:rsidRDefault="00AB37F3" w:rsidP="002C287E">
            <w:pPr>
              <w:jc w:val="both"/>
              <w:rPr>
                <w:rFonts w:ascii="Arial" w:hAnsi="Arial" w:cs="Arial"/>
              </w:rPr>
            </w:pPr>
          </w:p>
        </w:tc>
      </w:tr>
    </w:tbl>
    <w:p w:rsidR="00AB37F3" w:rsidRPr="00A6355B" w:rsidRDefault="00AB37F3" w:rsidP="00D41D16">
      <w:pPr>
        <w:tabs>
          <w:tab w:val="left" w:pos="360"/>
        </w:tabs>
        <w:ind w:left="6120" w:firstLine="360"/>
        <w:jc w:val="both"/>
        <w:rPr>
          <w:rFonts w:ascii="Arial" w:hAnsi="Arial"/>
          <w:b/>
          <w:sz w:val="22"/>
          <w:szCs w:val="22"/>
        </w:rPr>
      </w:pPr>
    </w:p>
    <w:p w:rsidR="00AB37F3" w:rsidRDefault="00AB37F3" w:rsidP="00D41D16">
      <w:pPr>
        <w:tabs>
          <w:tab w:val="left" w:pos="0"/>
        </w:tabs>
        <w:rPr>
          <w:rFonts w:ascii="Arial" w:hAnsi="Arial"/>
          <w:sz w:val="22"/>
          <w:szCs w:val="22"/>
        </w:rPr>
      </w:pPr>
      <w:r w:rsidRPr="00A6355B">
        <w:rPr>
          <w:rFonts w:ascii="Arial" w:hAnsi="Arial"/>
          <w:sz w:val="22"/>
          <w:szCs w:val="22"/>
        </w:rPr>
        <w:t>We confirm acceptance of all other terms and conditions of NIT</w:t>
      </w:r>
    </w:p>
    <w:p w:rsidR="00AB37F3" w:rsidRDefault="00AB37F3" w:rsidP="00D41D16">
      <w:pPr>
        <w:tabs>
          <w:tab w:val="left" w:pos="0"/>
        </w:tabs>
        <w:rPr>
          <w:rFonts w:ascii="Arial" w:hAnsi="Arial"/>
          <w:sz w:val="22"/>
          <w:szCs w:val="22"/>
        </w:rPr>
      </w:pPr>
    </w:p>
    <w:p w:rsidR="00AB37F3" w:rsidRDefault="00AB37F3" w:rsidP="00D41D16">
      <w:pPr>
        <w:tabs>
          <w:tab w:val="left" w:pos="0"/>
        </w:tabs>
        <w:rPr>
          <w:rFonts w:ascii="Arial" w:hAnsi="Arial"/>
          <w:b/>
          <w:sz w:val="22"/>
          <w:szCs w:val="22"/>
        </w:rPr>
      </w:pPr>
    </w:p>
    <w:p w:rsidR="00AB37F3" w:rsidRDefault="00AB37F3" w:rsidP="00D41D16">
      <w:pPr>
        <w:tabs>
          <w:tab w:val="left" w:pos="360"/>
        </w:tabs>
        <w:ind w:left="6120" w:firstLine="360"/>
        <w:jc w:val="right"/>
        <w:rPr>
          <w:rFonts w:ascii="Arial" w:hAnsi="Arial"/>
          <w:b/>
          <w:sz w:val="22"/>
          <w:szCs w:val="22"/>
        </w:rPr>
      </w:pPr>
    </w:p>
    <w:p w:rsidR="00AB37F3" w:rsidRPr="00A6355B" w:rsidRDefault="00AB37F3" w:rsidP="00D41D16">
      <w:pPr>
        <w:tabs>
          <w:tab w:val="left" w:pos="360"/>
        </w:tabs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ab/>
      </w:r>
      <w:r>
        <w:rPr>
          <w:rFonts w:ascii="Arial" w:hAnsi="Arial"/>
          <w:b/>
          <w:sz w:val="22"/>
          <w:szCs w:val="22"/>
        </w:rPr>
        <w:tab/>
      </w:r>
      <w:r>
        <w:rPr>
          <w:rFonts w:ascii="Arial" w:hAnsi="Arial"/>
          <w:b/>
          <w:sz w:val="22"/>
          <w:szCs w:val="22"/>
        </w:rPr>
        <w:tab/>
      </w:r>
      <w:r>
        <w:rPr>
          <w:rFonts w:ascii="Arial" w:hAnsi="Arial"/>
          <w:b/>
          <w:sz w:val="22"/>
          <w:szCs w:val="22"/>
        </w:rPr>
        <w:tab/>
      </w:r>
      <w:r>
        <w:rPr>
          <w:rFonts w:ascii="Arial" w:hAnsi="Arial"/>
          <w:b/>
          <w:sz w:val="22"/>
          <w:szCs w:val="22"/>
        </w:rPr>
        <w:tab/>
      </w:r>
      <w:r>
        <w:rPr>
          <w:rFonts w:ascii="Arial" w:hAnsi="Arial"/>
          <w:b/>
          <w:sz w:val="22"/>
          <w:szCs w:val="22"/>
        </w:rPr>
        <w:tab/>
      </w:r>
      <w:r>
        <w:rPr>
          <w:rFonts w:ascii="Arial" w:hAnsi="Arial"/>
          <w:b/>
          <w:sz w:val="22"/>
          <w:szCs w:val="22"/>
        </w:rPr>
        <w:tab/>
      </w:r>
      <w:r>
        <w:rPr>
          <w:rFonts w:ascii="Arial" w:hAnsi="Arial"/>
          <w:b/>
          <w:sz w:val="22"/>
          <w:szCs w:val="22"/>
        </w:rPr>
        <w:tab/>
      </w:r>
      <w:r>
        <w:rPr>
          <w:rFonts w:ascii="Arial" w:hAnsi="Arial"/>
          <w:b/>
          <w:sz w:val="22"/>
          <w:szCs w:val="22"/>
        </w:rPr>
        <w:tab/>
      </w:r>
      <w:r>
        <w:rPr>
          <w:rFonts w:ascii="Arial" w:hAnsi="Arial"/>
          <w:b/>
          <w:sz w:val="22"/>
          <w:szCs w:val="22"/>
        </w:rPr>
        <w:tab/>
      </w:r>
      <w:r w:rsidRPr="00A6355B">
        <w:rPr>
          <w:rFonts w:ascii="Arial" w:hAnsi="Arial"/>
          <w:b/>
          <w:sz w:val="22"/>
          <w:szCs w:val="22"/>
        </w:rPr>
        <w:t>Signature of the bidder</w:t>
      </w:r>
    </w:p>
    <w:p w:rsidR="00AB37F3" w:rsidRDefault="00AB37F3" w:rsidP="00D41D16">
      <w:pPr>
        <w:tabs>
          <w:tab w:val="left" w:pos="360"/>
        </w:tabs>
        <w:ind w:left="6120" w:firstLine="360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 xml:space="preserve">  </w:t>
      </w:r>
      <w:r w:rsidRPr="00A6355B">
        <w:rPr>
          <w:rFonts w:ascii="Arial" w:hAnsi="Arial"/>
          <w:b/>
          <w:sz w:val="22"/>
          <w:szCs w:val="22"/>
        </w:rPr>
        <w:t>Seal of the company</w:t>
      </w:r>
    </w:p>
    <w:p w:rsidR="00AB37F3" w:rsidRPr="00D41D16" w:rsidRDefault="00AB37F3" w:rsidP="00D41D16">
      <w:pPr>
        <w:tabs>
          <w:tab w:val="left" w:pos="360"/>
        </w:tabs>
        <w:ind w:left="6120" w:firstLine="360"/>
        <w:rPr>
          <w:rFonts w:ascii="Arial" w:hAnsi="Arial"/>
          <w:b/>
          <w:sz w:val="22"/>
          <w:szCs w:val="22"/>
        </w:rPr>
      </w:pPr>
    </w:p>
    <w:p w:rsidR="00AB37F3" w:rsidRDefault="00AB37F3" w:rsidP="00D41D16">
      <w:pPr>
        <w:tabs>
          <w:tab w:val="left" w:pos="360"/>
        </w:tabs>
        <w:jc w:val="both"/>
        <w:rPr>
          <w:rFonts w:ascii="Arial" w:hAnsi="Arial" w:cs="Arial"/>
          <w:sz w:val="22"/>
          <w:szCs w:val="22"/>
        </w:rPr>
      </w:pPr>
      <w:r w:rsidRPr="00A6355B">
        <w:rPr>
          <w:rFonts w:ascii="Arial" w:hAnsi="Arial" w:cs="Arial"/>
          <w:b/>
          <w:sz w:val="22"/>
          <w:szCs w:val="22"/>
        </w:rPr>
        <w:t>Note:</w:t>
      </w:r>
      <w:r w:rsidRPr="00A6355B">
        <w:rPr>
          <w:rFonts w:ascii="Arial" w:hAnsi="Arial" w:cs="Arial"/>
          <w:sz w:val="22"/>
          <w:szCs w:val="22"/>
        </w:rPr>
        <w:t xml:space="preserve"> It may be noted that offers with deviation without price implications are liable to be rejected</w:t>
      </w:r>
    </w:p>
    <w:p w:rsidR="00AB37F3" w:rsidRDefault="00AB37F3" w:rsidP="00D41D16">
      <w:pPr>
        <w:tabs>
          <w:tab w:val="left" w:pos="360"/>
        </w:tabs>
        <w:jc w:val="both"/>
        <w:rPr>
          <w:rFonts w:ascii="Arial" w:hAnsi="Arial" w:cs="Arial"/>
          <w:sz w:val="22"/>
          <w:szCs w:val="22"/>
        </w:rPr>
      </w:pPr>
    </w:p>
    <w:p w:rsidR="00AB37F3" w:rsidRPr="00D41D16" w:rsidRDefault="00AB37F3" w:rsidP="00A8177E">
      <w:pPr>
        <w:tabs>
          <w:tab w:val="left" w:pos="360"/>
        </w:tabs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Annexure I B (For Foreign Vendors)</w:t>
      </w:r>
    </w:p>
    <w:p w:rsidR="00AB37F3" w:rsidRDefault="00AB37F3" w:rsidP="00D41D16">
      <w:pPr>
        <w:tabs>
          <w:tab w:val="left" w:pos="360"/>
        </w:tabs>
        <w:rPr>
          <w:rFonts w:ascii="Arial" w:hAnsi="Arial" w:cs="Arial"/>
          <w:b/>
          <w:bCs/>
          <w:sz w:val="22"/>
          <w:szCs w:val="22"/>
        </w:rPr>
      </w:pPr>
    </w:p>
    <w:p w:rsidR="00AB37F3" w:rsidRPr="00A6355B" w:rsidRDefault="00AB37F3" w:rsidP="00D41D16">
      <w:pPr>
        <w:tabs>
          <w:tab w:val="left" w:pos="360"/>
        </w:tabs>
        <w:rPr>
          <w:rFonts w:ascii="Arial" w:hAnsi="Arial" w:cs="Arial"/>
          <w:b/>
          <w:sz w:val="22"/>
          <w:szCs w:val="22"/>
        </w:rPr>
      </w:pPr>
      <w:r w:rsidRPr="00A6355B">
        <w:rPr>
          <w:rFonts w:ascii="Arial" w:hAnsi="Arial" w:cs="Arial"/>
          <w:b/>
          <w:bCs/>
          <w:sz w:val="22"/>
          <w:szCs w:val="22"/>
        </w:rPr>
        <w:t xml:space="preserve">Tender Enquiry No. BHEL/EMRP/PUR/ </w:t>
      </w:r>
      <w:r>
        <w:rPr>
          <w:rFonts w:ascii="Arial" w:hAnsi="Arial" w:cs="Arial"/>
          <w:b/>
          <w:bCs/>
          <w:sz w:val="22"/>
          <w:szCs w:val="22"/>
        </w:rPr>
        <w:t xml:space="preserve">S/200616/17/18/23/24/25/26/28            </w:t>
      </w:r>
      <w:r w:rsidRPr="00A6355B">
        <w:rPr>
          <w:rFonts w:ascii="Arial" w:hAnsi="Arial" w:cs="Arial"/>
          <w:b/>
          <w:bCs/>
          <w:sz w:val="22"/>
          <w:szCs w:val="22"/>
        </w:rPr>
        <w:t>Dt</w:t>
      </w:r>
      <w:r w:rsidRPr="00A6355B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sz w:val="22"/>
          <w:szCs w:val="22"/>
        </w:rPr>
        <w:t>02.12.201</w:t>
      </w:r>
      <w:r w:rsidRPr="00A6355B">
        <w:rPr>
          <w:rFonts w:ascii="Arial" w:hAnsi="Arial" w:cs="Arial"/>
          <w:b/>
          <w:sz w:val="22"/>
          <w:szCs w:val="22"/>
        </w:rPr>
        <w:t>1</w:t>
      </w:r>
    </w:p>
    <w:p w:rsidR="00AB37F3" w:rsidRPr="00A6355B" w:rsidRDefault="00AB37F3" w:rsidP="00D41D16">
      <w:pPr>
        <w:tabs>
          <w:tab w:val="left" w:pos="360"/>
        </w:tabs>
        <w:rPr>
          <w:rFonts w:ascii="Arial" w:hAnsi="Arial" w:cs="Arial"/>
          <w:b/>
          <w:sz w:val="22"/>
          <w:szCs w:val="22"/>
        </w:rPr>
      </w:pPr>
    </w:p>
    <w:p w:rsidR="00AB37F3" w:rsidRPr="00A6355B" w:rsidRDefault="00AB37F3" w:rsidP="00D41D16">
      <w:pPr>
        <w:ind w:left="7200" w:hanging="7200"/>
        <w:jc w:val="both"/>
        <w:rPr>
          <w:rFonts w:ascii="Arial" w:hAnsi="Arial" w:cs="Arial"/>
          <w:b/>
          <w:bCs/>
          <w:sz w:val="22"/>
          <w:szCs w:val="22"/>
        </w:rPr>
      </w:pPr>
      <w:r w:rsidRPr="00A6355B">
        <w:rPr>
          <w:rFonts w:ascii="Arial" w:hAnsi="Arial" w:cs="Arial"/>
          <w:b/>
          <w:bCs/>
          <w:sz w:val="22"/>
          <w:szCs w:val="22"/>
        </w:rPr>
        <w:t>Bidder’s Ref No: ________________________________________________</w:t>
      </w:r>
    </w:p>
    <w:p w:rsidR="00AB37F3" w:rsidRPr="00A6355B" w:rsidRDefault="00AB37F3" w:rsidP="00D41D16">
      <w:pPr>
        <w:ind w:left="7200" w:hanging="7200"/>
        <w:jc w:val="both"/>
        <w:rPr>
          <w:rFonts w:ascii="Arial" w:hAnsi="Arial" w:cs="Arial"/>
          <w:b/>
          <w:bCs/>
          <w:sz w:val="22"/>
          <w:szCs w:val="22"/>
        </w:rPr>
      </w:pPr>
    </w:p>
    <w:p w:rsidR="00AB37F3" w:rsidRPr="00A6355B" w:rsidRDefault="00AB37F3" w:rsidP="00D41D16">
      <w:pPr>
        <w:pStyle w:val="Heading1"/>
        <w:ind w:left="2160" w:firstLine="720"/>
        <w:rPr>
          <w:rFonts w:ascii="Arial" w:hAnsi="Arial" w:cs="Arial"/>
          <w:sz w:val="22"/>
          <w:szCs w:val="22"/>
        </w:rPr>
      </w:pPr>
      <w:r w:rsidRPr="00A6355B">
        <w:rPr>
          <w:rFonts w:ascii="Arial" w:hAnsi="Arial" w:cs="Arial"/>
          <w:sz w:val="22"/>
          <w:szCs w:val="22"/>
        </w:rPr>
        <w:t>NO DEVIATION CERTIFICATE</w:t>
      </w:r>
    </w:p>
    <w:p w:rsidR="00AB37F3" w:rsidRPr="00A6355B" w:rsidRDefault="00AB37F3" w:rsidP="00D41D16">
      <w:pPr>
        <w:rPr>
          <w:rFonts w:ascii="Arial" w:hAnsi="Arial"/>
          <w:sz w:val="22"/>
          <w:szCs w:val="22"/>
        </w:rPr>
      </w:pPr>
    </w:p>
    <w:p w:rsidR="00AB37F3" w:rsidRPr="00A6355B" w:rsidRDefault="00AB37F3" w:rsidP="00D41D16">
      <w:pPr>
        <w:tabs>
          <w:tab w:val="left" w:pos="360"/>
        </w:tabs>
        <w:rPr>
          <w:rFonts w:ascii="Arial" w:hAnsi="Arial" w:cs="Arial"/>
          <w:b/>
          <w:sz w:val="22"/>
          <w:szCs w:val="22"/>
        </w:rPr>
      </w:pPr>
      <w:r w:rsidRPr="00A6355B">
        <w:rPr>
          <w:rFonts w:ascii="Arial" w:hAnsi="Arial" w:cs="Arial"/>
          <w:sz w:val="22"/>
          <w:szCs w:val="22"/>
        </w:rPr>
        <w:t>We here by accept and agree to all the Techno-Commercial &amp; general terms &amp; conditions given in the above referred tender enquiry without any deviation.</w:t>
      </w:r>
    </w:p>
    <w:p w:rsidR="00AB37F3" w:rsidRPr="00A6355B" w:rsidRDefault="00AB37F3" w:rsidP="00D41D16">
      <w:pPr>
        <w:rPr>
          <w:rFonts w:ascii="Arial" w:hAnsi="Arial" w:cs="Arial"/>
          <w:b/>
          <w:sz w:val="22"/>
          <w:szCs w:val="22"/>
        </w:rPr>
      </w:pPr>
    </w:p>
    <w:p w:rsidR="00AB37F3" w:rsidRPr="00A6355B" w:rsidRDefault="00AB37F3" w:rsidP="00D41D16">
      <w:pPr>
        <w:ind w:left="5760"/>
        <w:rPr>
          <w:rFonts w:ascii="Arial" w:hAnsi="Arial" w:cs="Arial"/>
          <w:b/>
          <w:sz w:val="22"/>
          <w:szCs w:val="22"/>
        </w:rPr>
      </w:pPr>
    </w:p>
    <w:p w:rsidR="00AB37F3" w:rsidRPr="00A6355B" w:rsidRDefault="00AB37F3" w:rsidP="00D41D16">
      <w:pPr>
        <w:ind w:left="5040"/>
        <w:jc w:val="right"/>
        <w:rPr>
          <w:rFonts w:ascii="Arial" w:hAnsi="Arial" w:cs="Arial"/>
          <w:b/>
          <w:sz w:val="22"/>
          <w:szCs w:val="22"/>
        </w:rPr>
      </w:pPr>
      <w:r w:rsidRPr="00A6355B">
        <w:rPr>
          <w:rFonts w:ascii="Arial" w:hAnsi="Arial" w:cs="Arial"/>
          <w:b/>
          <w:sz w:val="22"/>
          <w:szCs w:val="22"/>
        </w:rPr>
        <w:t xml:space="preserve">Authorized Signatory, </w:t>
      </w:r>
    </w:p>
    <w:p w:rsidR="00AB37F3" w:rsidRPr="00A6355B" w:rsidRDefault="00AB37F3" w:rsidP="00D41D16">
      <w:pPr>
        <w:ind w:left="5040"/>
        <w:jc w:val="right"/>
        <w:rPr>
          <w:rFonts w:ascii="Arial" w:hAnsi="Arial" w:cs="Arial"/>
          <w:b/>
          <w:sz w:val="22"/>
          <w:szCs w:val="22"/>
        </w:rPr>
      </w:pPr>
      <w:r w:rsidRPr="00A6355B">
        <w:rPr>
          <w:rFonts w:ascii="Arial" w:hAnsi="Arial" w:cs="Arial"/>
          <w:b/>
          <w:sz w:val="22"/>
          <w:szCs w:val="22"/>
        </w:rPr>
        <w:t>With seal of the company</w:t>
      </w:r>
    </w:p>
    <w:p w:rsidR="00AB37F3" w:rsidRPr="00A6355B" w:rsidRDefault="00AB37F3" w:rsidP="00D41D16">
      <w:pPr>
        <w:tabs>
          <w:tab w:val="left" w:pos="360"/>
        </w:tabs>
        <w:jc w:val="center"/>
        <w:rPr>
          <w:rFonts w:ascii="Arial" w:hAnsi="Arial" w:cs="Arial"/>
          <w:b/>
          <w:bCs/>
          <w:sz w:val="22"/>
          <w:szCs w:val="22"/>
        </w:rPr>
      </w:pPr>
      <w:r w:rsidRPr="00A6355B">
        <w:rPr>
          <w:rFonts w:ascii="Arial" w:hAnsi="Arial" w:cs="Arial"/>
          <w:b/>
          <w:bCs/>
          <w:sz w:val="22"/>
          <w:szCs w:val="22"/>
        </w:rPr>
        <w:t>OR</w:t>
      </w:r>
    </w:p>
    <w:p w:rsidR="00AB37F3" w:rsidRPr="00A6355B" w:rsidRDefault="00AB37F3" w:rsidP="00D41D16">
      <w:pPr>
        <w:pStyle w:val="Heading3"/>
        <w:jc w:val="center"/>
        <w:rPr>
          <w:sz w:val="22"/>
          <w:szCs w:val="22"/>
        </w:rPr>
      </w:pPr>
      <w:r w:rsidRPr="00A6355B">
        <w:rPr>
          <w:sz w:val="22"/>
          <w:szCs w:val="22"/>
        </w:rPr>
        <w:t>PROFORMA FOR DEVIATION TO TENDER TERMS SOUGHT BY BIDDERS</w:t>
      </w:r>
    </w:p>
    <w:p w:rsidR="00AB37F3" w:rsidRPr="00A6355B" w:rsidRDefault="00AB37F3" w:rsidP="00D41D16">
      <w:pPr>
        <w:rPr>
          <w:rFonts w:ascii="Arial" w:hAnsi="Arial"/>
          <w:sz w:val="22"/>
          <w:szCs w:val="22"/>
        </w:rPr>
      </w:pPr>
    </w:p>
    <w:p w:rsidR="00AB37F3" w:rsidRPr="00A6355B" w:rsidRDefault="00AB37F3" w:rsidP="00D41D16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A6355B">
        <w:rPr>
          <w:rFonts w:ascii="Arial" w:hAnsi="Arial" w:cs="Arial"/>
          <w:sz w:val="22"/>
          <w:szCs w:val="22"/>
        </w:rPr>
        <w:t xml:space="preserve">BHEL expects the bidders to fully accept the terms and conditions of the NIT. However, deviations if any considered essential by the bidder may be communicated in the following proforma. </w:t>
      </w:r>
      <w:r w:rsidRPr="00A6355B">
        <w:rPr>
          <w:rFonts w:ascii="Arial" w:hAnsi="Arial" w:cs="Arial"/>
          <w:b/>
          <w:bCs/>
          <w:sz w:val="22"/>
          <w:szCs w:val="22"/>
          <w:u w:val="single"/>
        </w:rPr>
        <w:t>Deviation not listed in the following deviation proforma, even if mentioned else where in the offer document shall not be considered</w:t>
      </w:r>
    </w:p>
    <w:p w:rsidR="00AB37F3" w:rsidRPr="00A6355B" w:rsidRDefault="00AB37F3" w:rsidP="00D41D16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46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8"/>
        <w:gridCol w:w="3060"/>
        <w:gridCol w:w="1314"/>
        <w:gridCol w:w="1207"/>
        <w:gridCol w:w="1799"/>
        <w:gridCol w:w="1440"/>
      </w:tblGrid>
      <w:tr w:rsidR="00AB37F3" w:rsidRPr="00A6355B">
        <w:trPr>
          <w:trHeight w:val="620"/>
        </w:trPr>
        <w:tc>
          <w:tcPr>
            <w:tcW w:w="648" w:type="dxa"/>
            <w:vAlign w:val="center"/>
          </w:tcPr>
          <w:p w:rsidR="00AB37F3" w:rsidRPr="00A6355B" w:rsidRDefault="00AB37F3" w:rsidP="002C287E">
            <w:pPr>
              <w:jc w:val="center"/>
              <w:rPr>
                <w:rFonts w:ascii="Arial" w:hAnsi="Arial" w:cs="Arial"/>
                <w:b/>
              </w:rPr>
            </w:pPr>
            <w:r w:rsidRPr="00A6355B">
              <w:rPr>
                <w:rFonts w:ascii="Arial" w:hAnsi="Arial" w:cs="Arial"/>
                <w:b/>
                <w:sz w:val="22"/>
                <w:szCs w:val="22"/>
              </w:rPr>
              <w:t>Sr. No.</w:t>
            </w:r>
          </w:p>
        </w:tc>
        <w:tc>
          <w:tcPr>
            <w:tcW w:w="3060" w:type="dxa"/>
          </w:tcPr>
          <w:p w:rsidR="00AB37F3" w:rsidRPr="00A6355B" w:rsidRDefault="00AB37F3" w:rsidP="002C287E">
            <w:pPr>
              <w:pStyle w:val="Heading3"/>
              <w:jc w:val="center"/>
              <w:rPr>
                <w:bCs w:val="0"/>
                <w:sz w:val="22"/>
                <w:szCs w:val="22"/>
              </w:rPr>
            </w:pPr>
            <w:r w:rsidRPr="00A6355B">
              <w:rPr>
                <w:bCs w:val="0"/>
                <w:sz w:val="22"/>
                <w:szCs w:val="22"/>
              </w:rPr>
              <w:t>Clauses</w:t>
            </w:r>
          </w:p>
        </w:tc>
        <w:tc>
          <w:tcPr>
            <w:tcW w:w="1314" w:type="dxa"/>
          </w:tcPr>
          <w:p w:rsidR="00AB37F3" w:rsidRPr="00A6355B" w:rsidRDefault="00AB37F3" w:rsidP="002C287E">
            <w:pPr>
              <w:pStyle w:val="Heading3"/>
              <w:jc w:val="center"/>
              <w:rPr>
                <w:bCs w:val="0"/>
                <w:sz w:val="22"/>
                <w:szCs w:val="22"/>
              </w:rPr>
            </w:pPr>
            <w:r w:rsidRPr="00A6355B">
              <w:rPr>
                <w:bCs w:val="0"/>
                <w:sz w:val="22"/>
                <w:szCs w:val="22"/>
              </w:rPr>
              <w:t>Accepted</w:t>
            </w:r>
          </w:p>
        </w:tc>
        <w:tc>
          <w:tcPr>
            <w:tcW w:w="1207" w:type="dxa"/>
          </w:tcPr>
          <w:p w:rsidR="00AB37F3" w:rsidRPr="00A6355B" w:rsidRDefault="00AB37F3" w:rsidP="002C287E">
            <w:pPr>
              <w:pStyle w:val="Heading3"/>
              <w:jc w:val="center"/>
              <w:rPr>
                <w:bCs w:val="0"/>
                <w:sz w:val="22"/>
                <w:szCs w:val="22"/>
              </w:rPr>
            </w:pPr>
            <w:r w:rsidRPr="00A6355B">
              <w:rPr>
                <w:bCs w:val="0"/>
                <w:sz w:val="22"/>
                <w:szCs w:val="22"/>
              </w:rPr>
              <w:t>Not Accepted</w:t>
            </w:r>
          </w:p>
        </w:tc>
        <w:tc>
          <w:tcPr>
            <w:tcW w:w="1799" w:type="dxa"/>
          </w:tcPr>
          <w:p w:rsidR="00AB37F3" w:rsidRPr="00A6355B" w:rsidRDefault="00AB37F3" w:rsidP="002C287E">
            <w:pPr>
              <w:pStyle w:val="Heading3"/>
              <w:jc w:val="center"/>
              <w:rPr>
                <w:bCs w:val="0"/>
                <w:sz w:val="22"/>
                <w:szCs w:val="22"/>
              </w:rPr>
            </w:pPr>
            <w:r w:rsidRPr="00A6355B">
              <w:rPr>
                <w:bCs w:val="0"/>
                <w:sz w:val="22"/>
                <w:szCs w:val="22"/>
              </w:rPr>
              <w:t>Deviation</w:t>
            </w:r>
          </w:p>
        </w:tc>
        <w:tc>
          <w:tcPr>
            <w:tcW w:w="1440" w:type="dxa"/>
          </w:tcPr>
          <w:p w:rsidR="00AB37F3" w:rsidRPr="00A6355B" w:rsidRDefault="00AB37F3" w:rsidP="002C287E">
            <w:pPr>
              <w:pStyle w:val="Heading3"/>
              <w:jc w:val="center"/>
              <w:rPr>
                <w:bCs w:val="0"/>
                <w:sz w:val="22"/>
                <w:szCs w:val="22"/>
              </w:rPr>
            </w:pPr>
            <w:r w:rsidRPr="00A6355B">
              <w:rPr>
                <w:bCs w:val="0"/>
                <w:sz w:val="22"/>
                <w:szCs w:val="22"/>
              </w:rPr>
              <w:t>Cost Implication</w:t>
            </w:r>
          </w:p>
        </w:tc>
      </w:tr>
      <w:tr w:rsidR="00AB37F3" w:rsidRPr="00A6355B">
        <w:tc>
          <w:tcPr>
            <w:tcW w:w="648" w:type="dxa"/>
            <w:vAlign w:val="center"/>
          </w:tcPr>
          <w:p w:rsidR="00AB37F3" w:rsidRPr="00A6355B" w:rsidRDefault="00AB37F3" w:rsidP="002C287E">
            <w:pPr>
              <w:jc w:val="center"/>
              <w:rPr>
                <w:rFonts w:ascii="Arial" w:hAnsi="Arial" w:cs="Arial"/>
              </w:rPr>
            </w:pPr>
            <w:r w:rsidRPr="00A6355B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060" w:type="dxa"/>
          </w:tcPr>
          <w:p w:rsidR="00AB37F3" w:rsidRPr="00A6355B" w:rsidRDefault="00AB37F3" w:rsidP="00D41D16">
            <w:pPr>
              <w:jc w:val="both"/>
              <w:rPr>
                <w:rFonts w:ascii="Arial" w:hAnsi="Arial" w:cs="Arial"/>
              </w:rPr>
            </w:pPr>
            <w:r w:rsidRPr="00A6355B">
              <w:rPr>
                <w:rFonts w:ascii="Arial" w:hAnsi="Arial" w:cs="Arial"/>
                <w:sz w:val="22"/>
                <w:szCs w:val="22"/>
              </w:rPr>
              <w:t xml:space="preserve">Technical clause </w:t>
            </w:r>
          </w:p>
        </w:tc>
        <w:tc>
          <w:tcPr>
            <w:tcW w:w="1314" w:type="dxa"/>
          </w:tcPr>
          <w:p w:rsidR="00AB37F3" w:rsidRPr="00A6355B" w:rsidRDefault="00AB37F3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07" w:type="dxa"/>
          </w:tcPr>
          <w:p w:rsidR="00AB37F3" w:rsidRPr="00A6355B" w:rsidRDefault="00AB37F3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99" w:type="dxa"/>
          </w:tcPr>
          <w:p w:rsidR="00AB37F3" w:rsidRPr="00A6355B" w:rsidRDefault="00AB37F3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AB37F3" w:rsidRPr="00A6355B" w:rsidRDefault="00AB37F3" w:rsidP="002C287E">
            <w:pPr>
              <w:jc w:val="both"/>
              <w:rPr>
                <w:rFonts w:ascii="Arial" w:hAnsi="Arial" w:cs="Arial"/>
              </w:rPr>
            </w:pPr>
          </w:p>
        </w:tc>
      </w:tr>
      <w:tr w:rsidR="00AB37F3" w:rsidRPr="00A6355B">
        <w:tc>
          <w:tcPr>
            <w:tcW w:w="648" w:type="dxa"/>
            <w:vAlign w:val="center"/>
          </w:tcPr>
          <w:p w:rsidR="00AB37F3" w:rsidRPr="00A6355B" w:rsidRDefault="00AB37F3" w:rsidP="002C287E">
            <w:pPr>
              <w:jc w:val="center"/>
              <w:rPr>
                <w:rFonts w:ascii="Arial" w:hAnsi="Arial" w:cs="Arial"/>
              </w:rPr>
            </w:pPr>
            <w:r w:rsidRPr="00A6355B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060" w:type="dxa"/>
          </w:tcPr>
          <w:p w:rsidR="00AB37F3" w:rsidRPr="00D41D16" w:rsidRDefault="00AB37F3" w:rsidP="002C287E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Payment Terms</w:t>
            </w:r>
          </w:p>
        </w:tc>
        <w:tc>
          <w:tcPr>
            <w:tcW w:w="1314" w:type="dxa"/>
          </w:tcPr>
          <w:p w:rsidR="00AB37F3" w:rsidRPr="00A6355B" w:rsidRDefault="00AB37F3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07" w:type="dxa"/>
          </w:tcPr>
          <w:p w:rsidR="00AB37F3" w:rsidRPr="00A6355B" w:rsidRDefault="00AB37F3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99" w:type="dxa"/>
          </w:tcPr>
          <w:p w:rsidR="00AB37F3" w:rsidRPr="00A6355B" w:rsidRDefault="00AB37F3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AB37F3" w:rsidRPr="00A6355B" w:rsidRDefault="00AB37F3" w:rsidP="002C287E">
            <w:pPr>
              <w:jc w:val="both"/>
              <w:rPr>
                <w:rFonts w:ascii="Arial" w:hAnsi="Arial" w:cs="Arial"/>
              </w:rPr>
            </w:pPr>
          </w:p>
        </w:tc>
      </w:tr>
      <w:tr w:rsidR="00AB37F3" w:rsidRPr="00A6355B">
        <w:tc>
          <w:tcPr>
            <w:tcW w:w="648" w:type="dxa"/>
            <w:vAlign w:val="center"/>
          </w:tcPr>
          <w:p w:rsidR="00AB37F3" w:rsidRPr="00A6355B" w:rsidRDefault="00AB37F3" w:rsidP="002C287E">
            <w:pPr>
              <w:jc w:val="center"/>
              <w:rPr>
                <w:rFonts w:ascii="Arial" w:hAnsi="Arial" w:cs="Arial"/>
              </w:rPr>
            </w:pPr>
            <w:r w:rsidRPr="00A6355B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060" w:type="dxa"/>
          </w:tcPr>
          <w:p w:rsidR="00AB37F3" w:rsidRPr="00A6355B" w:rsidRDefault="00AB37F3" w:rsidP="00D41D16">
            <w:pPr>
              <w:jc w:val="both"/>
              <w:rPr>
                <w:rFonts w:ascii="Arial" w:hAnsi="Arial" w:cs="Arial"/>
              </w:rPr>
            </w:pPr>
            <w:r w:rsidRPr="00A6355B">
              <w:rPr>
                <w:rFonts w:ascii="Arial" w:hAnsi="Arial" w:cs="Arial"/>
                <w:sz w:val="22"/>
                <w:szCs w:val="22"/>
              </w:rPr>
              <w:t xml:space="preserve">Price </w:t>
            </w:r>
            <w:r>
              <w:rPr>
                <w:rFonts w:ascii="Arial" w:hAnsi="Arial" w:cs="Arial"/>
                <w:sz w:val="22"/>
                <w:szCs w:val="22"/>
              </w:rPr>
              <w:t>Validity Clause</w:t>
            </w:r>
          </w:p>
        </w:tc>
        <w:tc>
          <w:tcPr>
            <w:tcW w:w="1314" w:type="dxa"/>
          </w:tcPr>
          <w:p w:rsidR="00AB37F3" w:rsidRPr="00A6355B" w:rsidRDefault="00AB37F3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07" w:type="dxa"/>
          </w:tcPr>
          <w:p w:rsidR="00AB37F3" w:rsidRPr="00A6355B" w:rsidRDefault="00AB37F3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99" w:type="dxa"/>
          </w:tcPr>
          <w:p w:rsidR="00AB37F3" w:rsidRPr="00A6355B" w:rsidRDefault="00AB37F3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AB37F3" w:rsidRPr="00A6355B" w:rsidRDefault="00AB37F3" w:rsidP="002C287E">
            <w:pPr>
              <w:jc w:val="both"/>
              <w:rPr>
                <w:rFonts w:ascii="Arial" w:hAnsi="Arial" w:cs="Arial"/>
              </w:rPr>
            </w:pPr>
          </w:p>
        </w:tc>
      </w:tr>
      <w:tr w:rsidR="00AB37F3" w:rsidRPr="00A6355B">
        <w:tc>
          <w:tcPr>
            <w:tcW w:w="648" w:type="dxa"/>
            <w:vAlign w:val="center"/>
          </w:tcPr>
          <w:p w:rsidR="00AB37F3" w:rsidRPr="00A6355B" w:rsidRDefault="00AB37F3" w:rsidP="002C287E">
            <w:pPr>
              <w:jc w:val="center"/>
              <w:rPr>
                <w:rFonts w:ascii="Arial" w:hAnsi="Arial" w:cs="Arial"/>
              </w:rPr>
            </w:pPr>
            <w:r w:rsidRPr="00A6355B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060" w:type="dxa"/>
          </w:tcPr>
          <w:p w:rsidR="00AB37F3" w:rsidRPr="00A6355B" w:rsidRDefault="00AB37F3" w:rsidP="002C287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L.D. Clause 3.1</w:t>
            </w:r>
          </w:p>
        </w:tc>
        <w:tc>
          <w:tcPr>
            <w:tcW w:w="1314" w:type="dxa"/>
          </w:tcPr>
          <w:p w:rsidR="00AB37F3" w:rsidRPr="00A6355B" w:rsidRDefault="00AB37F3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07" w:type="dxa"/>
          </w:tcPr>
          <w:p w:rsidR="00AB37F3" w:rsidRPr="00A6355B" w:rsidRDefault="00AB37F3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99" w:type="dxa"/>
          </w:tcPr>
          <w:p w:rsidR="00AB37F3" w:rsidRPr="00A6355B" w:rsidRDefault="00AB37F3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AB37F3" w:rsidRPr="00A6355B" w:rsidRDefault="00AB37F3" w:rsidP="002C287E">
            <w:pPr>
              <w:jc w:val="both"/>
              <w:rPr>
                <w:rFonts w:ascii="Arial" w:hAnsi="Arial" w:cs="Arial"/>
              </w:rPr>
            </w:pPr>
          </w:p>
        </w:tc>
      </w:tr>
      <w:tr w:rsidR="00AB37F3" w:rsidRPr="00A6355B">
        <w:trPr>
          <w:cantSplit/>
          <w:trHeight w:val="70"/>
        </w:trPr>
        <w:tc>
          <w:tcPr>
            <w:tcW w:w="648" w:type="dxa"/>
            <w:vAlign w:val="center"/>
          </w:tcPr>
          <w:p w:rsidR="00AB37F3" w:rsidRPr="00A6355B" w:rsidRDefault="00AB37F3" w:rsidP="002C287E">
            <w:pPr>
              <w:jc w:val="center"/>
              <w:rPr>
                <w:rFonts w:ascii="Arial" w:hAnsi="Arial" w:cs="Arial"/>
              </w:rPr>
            </w:pPr>
            <w:r w:rsidRPr="00A6355B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3060" w:type="dxa"/>
          </w:tcPr>
          <w:p w:rsidR="00AB37F3" w:rsidRPr="00A6355B" w:rsidRDefault="00AB37F3" w:rsidP="00D41D16">
            <w:pPr>
              <w:jc w:val="both"/>
              <w:rPr>
                <w:rFonts w:ascii="Arial" w:hAnsi="Arial" w:cs="Arial"/>
              </w:rPr>
            </w:pPr>
            <w:r w:rsidRPr="00A6355B">
              <w:rPr>
                <w:rFonts w:ascii="Arial" w:hAnsi="Arial" w:cs="Arial"/>
                <w:sz w:val="22"/>
                <w:szCs w:val="22"/>
              </w:rPr>
              <w:t xml:space="preserve">Delivery required clause </w:t>
            </w:r>
            <w:r>
              <w:rPr>
                <w:rFonts w:ascii="Arial" w:hAnsi="Arial" w:cs="Arial"/>
                <w:sz w:val="22"/>
                <w:szCs w:val="22"/>
              </w:rPr>
              <w:t>3.2</w:t>
            </w:r>
          </w:p>
        </w:tc>
        <w:tc>
          <w:tcPr>
            <w:tcW w:w="1314" w:type="dxa"/>
          </w:tcPr>
          <w:p w:rsidR="00AB37F3" w:rsidRPr="00A6355B" w:rsidRDefault="00AB37F3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07" w:type="dxa"/>
          </w:tcPr>
          <w:p w:rsidR="00AB37F3" w:rsidRPr="00A6355B" w:rsidRDefault="00AB37F3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99" w:type="dxa"/>
          </w:tcPr>
          <w:p w:rsidR="00AB37F3" w:rsidRPr="00A6355B" w:rsidRDefault="00AB37F3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AB37F3" w:rsidRPr="00A6355B" w:rsidRDefault="00AB37F3" w:rsidP="002C287E">
            <w:pPr>
              <w:jc w:val="both"/>
              <w:rPr>
                <w:rFonts w:ascii="Arial" w:hAnsi="Arial" w:cs="Arial"/>
              </w:rPr>
            </w:pPr>
          </w:p>
        </w:tc>
      </w:tr>
      <w:tr w:rsidR="00AB37F3" w:rsidRPr="00A6355B">
        <w:tc>
          <w:tcPr>
            <w:tcW w:w="648" w:type="dxa"/>
            <w:vAlign w:val="center"/>
          </w:tcPr>
          <w:p w:rsidR="00AB37F3" w:rsidRPr="00A6355B" w:rsidRDefault="00AB37F3" w:rsidP="002C287E">
            <w:pPr>
              <w:jc w:val="center"/>
              <w:rPr>
                <w:rFonts w:ascii="Arial" w:hAnsi="Arial" w:cs="Arial"/>
              </w:rPr>
            </w:pPr>
            <w:r w:rsidRPr="00A6355B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3060" w:type="dxa"/>
          </w:tcPr>
          <w:p w:rsidR="00AB37F3" w:rsidRPr="00A6355B" w:rsidRDefault="00AB37F3" w:rsidP="002C287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Part Shipment</w:t>
            </w:r>
          </w:p>
        </w:tc>
        <w:tc>
          <w:tcPr>
            <w:tcW w:w="1314" w:type="dxa"/>
          </w:tcPr>
          <w:p w:rsidR="00AB37F3" w:rsidRPr="00A6355B" w:rsidRDefault="00AB37F3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07" w:type="dxa"/>
          </w:tcPr>
          <w:p w:rsidR="00AB37F3" w:rsidRPr="00A6355B" w:rsidRDefault="00AB37F3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99" w:type="dxa"/>
          </w:tcPr>
          <w:p w:rsidR="00AB37F3" w:rsidRPr="00A6355B" w:rsidRDefault="00AB37F3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AB37F3" w:rsidRPr="00A6355B" w:rsidRDefault="00AB37F3" w:rsidP="002C287E">
            <w:pPr>
              <w:jc w:val="both"/>
              <w:rPr>
                <w:rFonts w:ascii="Arial" w:hAnsi="Arial" w:cs="Arial"/>
              </w:rPr>
            </w:pPr>
          </w:p>
        </w:tc>
      </w:tr>
      <w:tr w:rsidR="00AB37F3" w:rsidRPr="00A6355B">
        <w:tc>
          <w:tcPr>
            <w:tcW w:w="648" w:type="dxa"/>
            <w:vAlign w:val="center"/>
          </w:tcPr>
          <w:p w:rsidR="00AB37F3" w:rsidRPr="00A6355B" w:rsidRDefault="00AB37F3" w:rsidP="002C287E">
            <w:pPr>
              <w:jc w:val="center"/>
              <w:rPr>
                <w:rFonts w:ascii="Arial" w:hAnsi="Arial" w:cs="Arial"/>
              </w:rPr>
            </w:pPr>
            <w:r w:rsidRPr="00A6355B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060" w:type="dxa"/>
          </w:tcPr>
          <w:p w:rsidR="00AB37F3" w:rsidRPr="00A6355B" w:rsidRDefault="00AB37F3" w:rsidP="002C287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Transport Clause</w:t>
            </w:r>
          </w:p>
        </w:tc>
        <w:tc>
          <w:tcPr>
            <w:tcW w:w="1314" w:type="dxa"/>
          </w:tcPr>
          <w:p w:rsidR="00AB37F3" w:rsidRPr="00A6355B" w:rsidRDefault="00AB37F3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07" w:type="dxa"/>
          </w:tcPr>
          <w:p w:rsidR="00AB37F3" w:rsidRPr="00A6355B" w:rsidRDefault="00AB37F3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99" w:type="dxa"/>
          </w:tcPr>
          <w:p w:rsidR="00AB37F3" w:rsidRPr="00A6355B" w:rsidRDefault="00AB37F3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AB37F3" w:rsidRPr="00A6355B" w:rsidRDefault="00AB37F3" w:rsidP="002C287E">
            <w:pPr>
              <w:jc w:val="both"/>
              <w:rPr>
                <w:rFonts w:ascii="Arial" w:hAnsi="Arial" w:cs="Arial"/>
              </w:rPr>
            </w:pPr>
          </w:p>
        </w:tc>
      </w:tr>
      <w:tr w:rsidR="00AB37F3" w:rsidRPr="00A6355B">
        <w:tc>
          <w:tcPr>
            <w:tcW w:w="648" w:type="dxa"/>
            <w:vAlign w:val="center"/>
          </w:tcPr>
          <w:p w:rsidR="00AB37F3" w:rsidRPr="00A6355B" w:rsidRDefault="00AB37F3" w:rsidP="002C287E">
            <w:pPr>
              <w:jc w:val="center"/>
              <w:rPr>
                <w:rFonts w:ascii="Arial" w:hAnsi="Arial" w:cs="Arial"/>
              </w:rPr>
            </w:pPr>
            <w:r w:rsidRPr="00A6355B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3060" w:type="dxa"/>
          </w:tcPr>
          <w:p w:rsidR="00AB37F3" w:rsidRPr="00A6355B" w:rsidRDefault="00AB37F3" w:rsidP="002C287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Warrantee Replacement Clause</w:t>
            </w:r>
          </w:p>
        </w:tc>
        <w:tc>
          <w:tcPr>
            <w:tcW w:w="1314" w:type="dxa"/>
          </w:tcPr>
          <w:p w:rsidR="00AB37F3" w:rsidRPr="00A6355B" w:rsidRDefault="00AB37F3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07" w:type="dxa"/>
          </w:tcPr>
          <w:p w:rsidR="00AB37F3" w:rsidRPr="00A6355B" w:rsidRDefault="00AB37F3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99" w:type="dxa"/>
          </w:tcPr>
          <w:p w:rsidR="00AB37F3" w:rsidRPr="00A6355B" w:rsidRDefault="00AB37F3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AB37F3" w:rsidRPr="00A6355B" w:rsidRDefault="00AB37F3" w:rsidP="002C287E">
            <w:pPr>
              <w:jc w:val="both"/>
              <w:rPr>
                <w:rFonts w:ascii="Arial" w:hAnsi="Arial" w:cs="Arial"/>
              </w:rPr>
            </w:pPr>
          </w:p>
        </w:tc>
      </w:tr>
      <w:tr w:rsidR="00AB37F3" w:rsidRPr="00A6355B">
        <w:tc>
          <w:tcPr>
            <w:tcW w:w="648" w:type="dxa"/>
            <w:vAlign w:val="center"/>
          </w:tcPr>
          <w:p w:rsidR="00AB37F3" w:rsidRPr="00A6355B" w:rsidRDefault="00AB37F3" w:rsidP="002C287E">
            <w:pPr>
              <w:jc w:val="center"/>
              <w:rPr>
                <w:rFonts w:ascii="Arial" w:hAnsi="Arial" w:cs="Arial"/>
              </w:rPr>
            </w:pPr>
            <w:r w:rsidRPr="00A6355B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3060" w:type="dxa"/>
          </w:tcPr>
          <w:p w:rsidR="00AB37F3" w:rsidRPr="00A6355B" w:rsidRDefault="00AB37F3" w:rsidP="002C287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Bank Guarantee Clause</w:t>
            </w:r>
          </w:p>
        </w:tc>
        <w:tc>
          <w:tcPr>
            <w:tcW w:w="1314" w:type="dxa"/>
          </w:tcPr>
          <w:p w:rsidR="00AB37F3" w:rsidRPr="00A6355B" w:rsidRDefault="00AB37F3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07" w:type="dxa"/>
          </w:tcPr>
          <w:p w:rsidR="00AB37F3" w:rsidRPr="00A6355B" w:rsidRDefault="00AB37F3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99" w:type="dxa"/>
          </w:tcPr>
          <w:p w:rsidR="00AB37F3" w:rsidRPr="00A6355B" w:rsidRDefault="00AB37F3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AB37F3" w:rsidRPr="00A6355B" w:rsidRDefault="00AB37F3" w:rsidP="002C287E">
            <w:pPr>
              <w:jc w:val="both"/>
              <w:rPr>
                <w:rFonts w:ascii="Arial" w:hAnsi="Arial" w:cs="Arial"/>
              </w:rPr>
            </w:pPr>
          </w:p>
        </w:tc>
      </w:tr>
      <w:tr w:rsidR="00AB37F3" w:rsidRPr="00A6355B">
        <w:tc>
          <w:tcPr>
            <w:tcW w:w="648" w:type="dxa"/>
            <w:vAlign w:val="center"/>
          </w:tcPr>
          <w:p w:rsidR="00AB37F3" w:rsidRPr="00A6355B" w:rsidRDefault="00AB37F3" w:rsidP="002C287E">
            <w:pPr>
              <w:jc w:val="center"/>
              <w:rPr>
                <w:rFonts w:ascii="Arial" w:hAnsi="Arial" w:cs="Arial"/>
              </w:rPr>
            </w:pPr>
            <w:r w:rsidRPr="00A6355B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3060" w:type="dxa"/>
          </w:tcPr>
          <w:p w:rsidR="00AB37F3" w:rsidRPr="00A6355B" w:rsidRDefault="00AB37F3" w:rsidP="002C287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Inspection Clause</w:t>
            </w:r>
          </w:p>
        </w:tc>
        <w:tc>
          <w:tcPr>
            <w:tcW w:w="1314" w:type="dxa"/>
          </w:tcPr>
          <w:p w:rsidR="00AB37F3" w:rsidRPr="00A6355B" w:rsidRDefault="00AB37F3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07" w:type="dxa"/>
          </w:tcPr>
          <w:p w:rsidR="00AB37F3" w:rsidRPr="00A6355B" w:rsidRDefault="00AB37F3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99" w:type="dxa"/>
          </w:tcPr>
          <w:p w:rsidR="00AB37F3" w:rsidRPr="00A6355B" w:rsidRDefault="00AB37F3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AB37F3" w:rsidRPr="00A6355B" w:rsidRDefault="00AB37F3" w:rsidP="002C287E">
            <w:pPr>
              <w:jc w:val="both"/>
              <w:rPr>
                <w:rFonts w:ascii="Arial" w:hAnsi="Arial" w:cs="Arial"/>
              </w:rPr>
            </w:pPr>
          </w:p>
        </w:tc>
      </w:tr>
      <w:tr w:rsidR="00AB37F3" w:rsidRPr="00A6355B">
        <w:tc>
          <w:tcPr>
            <w:tcW w:w="648" w:type="dxa"/>
            <w:vAlign w:val="center"/>
          </w:tcPr>
          <w:p w:rsidR="00AB37F3" w:rsidRPr="00A6355B" w:rsidRDefault="00AB37F3" w:rsidP="002C287E">
            <w:pPr>
              <w:jc w:val="center"/>
              <w:rPr>
                <w:rFonts w:ascii="Arial" w:hAnsi="Arial" w:cs="Arial"/>
              </w:rPr>
            </w:pPr>
            <w:r w:rsidRPr="00A6355B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3060" w:type="dxa"/>
          </w:tcPr>
          <w:p w:rsidR="00AB37F3" w:rsidRPr="00A6355B" w:rsidRDefault="00AB37F3" w:rsidP="002C287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E &amp; C Charges Clause</w:t>
            </w:r>
          </w:p>
        </w:tc>
        <w:tc>
          <w:tcPr>
            <w:tcW w:w="1314" w:type="dxa"/>
          </w:tcPr>
          <w:p w:rsidR="00AB37F3" w:rsidRPr="00A6355B" w:rsidRDefault="00AB37F3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07" w:type="dxa"/>
          </w:tcPr>
          <w:p w:rsidR="00AB37F3" w:rsidRPr="00A6355B" w:rsidRDefault="00AB37F3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99" w:type="dxa"/>
          </w:tcPr>
          <w:p w:rsidR="00AB37F3" w:rsidRPr="00A6355B" w:rsidRDefault="00AB37F3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AB37F3" w:rsidRPr="00A6355B" w:rsidRDefault="00AB37F3" w:rsidP="002C287E">
            <w:pPr>
              <w:jc w:val="both"/>
              <w:rPr>
                <w:rFonts w:ascii="Arial" w:hAnsi="Arial" w:cs="Arial"/>
              </w:rPr>
            </w:pPr>
          </w:p>
        </w:tc>
      </w:tr>
      <w:tr w:rsidR="00AB37F3" w:rsidRPr="00A6355B">
        <w:tc>
          <w:tcPr>
            <w:tcW w:w="648" w:type="dxa"/>
            <w:vAlign w:val="center"/>
          </w:tcPr>
          <w:p w:rsidR="00AB37F3" w:rsidRPr="00A6355B" w:rsidRDefault="00AB37F3" w:rsidP="002C287E">
            <w:pPr>
              <w:jc w:val="center"/>
              <w:rPr>
                <w:rFonts w:ascii="Arial" w:hAnsi="Arial" w:cs="Arial"/>
              </w:rPr>
            </w:pPr>
            <w:r w:rsidRPr="00A6355B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3060" w:type="dxa"/>
          </w:tcPr>
          <w:p w:rsidR="00AB37F3" w:rsidRPr="00A6355B" w:rsidRDefault="00AB37F3" w:rsidP="002C287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Taxes and Duties Clause</w:t>
            </w:r>
          </w:p>
        </w:tc>
        <w:tc>
          <w:tcPr>
            <w:tcW w:w="1314" w:type="dxa"/>
          </w:tcPr>
          <w:p w:rsidR="00AB37F3" w:rsidRPr="00A6355B" w:rsidRDefault="00AB37F3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07" w:type="dxa"/>
          </w:tcPr>
          <w:p w:rsidR="00AB37F3" w:rsidRPr="00A6355B" w:rsidRDefault="00AB37F3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99" w:type="dxa"/>
          </w:tcPr>
          <w:p w:rsidR="00AB37F3" w:rsidRPr="00A6355B" w:rsidRDefault="00AB37F3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AB37F3" w:rsidRPr="00A6355B" w:rsidRDefault="00AB37F3" w:rsidP="002C287E">
            <w:pPr>
              <w:jc w:val="both"/>
              <w:rPr>
                <w:rFonts w:ascii="Arial" w:hAnsi="Arial" w:cs="Arial"/>
              </w:rPr>
            </w:pPr>
          </w:p>
        </w:tc>
      </w:tr>
      <w:tr w:rsidR="00AB37F3" w:rsidRPr="00A6355B">
        <w:tc>
          <w:tcPr>
            <w:tcW w:w="648" w:type="dxa"/>
            <w:vAlign w:val="center"/>
          </w:tcPr>
          <w:p w:rsidR="00AB37F3" w:rsidRPr="00A6355B" w:rsidRDefault="00AB37F3" w:rsidP="002C287E">
            <w:pPr>
              <w:jc w:val="center"/>
              <w:rPr>
                <w:rFonts w:ascii="Arial" w:hAnsi="Arial" w:cs="Arial"/>
              </w:rPr>
            </w:pPr>
            <w:r w:rsidRPr="00A6355B"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3060" w:type="dxa"/>
          </w:tcPr>
          <w:p w:rsidR="00AB37F3" w:rsidRPr="00A6355B" w:rsidRDefault="00AB37F3" w:rsidP="002C287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Exchange Rate Clause</w:t>
            </w:r>
          </w:p>
        </w:tc>
        <w:tc>
          <w:tcPr>
            <w:tcW w:w="1314" w:type="dxa"/>
          </w:tcPr>
          <w:p w:rsidR="00AB37F3" w:rsidRPr="00A6355B" w:rsidRDefault="00AB37F3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07" w:type="dxa"/>
          </w:tcPr>
          <w:p w:rsidR="00AB37F3" w:rsidRPr="00A6355B" w:rsidRDefault="00AB37F3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99" w:type="dxa"/>
          </w:tcPr>
          <w:p w:rsidR="00AB37F3" w:rsidRPr="00A6355B" w:rsidRDefault="00AB37F3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AB37F3" w:rsidRPr="00A6355B" w:rsidRDefault="00AB37F3" w:rsidP="002C287E">
            <w:pPr>
              <w:jc w:val="both"/>
              <w:rPr>
                <w:rFonts w:ascii="Arial" w:hAnsi="Arial" w:cs="Arial"/>
              </w:rPr>
            </w:pPr>
          </w:p>
        </w:tc>
      </w:tr>
      <w:tr w:rsidR="00AB37F3" w:rsidRPr="00A6355B">
        <w:tc>
          <w:tcPr>
            <w:tcW w:w="648" w:type="dxa"/>
            <w:vAlign w:val="center"/>
          </w:tcPr>
          <w:p w:rsidR="00AB37F3" w:rsidRPr="00A6355B" w:rsidRDefault="00AB37F3" w:rsidP="002C287E">
            <w:pPr>
              <w:jc w:val="center"/>
              <w:rPr>
                <w:rFonts w:ascii="Arial" w:hAnsi="Arial" w:cs="Arial"/>
              </w:rPr>
            </w:pPr>
            <w:r w:rsidRPr="00A6355B"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3060" w:type="dxa"/>
          </w:tcPr>
          <w:p w:rsidR="00AB37F3" w:rsidRPr="00A6355B" w:rsidRDefault="00AB37F3" w:rsidP="002C287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General Terms &amp; Conditions Clause</w:t>
            </w:r>
          </w:p>
        </w:tc>
        <w:tc>
          <w:tcPr>
            <w:tcW w:w="1314" w:type="dxa"/>
          </w:tcPr>
          <w:p w:rsidR="00AB37F3" w:rsidRPr="00A6355B" w:rsidRDefault="00AB37F3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07" w:type="dxa"/>
          </w:tcPr>
          <w:p w:rsidR="00AB37F3" w:rsidRPr="00A6355B" w:rsidRDefault="00AB37F3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99" w:type="dxa"/>
          </w:tcPr>
          <w:p w:rsidR="00AB37F3" w:rsidRPr="00A6355B" w:rsidRDefault="00AB37F3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AB37F3" w:rsidRPr="00A6355B" w:rsidRDefault="00AB37F3" w:rsidP="002C287E">
            <w:pPr>
              <w:jc w:val="both"/>
              <w:rPr>
                <w:rFonts w:ascii="Arial" w:hAnsi="Arial" w:cs="Arial"/>
              </w:rPr>
            </w:pPr>
          </w:p>
        </w:tc>
      </w:tr>
    </w:tbl>
    <w:p w:rsidR="00AB37F3" w:rsidRPr="00A6355B" w:rsidRDefault="00AB37F3" w:rsidP="00D41D16">
      <w:pPr>
        <w:tabs>
          <w:tab w:val="left" w:pos="360"/>
        </w:tabs>
        <w:ind w:left="6120" w:firstLine="360"/>
        <w:jc w:val="both"/>
        <w:rPr>
          <w:rFonts w:ascii="Arial" w:hAnsi="Arial"/>
          <w:b/>
          <w:sz w:val="22"/>
          <w:szCs w:val="22"/>
        </w:rPr>
      </w:pPr>
    </w:p>
    <w:p w:rsidR="00AB37F3" w:rsidRDefault="00AB37F3" w:rsidP="00D41D16">
      <w:pPr>
        <w:tabs>
          <w:tab w:val="left" w:pos="0"/>
        </w:tabs>
        <w:rPr>
          <w:rFonts w:ascii="Arial" w:hAnsi="Arial"/>
          <w:b/>
          <w:sz w:val="22"/>
          <w:szCs w:val="22"/>
        </w:rPr>
      </w:pPr>
      <w:r w:rsidRPr="00A6355B">
        <w:rPr>
          <w:rFonts w:ascii="Arial" w:hAnsi="Arial"/>
          <w:sz w:val="22"/>
          <w:szCs w:val="22"/>
        </w:rPr>
        <w:t>We confirm acceptance of all other terms and conditions of NIT</w:t>
      </w:r>
    </w:p>
    <w:p w:rsidR="00AB37F3" w:rsidRDefault="00AB37F3" w:rsidP="00D41D16">
      <w:pPr>
        <w:tabs>
          <w:tab w:val="left" w:pos="360"/>
        </w:tabs>
        <w:ind w:left="6120" w:firstLine="360"/>
        <w:jc w:val="right"/>
        <w:rPr>
          <w:rFonts w:ascii="Arial" w:hAnsi="Arial"/>
          <w:b/>
          <w:sz w:val="22"/>
          <w:szCs w:val="22"/>
        </w:rPr>
      </w:pPr>
    </w:p>
    <w:p w:rsidR="00AB37F3" w:rsidRPr="00A6355B" w:rsidRDefault="00AB37F3" w:rsidP="00D41D16">
      <w:pPr>
        <w:tabs>
          <w:tab w:val="left" w:pos="360"/>
        </w:tabs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ab/>
      </w:r>
      <w:r>
        <w:rPr>
          <w:rFonts w:ascii="Arial" w:hAnsi="Arial"/>
          <w:b/>
          <w:sz w:val="22"/>
          <w:szCs w:val="22"/>
        </w:rPr>
        <w:tab/>
      </w:r>
      <w:r>
        <w:rPr>
          <w:rFonts w:ascii="Arial" w:hAnsi="Arial"/>
          <w:b/>
          <w:sz w:val="22"/>
          <w:szCs w:val="22"/>
        </w:rPr>
        <w:tab/>
      </w:r>
      <w:r>
        <w:rPr>
          <w:rFonts w:ascii="Arial" w:hAnsi="Arial"/>
          <w:b/>
          <w:sz w:val="22"/>
          <w:szCs w:val="22"/>
        </w:rPr>
        <w:tab/>
      </w:r>
      <w:r>
        <w:rPr>
          <w:rFonts w:ascii="Arial" w:hAnsi="Arial"/>
          <w:b/>
          <w:sz w:val="22"/>
          <w:szCs w:val="22"/>
        </w:rPr>
        <w:tab/>
      </w:r>
      <w:r>
        <w:rPr>
          <w:rFonts w:ascii="Arial" w:hAnsi="Arial"/>
          <w:b/>
          <w:sz w:val="22"/>
          <w:szCs w:val="22"/>
        </w:rPr>
        <w:tab/>
      </w:r>
      <w:r>
        <w:rPr>
          <w:rFonts w:ascii="Arial" w:hAnsi="Arial"/>
          <w:b/>
          <w:sz w:val="22"/>
          <w:szCs w:val="22"/>
        </w:rPr>
        <w:tab/>
      </w:r>
      <w:r>
        <w:rPr>
          <w:rFonts w:ascii="Arial" w:hAnsi="Arial"/>
          <w:b/>
          <w:sz w:val="22"/>
          <w:szCs w:val="22"/>
        </w:rPr>
        <w:tab/>
      </w:r>
      <w:r>
        <w:rPr>
          <w:rFonts w:ascii="Arial" w:hAnsi="Arial"/>
          <w:b/>
          <w:sz w:val="22"/>
          <w:szCs w:val="22"/>
        </w:rPr>
        <w:tab/>
      </w:r>
      <w:r>
        <w:rPr>
          <w:rFonts w:ascii="Arial" w:hAnsi="Arial"/>
          <w:b/>
          <w:sz w:val="22"/>
          <w:szCs w:val="22"/>
        </w:rPr>
        <w:tab/>
      </w:r>
      <w:r w:rsidRPr="00A6355B">
        <w:rPr>
          <w:rFonts w:ascii="Arial" w:hAnsi="Arial"/>
          <w:b/>
          <w:sz w:val="22"/>
          <w:szCs w:val="22"/>
        </w:rPr>
        <w:t>Signature of the bidder</w:t>
      </w:r>
    </w:p>
    <w:p w:rsidR="00AB37F3" w:rsidRDefault="00AB37F3" w:rsidP="00D41D16">
      <w:pPr>
        <w:tabs>
          <w:tab w:val="left" w:pos="360"/>
        </w:tabs>
        <w:ind w:left="6120" w:firstLine="360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 xml:space="preserve">  </w:t>
      </w:r>
      <w:r w:rsidRPr="00A6355B">
        <w:rPr>
          <w:rFonts w:ascii="Arial" w:hAnsi="Arial"/>
          <w:b/>
          <w:sz w:val="22"/>
          <w:szCs w:val="22"/>
        </w:rPr>
        <w:t>Seal of the company</w:t>
      </w:r>
    </w:p>
    <w:p w:rsidR="00AB37F3" w:rsidRDefault="00AB37F3" w:rsidP="00A8177E">
      <w:pPr>
        <w:tabs>
          <w:tab w:val="left" w:pos="360"/>
        </w:tabs>
        <w:jc w:val="both"/>
        <w:rPr>
          <w:rFonts w:ascii="Arial" w:hAnsi="Arial" w:cs="Arial"/>
          <w:sz w:val="22"/>
          <w:szCs w:val="22"/>
        </w:rPr>
      </w:pPr>
      <w:r w:rsidRPr="00A6355B">
        <w:rPr>
          <w:rFonts w:ascii="Arial" w:hAnsi="Arial" w:cs="Arial"/>
          <w:b/>
          <w:sz w:val="22"/>
          <w:szCs w:val="22"/>
        </w:rPr>
        <w:t>Note:</w:t>
      </w:r>
      <w:r w:rsidRPr="00A6355B">
        <w:rPr>
          <w:rFonts w:ascii="Arial" w:hAnsi="Arial" w:cs="Arial"/>
          <w:sz w:val="22"/>
          <w:szCs w:val="22"/>
        </w:rPr>
        <w:t xml:space="preserve"> It may be noted that offers with deviation without price implications are liable to be rejected</w:t>
      </w:r>
    </w:p>
    <w:p w:rsidR="00AB37F3" w:rsidRPr="007167D0" w:rsidRDefault="00AB37F3" w:rsidP="00A8177E">
      <w:pPr>
        <w:keepNext/>
        <w:tabs>
          <w:tab w:val="left" w:pos="360"/>
        </w:tabs>
        <w:jc w:val="center"/>
        <w:outlineLvl w:val="3"/>
        <w:rPr>
          <w:rFonts w:ascii="Arial" w:hAnsi="Arial" w:cs="Arial"/>
          <w:b/>
          <w:bCs/>
          <w:sz w:val="21"/>
          <w:szCs w:val="21"/>
        </w:rPr>
      </w:pPr>
      <w:r w:rsidRPr="007167D0">
        <w:rPr>
          <w:rFonts w:ascii="Arial" w:hAnsi="Arial" w:cs="Arial"/>
          <w:b/>
          <w:bCs/>
          <w:sz w:val="21"/>
          <w:szCs w:val="21"/>
        </w:rPr>
        <w:t>Annexure II A (For Indigenous Items)</w:t>
      </w:r>
    </w:p>
    <w:p w:rsidR="00AB37F3" w:rsidRPr="007167D0" w:rsidRDefault="00AB37F3" w:rsidP="00A8177E">
      <w:pPr>
        <w:keepNext/>
        <w:tabs>
          <w:tab w:val="left" w:pos="360"/>
        </w:tabs>
        <w:jc w:val="center"/>
        <w:outlineLvl w:val="3"/>
        <w:rPr>
          <w:rFonts w:ascii="Arial" w:hAnsi="Arial" w:cs="Arial"/>
          <w:b/>
          <w:bCs/>
          <w:sz w:val="21"/>
          <w:szCs w:val="21"/>
        </w:rPr>
      </w:pPr>
    </w:p>
    <w:p w:rsidR="00AB37F3" w:rsidRPr="007167D0" w:rsidRDefault="00AB37F3" w:rsidP="00A8177E">
      <w:pPr>
        <w:tabs>
          <w:tab w:val="left" w:pos="360"/>
        </w:tabs>
        <w:rPr>
          <w:rFonts w:ascii="Arial" w:hAnsi="Arial" w:cs="Arial"/>
          <w:b/>
          <w:bCs/>
          <w:sz w:val="21"/>
          <w:szCs w:val="21"/>
        </w:rPr>
      </w:pPr>
      <w:r w:rsidRPr="007167D0">
        <w:rPr>
          <w:rFonts w:ascii="Arial" w:hAnsi="Arial" w:cs="Arial"/>
          <w:b/>
          <w:bCs/>
          <w:sz w:val="21"/>
          <w:szCs w:val="21"/>
        </w:rPr>
        <w:t>Tender Enquiry No. BHEL/EMRP/PUR/ S/</w:t>
      </w:r>
      <w:r>
        <w:rPr>
          <w:rFonts w:ascii="Arial" w:hAnsi="Arial" w:cs="Arial"/>
          <w:b/>
          <w:bCs/>
          <w:sz w:val="21"/>
          <w:szCs w:val="21"/>
        </w:rPr>
        <w:t>200616/17/18/23/24/25/26/28</w:t>
      </w:r>
      <w:r w:rsidRPr="007167D0">
        <w:rPr>
          <w:rFonts w:ascii="Arial" w:hAnsi="Arial" w:cs="Arial"/>
          <w:b/>
          <w:bCs/>
          <w:sz w:val="21"/>
          <w:szCs w:val="21"/>
        </w:rPr>
        <w:t xml:space="preserve">             Dt</w:t>
      </w:r>
      <w:r w:rsidRPr="007167D0">
        <w:rPr>
          <w:rFonts w:ascii="Arial" w:hAnsi="Arial" w:cs="Arial"/>
          <w:b/>
          <w:sz w:val="21"/>
          <w:szCs w:val="21"/>
        </w:rPr>
        <w:t xml:space="preserve">: </w:t>
      </w:r>
      <w:r>
        <w:rPr>
          <w:rFonts w:ascii="Arial" w:hAnsi="Arial" w:cs="Arial"/>
          <w:b/>
          <w:sz w:val="21"/>
          <w:szCs w:val="21"/>
        </w:rPr>
        <w:t>02.12</w:t>
      </w:r>
      <w:r w:rsidRPr="007167D0">
        <w:rPr>
          <w:rFonts w:ascii="Arial" w:hAnsi="Arial" w:cs="Arial"/>
          <w:b/>
          <w:sz w:val="21"/>
          <w:szCs w:val="21"/>
        </w:rPr>
        <w:t>.2011</w:t>
      </w:r>
    </w:p>
    <w:p w:rsidR="00AB37F3" w:rsidRPr="007167D0" w:rsidRDefault="00AB37F3" w:rsidP="00A8177E">
      <w:pPr>
        <w:tabs>
          <w:tab w:val="left" w:pos="360"/>
        </w:tabs>
        <w:rPr>
          <w:rFonts w:ascii="Arial" w:hAnsi="Arial" w:cs="Arial"/>
          <w:sz w:val="21"/>
          <w:szCs w:val="21"/>
        </w:rPr>
      </w:pPr>
      <w:r w:rsidRPr="007167D0">
        <w:rPr>
          <w:rFonts w:ascii="Arial" w:hAnsi="Arial" w:cs="Arial"/>
          <w:sz w:val="21"/>
          <w:szCs w:val="21"/>
        </w:rPr>
        <w:t xml:space="preserve">Bidder’s Ref No: __________________________________________________                                                                                                     </w:t>
      </w:r>
    </w:p>
    <w:p w:rsidR="00AB37F3" w:rsidRPr="007167D0" w:rsidRDefault="00AB37F3" w:rsidP="00A8177E">
      <w:pPr>
        <w:keepNext/>
        <w:spacing w:before="240" w:after="60"/>
        <w:jc w:val="both"/>
        <w:outlineLvl w:val="1"/>
        <w:rPr>
          <w:rFonts w:ascii="Arial" w:hAnsi="Arial" w:cs="Arial"/>
          <w:b/>
          <w:bCs/>
          <w:iCs/>
          <w:sz w:val="21"/>
          <w:szCs w:val="21"/>
        </w:rPr>
      </w:pPr>
      <w:r w:rsidRPr="007167D0">
        <w:rPr>
          <w:rFonts w:ascii="Arial" w:hAnsi="Arial" w:cs="Arial"/>
          <w:b/>
          <w:bCs/>
          <w:iCs/>
          <w:sz w:val="21"/>
          <w:szCs w:val="21"/>
        </w:rPr>
        <w:t>Proforma for Price Bid Part “B”</w:t>
      </w:r>
    </w:p>
    <w:p w:rsidR="00AB37F3" w:rsidRPr="007167D0" w:rsidRDefault="00AB37F3" w:rsidP="00A8177E">
      <w:pPr>
        <w:jc w:val="both"/>
        <w:rPr>
          <w:rFonts w:ascii="Arial" w:hAnsi="Arial" w:cs="Arial"/>
          <w:sz w:val="21"/>
          <w:szCs w:val="21"/>
        </w:rPr>
      </w:pPr>
    </w:p>
    <w:tbl>
      <w:tblPr>
        <w:tblW w:w="928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788"/>
        <w:gridCol w:w="900"/>
        <w:gridCol w:w="2160"/>
        <w:gridCol w:w="1440"/>
      </w:tblGrid>
      <w:tr w:rsidR="00AB37F3" w:rsidRPr="007167D0">
        <w:tc>
          <w:tcPr>
            <w:tcW w:w="4788" w:type="dxa"/>
            <w:vAlign w:val="center"/>
          </w:tcPr>
          <w:p w:rsidR="00AB37F3" w:rsidRPr="007167D0" w:rsidRDefault="00AB37F3" w:rsidP="00A8177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7167D0">
              <w:rPr>
                <w:rFonts w:ascii="Arial" w:hAnsi="Arial" w:cs="Arial"/>
                <w:sz w:val="21"/>
                <w:szCs w:val="21"/>
              </w:rPr>
              <w:t>Description</w:t>
            </w:r>
          </w:p>
          <w:p w:rsidR="00AB37F3" w:rsidRPr="007167D0" w:rsidRDefault="00AB37F3" w:rsidP="00A8177E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AB37F3" w:rsidRPr="007167D0" w:rsidRDefault="00AB37F3" w:rsidP="00A8177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7167D0">
              <w:rPr>
                <w:rFonts w:ascii="Arial" w:hAnsi="Arial" w:cs="Arial"/>
                <w:sz w:val="21"/>
                <w:szCs w:val="21"/>
              </w:rPr>
              <w:t xml:space="preserve">Qty. </w:t>
            </w:r>
          </w:p>
          <w:p w:rsidR="00AB37F3" w:rsidRPr="007167D0" w:rsidRDefault="00AB37F3" w:rsidP="00A8177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7167D0">
              <w:rPr>
                <w:rFonts w:ascii="Arial" w:hAnsi="Arial" w:cs="Arial"/>
                <w:sz w:val="21"/>
                <w:szCs w:val="21"/>
              </w:rPr>
              <w:t>Nos.</w:t>
            </w:r>
          </w:p>
        </w:tc>
        <w:tc>
          <w:tcPr>
            <w:tcW w:w="2160" w:type="dxa"/>
            <w:vAlign w:val="center"/>
          </w:tcPr>
          <w:p w:rsidR="00AB37F3" w:rsidRPr="007167D0" w:rsidRDefault="00AB37F3" w:rsidP="00A8177E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7167D0">
              <w:rPr>
                <w:rFonts w:ascii="Arial" w:hAnsi="Arial" w:cs="Arial"/>
                <w:sz w:val="21"/>
                <w:szCs w:val="21"/>
              </w:rPr>
              <w:t xml:space="preserve">Unit Rate per / Nos. as per total  cost to BHEL as per break up below in Rs. </w:t>
            </w:r>
          </w:p>
        </w:tc>
        <w:tc>
          <w:tcPr>
            <w:tcW w:w="1440" w:type="dxa"/>
            <w:vAlign w:val="center"/>
          </w:tcPr>
          <w:p w:rsidR="00AB37F3" w:rsidRPr="007167D0" w:rsidRDefault="00AB37F3" w:rsidP="00A8177E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7167D0">
              <w:rPr>
                <w:rFonts w:ascii="Arial" w:hAnsi="Arial" w:cs="Arial"/>
                <w:sz w:val="21"/>
                <w:szCs w:val="21"/>
              </w:rPr>
              <w:t>Total Price</w:t>
            </w:r>
          </w:p>
        </w:tc>
      </w:tr>
      <w:tr w:rsidR="00AB37F3" w:rsidRPr="007167D0">
        <w:tc>
          <w:tcPr>
            <w:tcW w:w="4788" w:type="dxa"/>
            <w:vAlign w:val="center"/>
          </w:tcPr>
          <w:p w:rsidR="00AB37F3" w:rsidRPr="007167D0" w:rsidRDefault="00AB37F3" w:rsidP="00A8177E">
            <w:pPr>
              <w:spacing w:line="260" w:lineRule="atLeast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7167D0">
              <w:rPr>
                <w:rFonts w:ascii="Arial" w:hAnsi="Arial" w:cs="Arial"/>
                <w:sz w:val="21"/>
                <w:szCs w:val="21"/>
              </w:rPr>
              <w:t>Fabricated and machined Front Pedestal Inclusive of all costs as per tender specification (Like Packing / Forwarding &amp; Transportation, etc.,)</w:t>
            </w:r>
          </w:p>
        </w:tc>
        <w:tc>
          <w:tcPr>
            <w:tcW w:w="900" w:type="dxa"/>
            <w:vAlign w:val="center"/>
          </w:tcPr>
          <w:p w:rsidR="00AB37F3" w:rsidRDefault="00AB37F3" w:rsidP="00A8177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4</w:t>
            </w:r>
          </w:p>
          <w:p w:rsidR="00AB37F3" w:rsidRPr="007167D0" w:rsidRDefault="00AB37F3" w:rsidP="00A8177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160" w:type="dxa"/>
            <w:vAlign w:val="center"/>
          </w:tcPr>
          <w:p w:rsidR="00AB37F3" w:rsidRPr="007167D0" w:rsidRDefault="00AB37F3" w:rsidP="00A8177E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40" w:type="dxa"/>
            <w:vAlign w:val="center"/>
          </w:tcPr>
          <w:p w:rsidR="00AB37F3" w:rsidRPr="007167D0" w:rsidRDefault="00AB37F3" w:rsidP="00A8177E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B37F3" w:rsidRPr="007167D0">
        <w:tc>
          <w:tcPr>
            <w:tcW w:w="4788" w:type="dxa"/>
            <w:vAlign w:val="center"/>
          </w:tcPr>
          <w:p w:rsidR="00AB37F3" w:rsidRPr="007167D0" w:rsidRDefault="00AB37F3" w:rsidP="00A8177E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7167D0">
              <w:rPr>
                <w:rFonts w:ascii="Arial" w:hAnsi="Arial" w:cs="Arial"/>
                <w:sz w:val="21"/>
                <w:szCs w:val="21"/>
              </w:rPr>
              <w:t>Fabricated and machined LP-IP Pedestal Inclusive of all costs as per tender specification (Like Packing / Forwarding &amp; Transportation, etc.,)</w:t>
            </w:r>
          </w:p>
        </w:tc>
        <w:tc>
          <w:tcPr>
            <w:tcW w:w="900" w:type="dxa"/>
            <w:vAlign w:val="center"/>
          </w:tcPr>
          <w:p w:rsidR="00AB37F3" w:rsidRDefault="00AB37F3" w:rsidP="0022583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4</w:t>
            </w:r>
          </w:p>
          <w:p w:rsidR="00AB37F3" w:rsidRPr="007167D0" w:rsidRDefault="00AB37F3" w:rsidP="0022583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160" w:type="dxa"/>
            <w:vAlign w:val="center"/>
          </w:tcPr>
          <w:p w:rsidR="00AB37F3" w:rsidRPr="007167D0" w:rsidRDefault="00AB37F3" w:rsidP="00A8177E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40" w:type="dxa"/>
            <w:vAlign w:val="center"/>
          </w:tcPr>
          <w:p w:rsidR="00AB37F3" w:rsidRPr="007167D0" w:rsidRDefault="00AB37F3" w:rsidP="00A8177E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B37F3" w:rsidRPr="007167D0">
        <w:tc>
          <w:tcPr>
            <w:tcW w:w="4788" w:type="dxa"/>
            <w:vAlign w:val="center"/>
          </w:tcPr>
          <w:p w:rsidR="00AB37F3" w:rsidRPr="007167D0" w:rsidRDefault="00AB37F3" w:rsidP="00A8177E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7167D0">
              <w:rPr>
                <w:rFonts w:ascii="Arial" w:hAnsi="Arial" w:cs="Arial"/>
                <w:sz w:val="21"/>
                <w:szCs w:val="21"/>
              </w:rPr>
              <w:t>Fabricated and machined IP-HP Pedestal Inclusive of all costs as per tender specification (Like Packing / Forwarding &amp; Transportation, etc.,)</w:t>
            </w:r>
          </w:p>
        </w:tc>
        <w:tc>
          <w:tcPr>
            <w:tcW w:w="900" w:type="dxa"/>
            <w:vAlign w:val="center"/>
          </w:tcPr>
          <w:p w:rsidR="00AB37F3" w:rsidRDefault="00AB37F3" w:rsidP="0022583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4</w:t>
            </w:r>
          </w:p>
          <w:p w:rsidR="00AB37F3" w:rsidRPr="007167D0" w:rsidRDefault="00AB37F3" w:rsidP="0022583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160" w:type="dxa"/>
            <w:vAlign w:val="center"/>
          </w:tcPr>
          <w:p w:rsidR="00AB37F3" w:rsidRPr="007167D0" w:rsidRDefault="00AB37F3" w:rsidP="00A8177E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40" w:type="dxa"/>
            <w:vAlign w:val="center"/>
          </w:tcPr>
          <w:p w:rsidR="00AB37F3" w:rsidRPr="007167D0" w:rsidRDefault="00AB37F3" w:rsidP="00A8177E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B37F3" w:rsidRPr="007167D0">
        <w:tc>
          <w:tcPr>
            <w:tcW w:w="4788" w:type="dxa"/>
            <w:vAlign w:val="center"/>
          </w:tcPr>
          <w:p w:rsidR="00AB37F3" w:rsidRPr="007167D0" w:rsidRDefault="00AB37F3" w:rsidP="00A8177E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7167D0">
              <w:rPr>
                <w:rFonts w:ascii="Arial" w:hAnsi="Arial" w:cs="Arial"/>
                <w:sz w:val="21"/>
                <w:szCs w:val="21"/>
              </w:rPr>
              <w:t>Fabricated and machined LP- Generator Inclusive of all costs as per tender specification (Like Packing / Forwarding &amp; Transportation, etc.,)</w:t>
            </w:r>
          </w:p>
        </w:tc>
        <w:tc>
          <w:tcPr>
            <w:tcW w:w="900" w:type="dxa"/>
            <w:vAlign w:val="center"/>
          </w:tcPr>
          <w:p w:rsidR="00AB37F3" w:rsidRDefault="00AB37F3" w:rsidP="0022583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4</w:t>
            </w:r>
          </w:p>
          <w:p w:rsidR="00AB37F3" w:rsidRPr="007167D0" w:rsidRDefault="00AB37F3" w:rsidP="0022583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160" w:type="dxa"/>
            <w:vAlign w:val="center"/>
          </w:tcPr>
          <w:p w:rsidR="00AB37F3" w:rsidRPr="007167D0" w:rsidRDefault="00AB37F3" w:rsidP="00A8177E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40" w:type="dxa"/>
            <w:vAlign w:val="center"/>
          </w:tcPr>
          <w:p w:rsidR="00AB37F3" w:rsidRPr="007167D0" w:rsidRDefault="00AB37F3" w:rsidP="00A8177E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AB37F3" w:rsidRPr="007167D0" w:rsidRDefault="00AB37F3" w:rsidP="00A8177E">
      <w:pPr>
        <w:jc w:val="both"/>
        <w:rPr>
          <w:rFonts w:ascii="Arial" w:hAnsi="Arial" w:cs="Arial"/>
          <w:b/>
          <w:bCs/>
          <w:sz w:val="21"/>
          <w:szCs w:val="21"/>
        </w:rPr>
      </w:pPr>
    </w:p>
    <w:p w:rsidR="00AB37F3" w:rsidRPr="007167D0" w:rsidRDefault="00AB37F3" w:rsidP="00B3451B">
      <w:pPr>
        <w:jc w:val="both"/>
        <w:rPr>
          <w:rFonts w:ascii="Arial" w:hAnsi="Arial" w:cs="Arial"/>
          <w:b/>
          <w:bCs/>
          <w:sz w:val="21"/>
          <w:szCs w:val="21"/>
        </w:rPr>
      </w:pPr>
      <w:r w:rsidRPr="007167D0">
        <w:rPr>
          <w:rFonts w:ascii="Arial" w:hAnsi="Arial" w:cs="Arial"/>
          <w:b/>
          <w:bCs/>
          <w:sz w:val="21"/>
          <w:szCs w:val="21"/>
        </w:rPr>
        <w:t xml:space="preserve">Break-up of above total unit rate:                                       </w:t>
      </w:r>
      <w:r w:rsidRPr="007167D0">
        <w:rPr>
          <w:rFonts w:ascii="Arial" w:hAnsi="Arial" w:cs="Arial"/>
          <w:sz w:val="21"/>
          <w:szCs w:val="21"/>
        </w:rPr>
        <w:t xml:space="preserve">                                (in Rupees)</w:t>
      </w:r>
    </w:p>
    <w:tbl>
      <w:tblPr>
        <w:tblW w:w="883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2880"/>
        <w:gridCol w:w="1260"/>
        <w:gridCol w:w="1350"/>
        <w:gridCol w:w="1350"/>
        <w:gridCol w:w="1350"/>
      </w:tblGrid>
      <w:tr w:rsidR="00AB37F3" w:rsidRPr="007167D0">
        <w:trPr>
          <w:cantSplit/>
        </w:trPr>
        <w:tc>
          <w:tcPr>
            <w:tcW w:w="648" w:type="dxa"/>
            <w:vAlign w:val="center"/>
          </w:tcPr>
          <w:p w:rsidR="00AB37F3" w:rsidRPr="007167D0" w:rsidRDefault="00AB37F3" w:rsidP="00A8177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7167D0">
              <w:rPr>
                <w:rFonts w:ascii="Arial" w:hAnsi="Arial" w:cs="Arial"/>
                <w:sz w:val="21"/>
                <w:szCs w:val="21"/>
              </w:rPr>
              <w:t>Sr. No.</w:t>
            </w:r>
          </w:p>
        </w:tc>
        <w:tc>
          <w:tcPr>
            <w:tcW w:w="2880" w:type="dxa"/>
            <w:vAlign w:val="center"/>
          </w:tcPr>
          <w:p w:rsidR="00AB37F3" w:rsidRPr="007167D0" w:rsidRDefault="00AB37F3" w:rsidP="00A8177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7167D0">
              <w:rPr>
                <w:rFonts w:ascii="Arial" w:hAnsi="Arial" w:cs="Arial"/>
                <w:sz w:val="21"/>
                <w:szCs w:val="21"/>
              </w:rPr>
              <w:t>Description</w:t>
            </w:r>
          </w:p>
        </w:tc>
        <w:tc>
          <w:tcPr>
            <w:tcW w:w="1260" w:type="dxa"/>
          </w:tcPr>
          <w:p w:rsidR="00AB37F3" w:rsidRPr="007167D0" w:rsidRDefault="00AB37F3" w:rsidP="00A8177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7167D0">
              <w:rPr>
                <w:rFonts w:ascii="Arial" w:hAnsi="Arial" w:cs="Arial"/>
                <w:sz w:val="21"/>
                <w:szCs w:val="21"/>
              </w:rPr>
              <w:t>Front Pedestal</w:t>
            </w:r>
          </w:p>
        </w:tc>
        <w:tc>
          <w:tcPr>
            <w:tcW w:w="1350" w:type="dxa"/>
          </w:tcPr>
          <w:p w:rsidR="00AB37F3" w:rsidRPr="007167D0" w:rsidRDefault="00AB37F3" w:rsidP="00A8177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7167D0">
              <w:rPr>
                <w:rFonts w:ascii="Arial" w:hAnsi="Arial" w:cs="Arial"/>
                <w:sz w:val="21"/>
                <w:szCs w:val="21"/>
              </w:rPr>
              <w:t>LP-IP Pedestal</w:t>
            </w:r>
          </w:p>
        </w:tc>
        <w:tc>
          <w:tcPr>
            <w:tcW w:w="1350" w:type="dxa"/>
          </w:tcPr>
          <w:p w:rsidR="00AB37F3" w:rsidRPr="007167D0" w:rsidRDefault="00AB37F3" w:rsidP="00A8177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7167D0">
              <w:rPr>
                <w:rFonts w:ascii="Arial" w:hAnsi="Arial" w:cs="Arial"/>
                <w:sz w:val="21"/>
                <w:szCs w:val="21"/>
              </w:rPr>
              <w:t>IP-HP Pedestal</w:t>
            </w:r>
          </w:p>
        </w:tc>
        <w:tc>
          <w:tcPr>
            <w:tcW w:w="1350" w:type="dxa"/>
          </w:tcPr>
          <w:p w:rsidR="00AB37F3" w:rsidRPr="007167D0" w:rsidRDefault="00AB37F3" w:rsidP="00A8177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7167D0">
              <w:rPr>
                <w:rFonts w:ascii="Arial" w:hAnsi="Arial" w:cs="Arial"/>
                <w:sz w:val="21"/>
                <w:szCs w:val="21"/>
              </w:rPr>
              <w:t>LP- Generator</w:t>
            </w:r>
          </w:p>
        </w:tc>
      </w:tr>
      <w:tr w:rsidR="00AB37F3" w:rsidRPr="007167D0">
        <w:trPr>
          <w:cantSplit/>
        </w:trPr>
        <w:tc>
          <w:tcPr>
            <w:tcW w:w="648" w:type="dxa"/>
            <w:vAlign w:val="center"/>
          </w:tcPr>
          <w:p w:rsidR="00AB37F3" w:rsidRPr="007167D0" w:rsidRDefault="00AB37F3" w:rsidP="00A8177E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880" w:type="dxa"/>
            <w:vAlign w:val="center"/>
          </w:tcPr>
          <w:p w:rsidR="00AB37F3" w:rsidRPr="007167D0" w:rsidRDefault="00AB37F3" w:rsidP="00A8177E">
            <w:pPr>
              <w:rPr>
                <w:rFonts w:ascii="Arial" w:hAnsi="Arial" w:cs="Arial"/>
                <w:sz w:val="21"/>
                <w:szCs w:val="21"/>
              </w:rPr>
            </w:pPr>
            <w:r w:rsidRPr="007167D0">
              <w:rPr>
                <w:rFonts w:ascii="Arial" w:hAnsi="Arial" w:cs="Arial"/>
                <w:sz w:val="21"/>
                <w:szCs w:val="21"/>
              </w:rPr>
              <w:t>Basic unit rate for each no.</w:t>
            </w:r>
          </w:p>
        </w:tc>
        <w:tc>
          <w:tcPr>
            <w:tcW w:w="1260" w:type="dxa"/>
          </w:tcPr>
          <w:p w:rsidR="00AB37F3" w:rsidRPr="007167D0" w:rsidRDefault="00AB37F3" w:rsidP="00A8177E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350" w:type="dxa"/>
          </w:tcPr>
          <w:p w:rsidR="00AB37F3" w:rsidRPr="007167D0" w:rsidRDefault="00AB37F3" w:rsidP="00A8177E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350" w:type="dxa"/>
          </w:tcPr>
          <w:p w:rsidR="00AB37F3" w:rsidRPr="007167D0" w:rsidRDefault="00AB37F3" w:rsidP="00A8177E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350" w:type="dxa"/>
          </w:tcPr>
          <w:p w:rsidR="00AB37F3" w:rsidRPr="007167D0" w:rsidRDefault="00AB37F3" w:rsidP="00A8177E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B37F3" w:rsidRPr="007167D0">
        <w:trPr>
          <w:cantSplit/>
        </w:trPr>
        <w:tc>
          <w:tcPr>
            <w:tcW w:w="648" w:type="dxa"/>
            <w:vAlign w:val="center"/>
          </w:tcPr>
          <w:p w:rsidR="00AB37F3" w:rsidRPr="007167D0" w:rsidRDefault="00AB37F3" w:rsidP="00A8177E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880" w:type="dxa"/>
            <w:vAlign w:val="center"/>
          </w:tcPr>
          <w:p w:rsidR="00AB37F3" w:rsidRPr="007167D0" w:rsidRDefault="00AB37F3" w:rsidP="00A8177E">
            <w:pPr>
              <w:rPr>
                <w:rFonts w:ascii="Arial" w:hAnsi="Arial" w:cs="Arial"/>
                <w:sz w:val="21"/>
                <w:szCs w:val="21"/>
              </w:rPr>
            </w:pPr>
            <w:r w:rsidRPr="007167D0">
              <w:rPr>
                <w:rFonts w:ascii="Arial" w:hAnsi="Arial" w:cs="Arial"/>
                <w:sz w:val="21"/>
                <w:szCs w:val="21"/>
              </w:rPr>
              <w:t>Excise duty (Specify rate)</w:t>
            </w:r>
          </w:p>
        </w:tc>
        <w:tc>
          <w:tcPr>
            <w:tcW w:w="1260" w:type="dxa"/>
          </w:tcPr>
          <w:p w:rsidR="00AB37F3" w:rsidRPr="007167D0" w:rsidRDefault="00AB37F3" w:rsidP="00A8177E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350" w:type="dxa"/>
          </w:tcPr>
          <w:p w:rsidR="00AB37F3" w:rsidRPr="007167D0" w:rsidRDefault="00AB37F3" w:rsidP="00A8177E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350" w:type="dxa"/>
          </w:tcPr>
          <w:p w:rsidR="00AB37F3" w:rsidRPr="007167D0" w:rsidRDefault="00AB37F3" w:rsidP="00A8177E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350" w:type="dxa"/>
          </w:tcPr>
          <w:p w:rsidR="00AB37F3" w:rsidRPr="007167D0" w:rsidRDefault="00AB37F3" w:rsidP="00A8177E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B37F3" w:rsidRPr="007167D0">
        <w:trPr>
          <w:cantSplit/>
        </w:trPr>
        <w:tc>
          <w:tcPr>
            <w:tcW w:w="648" w:type="dxa"/>
            <w:vAlign w:val="center"/>
          </w:tcPr>
          <w:p w:rsidR="00AB37F3" w:rsidRPr="007167D0" w:rsidRDefault="00AB37F3" w:rsidP="00A8177E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880" w:type="dxa"/>
            <w:vAlign w:val="center"/>
          </w:tcPr>
          <w:p w:rsidR="00AB37F3" w:rsidRPr="007167D0" w:rsidRDefault="00AB37F3" w:rsidP="00A8177E">
            <w:pPr>
              <w:rPr>
                <w:rFonts w:ascii="Arial" w:hAnsi="Arial" w:cs="Arial"/>
                <w:sz w:val="21"/>
                <w:szCs w:val="21"/>
              </w:rPr>
            </w:pPr>
            <w:r w:rsidRPr="007167D0">
              <w:rPr>
                <w:rFonts w:ascii="Arial" w:hAnsi="Arial" w:cs="Arial"/>
                <w:sz w:val="21"/>
                <w:szCs w:val="21"/>
              </w:rPr>
              <w:t xml:space="preserve">Transportation Charges </w:t>
            </w:r>
          </w:p>
        </w:tc>
        <w:tc>
          <w:tcPr>
            <w:tcW w:w="1260" w:type="dxa"/>
          </w:tcPr>
          <w:p w:rsidR="00AB37F3" w:rsidRPr="007167D0" w:rsidRDefault="00AB37F3" w:rsidP="00A8177E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350" w:type="dxa"/>
          </w:tcPr>
          <w:p w:rsidR="00AB37F3" w:rsidRPr="007167D0" w:rsidRDefault="00AB37F3" w:rsidP="00A8177E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350" w:type="dxa"/>
          </w:tcPr>
          <w:p w:rsidR="00AB37F3" w:rsidRPr="007167D0" w:rsidRDefault="00AB37F3" w:rsidP="00A8177E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350" w:type="dxa"/>
          </w:tcPr>
          <w:p w:rsidR="00AB37F3" w:rsidRPr="007167D0" w:rsidRDefault="00AB37F3" w:rsidP="00A8177E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B37F3" w:rsidRPr="007167D0">
        <w:trPr>
          <w:cantSplit/>
        </w:trPr>
        <w:tc>
          <w:tcPr>
            <w:tcW w:w="648" w:type="dxa"/>
            <w:vAlign w:val="center"/>
          </w:tcPr>
          <w:p w:rsidR="00AB37F3" w:rsidRPr="007167D0" w:rsidRDefault="00AB37F3" w:rsidP="00A8177E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880" w:type="dxa"/>
            <w:vAlign w:val="center"/>
          </w:tcPr>
          <w:p w:rsidR="00AB37F3" w:rsidRPr="007167D0" w:rsidRDefault="00AB37F3" w:rsidP="00A8177E">
            <w:pPr>
              <w:rPr>
                <w:rFonts w:ascii="Arial" w:hAnsi="Arial" w:cs="Arial"/>
                <w:sz w:val="21"/>
                <w:szCs w:val="21"/>
              </w:rPr>
            </w:pPr>
            <w:r w:rsidRPr="007167D0">
              <w:rPr>
                <w:rFonts w:ascii="Arial" w:hAnsi="Arial" w:cs="Arial"/>
                <w:sz w:val="21"/>
                <w:szCs w:val="21"/>
              </w:rPr>
              <w:t>CST / VAT (Specify rate)</w:t>
            </w:r>
          </w:p>
        </w:tc>
        <w:tc>
          <w:tcPr>
            <w:tcW w:w="1260" w:type="dxa"/>
          </w:tcPr>
          <w:p w:rsidR="00AB37F3" w:rsidRPr="007167D0" w:rsidRDefault="00AB37F3" w:rsidP="00A8177E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350" w:type="dxa"/>
          </w:tcPr>
          <w:p w:rsidR="00AB37F3" w:rsidRPr="007167D0" w:rsidRDefault="00AB37F3" w:rsidP="00A8177E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350" w:type="dxa"/>
          </w:tcPr>
          <w:p w:rsidR="00AB37F3" w:rsidRPr="007167D0" w:rsidRDefault="00AB37F3" w:rsidP="00A8177E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350" w:type="dxa"/>
          </w:tcPr>
          <w:p w:rsidR="00AB37F3" w:rsidRPr="007167D0" w:rsidRDefault="00AB37F3" w:rsidP="00A8177E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B37F3" w:rsidRPr="007167D0">
        <w:trPr>
          <w:cantSplit/>
        </w:trPr>
        <w:tc>
          <w:tcPr>
            <w:tcW w:w="648" w:type="dxa"/>
            <w:vAlign w:val="center"/>
          </w:tcPr>
          <w:p w:rsidR="00AB37F3" w:rsidRPr="007167D0" w:rsidRDefault="00AB37F3" w:rsidP="00A8177E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880" w:type="dxa"/>
            <w:vAlign w:val="center"/>
          </w:tcPr>
          <w:p w:rsidR="00AB37F3" w:rsidRPr="007167D0" w:rsidRDefault="00AB37F3" w:rsidP="00A8177E">
            <w:pPr>
              <w:rPr>
                <w:rFonts w:ascii="Arial" w:hAnsi="Arial" w:cs="Arial"/>
                <w:sz w:val="21"/>
                <w:szCs w:val="21"/>
              </w:rPr>
            </w:pPr>
            <w:r w:rsidRPr="007167D0">
              <w:rPr>
                <w:rFonts w:ascii="Arial" w:hAnsi="Arial" w:cs="Arial"/>
                <w:sz w:val="21"/>
                <w:szCs w:val="21"/>
              </w:rPr>
              <w:t>Total (1+2+3 +4)</w:t>
            </w:r>
          </w:p>
        </w:tc>
        <w:tc>
          <w:tcPr>
            <w:tcW w:w="1260" w:type="dxa"/>
          </w:tcPr>
          <w:p w:rsidR="00AB37F3" w:rsidRPr="007167D0" w:rsidRDefault="00AB37F3" w:rsidP="00A8177E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350" w:type="dxa"/>
          </w:tcPr>
          <w:p w:rsidR="00AB37F3" w:rsidRPr="007167D0" w:rsidRDefault="00AB37F3" w:rsidP="00A8177E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350" w:type="dxa"/>
          </w:tcPr>
          <w:p w:rsidR="00AB37F3" w:rsidRPr="007167D0" w:rsidRDefault="00AB37F3" w:rsidP="00A8177E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350" w:type="dxa"/>
          </w:tcPr>
          <w:p w:rsidR="00AB37F3" w:rsidRPr="007167D0" w:rsidRDefault="00AB37F3" w:rsidP="00A8177E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AB37F3" w:rsidRPr="007167D0" w:rsidRDefault="00AB37F3" w:rsidP="00A8177E">
      <w:pPr>
        <w:jc w:val="both"/>
        <w:rPr>
          <w:rFonts w:ascii="Arial" w:hAnsi="Arial" w:cs="Arial"/>
          <w:sz w:val="21"/>
          <w:szCs w:val="21"/>
        </w:rPr>
      </w:pPr>
    </w:p>
    <w:p w:rsidR="00AB37F3" w:rsidRPr="007167D0" w:rsidRDefault="00AB37F3" w:rsidP="00A8177E">
      <w:pPr>
        <w:spacing w:line="320" w:lineRule="atLeast"/>
        <w:jc w:val="both"/>
        <w:rPr>
          <w:rFonts w:ascii="Arial" w:hAnsi="Arial" w:cs="Arial"/>
          <w:sz w:val="21"/>
          <w:szCs w:val="21"/>
          <w:u w:val="single"/>
        </w:rPr>
      </w:pPr>
      <w:r w:rsidRPr="007167D0">
        <w:rPr>
          <w:rFonts w:ascii="Arial" w:hAnsi="Arial" w:cs="Arial"/>
          <w:sz w:val="21"/>
          <w:szCs w:val="21"/>
          <w:u w:val="single"/>
        </w:rPr>
        <w:t>Note:</w:t>
      </w:r>
    </w:p>
    <w:p w:rsidR="00AB37F3" w:rsidRPr="007167D0" w:rsidRDefault="00AB37F3" w:rsidP="00A8177E">
      <w:pPr>
        <w:numPr>
          <w:ilvl w:val="0"/>
          <w:numId w:val="2"/>
        </w:numPr>
        <w:spacing w:line="320" w:lineRule="atLeast"/>
        <w:jc w:val="both"/>
        <w:rPr>
          <w:rFonts w:ascii="Arial" w:hAnsi="Arial" w:cs="Arial"/>
          <w:sz w:val="21"/>
          <w:szCs w:val="21"/>
        </w:rPr>
      </w:pPr>
      <w:r w:rsidRPr="007167D0">
        <w:rPr>
          <w:rFonts w:ascii="Arial" w:hAnsi="Arial" w:cs="Arial"/>
          <w:sz w:val="21"/>
          <w:szCs w:val="21"/>
        </w:rPr>
        <w:t>Vendors should clearly indicate the rates of taxes and duties applicable as per above Proforma.</w:t>
      </w:r>
    </w:p>
    <w:p w:rsidR="00AB37F3" w:rsidRPr="007167D0" w:rsidRDefault="00AB37F3" w:rsidP="00A8177E">
      <w:pPr>
        <w:numPr>
          <w:ilvl w:val="0"/>
          <w:numId w:val="2"/>
        </w:numPr>
        <w:spacing w:line="320" w:lineRule="atLeast"/>
        <w:jc w:val="both"/>
        <w:rPr>
          <w:rFonts w:ascii="Arial" w:hAnsi="Arial" w:cs="Arial"/>
          <w:sz w:val="21"/>
          <w:szCs w:val="21"/>
        </w:rPr>
      </w:pPr>
      <w:r w:rsidRPr="007167D0">
        <w:rPr>
          <w:rFonts w:ascii="Arial" w:hAnsi="Arial" w:cs="Arial"/>
          <w:sz w:val="21"/>
          <w:szCs w:val="21"/>
        </w:rPr>
        <w:t>Final evaluation shall be carried out after considering CENVAT / VAT credit available to BHEL.</w:t>
      </w:r>
    </w:p>
    <w:p w:rsidR="00AB37F3" w:rsidRPr="007167D0" w:rsidRDefault="00AB37F3" w:rsidP="00A8177E">
      <w:pPr>
        <w:numPr>
          <w:ilvl w:val="0"/>
          <w:numId w:val="2"/>
        </w:numPr>
        <w:spacing w:line="320" w:lineRule="atLeast"/>
        <w:jc w:val="both"/>
        <w:rPr>
          <w:rFonts w:ascii="Arial" w:hAnsi="Arial" w:cs="Arial"/>
          <w:b/>
          <w:bCs/>
          <w:sz w:val="21"/>
          <w:szCs w:val="21"/>
          <w:u w:val="single"/>
        </w:rPr>
      </w:pPr>
      <w:r w:rsidRPr="007167D0">
        <w:rPr>
          <w:rFonts w:ascii="Arial" w:hAnsi="Arial" w:cs="Arial"/>
          <w:b/>
          <w:bCs/>
          <w:sz w:val="21"/>
          <w:szCs w:val="21"/>
          <w:u w:val="single"/>
        </w:rPr>
        <w:t xml:space="preserve">Vendors should confirm place of dispatch of material to enable decision on applicability of Octroi at   Mumbai. </w:t>
      </w:r>
    </w:p>
    <w:p w:rsidR="00AB37F3" w:rsidRPr="007167D0" w:rsidRDefault="00AB37F3" w:rsidP="007167D0">
      <w:pPr>
        <w:numPr>
          <w:ilvl w:val="0"/>
          <w:numId w:val="2"/>
        </w:numPr>
        <w:spacing w:line="320" w:lineRule="atLeast"/>
        <w:jc w:val="both"/>
        <w:rPr>
          <w:rFonts w:ascii="Arial" w:hAnsi="Arial" w:cs="Arial"/>
          <w:sz w:val="21"/>
          <w:szCs w:val="21"/>
        </w:rPr>
      </w:pPr>
      <w:r w:rsidRPr="007167D0">
        <w:rPr>
          <w:rFonts w:ascii="Arial" w:hAnsi="Arial" w:cs="Arial"/>
          <w:sz w:val="21"/>
          <w:szCs w:val="21"/>
        </w:rPr>
        <w:t xml:space="preserve">For evaluation purpose, total landed price inclusive of Octroi and related charges at Mumbai as applicable, shall be considered. </w:t>
      </w:r>
    </w:p>
    <w:p w:rsidR="00AB37F3" w:rsidRPr="007167D0" w:rsidRDefault="00AB37F3" w:rsidP="00A8177E">
      <w:pPr>
        <w:spacing w:line="320" w:lineRule="atLeast"/>
        <w:jc w:val="right"/>
        <w:rPr>
          <w:rFonts w:ascii="Arial" w:hAnsi="Arial" w:cs="Arial"/>
          <w:b/>
          <w:sz w:val="21"/>
          <w:szCs w:val="21"/>
        </w:rPr>
      </w:pPr>
      <w:r w:rsidRPr="007167D0">
        <w:rPr>
          <w:rFonts w:ascii="Arial" w:hAnsi="Arial" w:cs="Arial"/>
          <w:b/>
          <w:sz w:val="21"/>
          <w:szCs w:val="21"/>
        </w:rPr>
        <w:t>Authorized Signatory, with</w:t>
      </w:r>
    </w:p>
    <w:p w:rsidR="00AB37F3" w:rsidRDefault="00AB37F3" w:rsidP="00A8177E">
      <w:pPr>
        <w:spacing w:line="320" w:lineRule="atLeast"/>
        <w:jc w:val="right"/>
        <w:rPr>
          <w:rFonts w:ascii="Arial" w:hAnsi="Arial" w:cs="Arial"/>
          <w:b/>
          <w:sz w:val="21"/>
          <w:szCs w:val="21"/>
        </w:rPr>
      </w:pPr>
      <w:r w:rsidRPr="007167D0">
        <w:rPr>
          <w:rFonts w:ascii="Arial" w:hAnsi="Arial" w:cs="Arial"/>
          <w:b/>
          <w:sz w:val="21"/>
          <w:szCs w:val="21"/>
        </w:rPr>
        <w:t xml:space="preserve">                                      Seal of company</w:t>
      </w:r>
    </w:p>
    <w:p w:rsidR="00AB37F3" w:rsidRDefault="00AB37F3" w:rsidP="00A8177E">
      <w:pPr>
        <w:spacing w:line="320" w:lineRule="atLeast"/>
        <w:jc w:val="right"/>
        <w:rPr>
          <w:rFonts w:ascii="Arial" w:hAnsi="Arial" w:cs="Arial"/>
          <w:b/>
          <w:sz w:val="21"/>
          <w:szCs w:val="21"/>
        </w:rPr>
      </w:pPr>
    </w:p>
    <w:p w:rsidR="00AB37F3" w:rsidRDefault="00AB37F3" w:rsidP="00A8177E">
      <w:pPr>
        <w:spacing w:line="320" w:lineRule="atLeast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-Continued</w:t>
      </w:r>
    </w:p>
    <w:p w:rsidR="00AB37F3" w:rsidRPr="007167D0" w:rsidRDefault="00AB37F3" w:rsidP="00A47A57">
      <w:pPr>
        <w:keepNext/>
        <w:tabs>
          <w:tab w:val="left" w:pos="360"/>
        </w:tabs>
        <w:jc w:val="center"/>
        <w:outlineLvl w:val="3"/>
        <w:rPr>
          <w:rFonts w:ascii="Arial" w:hAnsi="Arial" w:cs="Arial"/>
          <w:b/>
          <w:bCs/>
          <w:sz w:val="21"/>
          <w:szCs w:val="21"/>
        </w:rPr>
      </w:pPr>
      <w:r w:rsidRPr="007167D0">
        <w:rPr>
          <w:rFonts w:ascii="Arial" w:hAnsi="Arial" w:cs="Arial"/>
          <w:b/>
          <w:bCs/>
          <w:sz w:val="21"/>
          <w:szCs w:val="21"/>
        </w:rPr>
        <w:t>Annexure II A (For Indigenous Items)</w:t>
      </w:r>
    </w:p>
    <w:p w:rsidR="00AB37F3" w:rsidRPr="007167D0" w:rsidRDefault="00AB37F3" w:rsidP="00A47A57">
      <w:pPr>
        <w:keepNext/>
        <w:tabs>
          <w:tab w:val="left" w:pos="360"/>
        </w:tabs>
        <w:jc w:val="center"/>
        <w:outlineLvl w:val="3"/>
        <w:rPr>
          <w:rFonts w:ascii="Arial" w:hAnsi="Arial" w:cs="Arial"/>
          <w:b/>
          <w:bCs/>
          <w:sz w:val="21"/>
          <w:szCs w:val="21"/>
        </w:rPr>
      </w:pPr>
    </w:p>
    <w:p w:rsidR="00AB37F3" w:rsidRPr="007167D0" w:rsidRDefault="00AB37F3" w:rsidP="00A47A57">
      <w:pPr>
        <w:tabs>
          <w:tab w:val="left" w:pos="360"/>
        </w:tabs>
        <w:rPr>
          <w:rFonts w:ascii="Arial" w:hAnsi="Arial" w:cs="Arial"/>
          <w:b/>
          <w:bCs/>
          <w:sz w:val="21"/>
          <w:szCs w:val="21"/>
        </w:rPr>
      </w:pPr>
      <w:r w:rsidRPr="007167D0">
        <w:rPr>
          <w:rFonts w:ascii="Arial" w:hAnsi="Arial" w:cs="Arial"/>
          <w:b/>
          <w:bCs/>
          <w:sz w:val="21"/>
          <w:szCs w:val="21"/>
        </w:rPr>
        <w:t>Tender Enquiry No. BHEL/EMRP/PUR/ S/</w:t>
      </w:r>
      <w:r>
        <w:rPr>
          <w:rFonts w:ascii="Arial" w:hAnsi="Arial" w:cs="Arial"/>
          <w:b/>
          <w:bCs/>
          <w:sz w:val="21"/>
          <w:szCs w:val="21"/>
        </w:rPr>
        <w:t>200616/17/18/23/24/25/26/28</w:t>
      </w:r>
      <w:r w:rsidRPr="007167D0">
        <w:rPr>
          <w:rFonts w:ascii="Arial" w:hAnsi="Arial" w:cs="Arial"/>
          <w:b/>
          <w:bCs/>
          <w:sz w:val="21"/>
          <w:szCs w:val="21"/>
        </w:rPr>
        <w:t xml:space="preserve">             Dt</w:t>
      </w:r>
      <w:r w:rsidRPr="007167D0">
        <w:rPr>
          <w:rFonts w:ascii="Arial" w:hAnsi="Arial" w:cs="Arial"/>
          <w:b/>
          <w:sz w:val="21"/>
          <w:szCs w:val="21"/>
        </w:rPr>
        <w:t xml:space="preserve">: </w:t>
      </w:r>
      <w:r>
        <w:rPr>
          <w:rFonts w:ascii="Arial" w:hAnsi="Arial" w:cs="Arial"/>
          <w:b/>
          <w:sz w:val="21"/>
          <w:szCs w:val="21"/>
        </w:rPr>
        <w:t>02.12</w:t>
      </w:r>
      <w:r w:rsidRPr="007167D0">
        <w:rPr>
          <w:rFonts w:ascii="Arial" w:hAnsi="Arial" w:cs="Arial"/>
          <w:b/>
          <w:sz w:val="21"/>
          <w:szCs w:val="21"/>
        </w:rPr>
        <w:t>.2011</w:t>
      </w:r>
    </w:p>
    <w:p w:rsidR="00AB37F3" w:rsidRPr="007167D0" w:rsidRDefault="00AB37F3" w:rsidP="00A47A57">
      <w:pPr>
        <w:tabs>
          <w:tab w:val="left" w:pos="360"/>
        </w:tabs>
        <w:rPr>
          <w:rFonts w:ascii="Arial" w:hAnsi="Arial" w:cs="Arial"/>
          <w:sz w:val="21"/>
          <w:szCs w:val="21"/>
        </w:rPr>
      </w:pPr>
      <w:r w:rsidRPr="007167D0">
        <w:rPr>
          <w:rFonts w:ascii="Arial" w:hAnsi="Arial" w:cs="Arial"/>
          <w:sz w:val="21"/>
          <w:szCs w:val="21"/>
        </w:rPr>
        <w:t xml:space="preserve">Bidder’s Ref No: __________________________________________________                                                                                                     </w:t>
      </w:r>
    </w:p>
    <w:p w:rsidR="00AB37F3" w:rsidRPr="007167D0" w:rsidRDefault="00AB37F3" w:rsidP="00A47A57">
      <w:pPr>
        <w:keepNext/>
        <w:spacing w:before="240" w:after="60"/>
        <w:jc w:val="both"/>
        <w:outlineLvl w:val="1"/>
        <w:rPr>
          <w:rFonts w:ascii="Arial" w:hAnsi="Arial" w:cs="Arial"/>
          <w:b/>
          <w:bCs/>
          <w:iCs/>
          <w:sz w:val="21"/>
          <w:szCs w:val="21"/>
        </w:rPr>
      </w:pPr>
      <w:r w:rsidRPr="007167D0">
        <w:rPr>
          <w:rFonts w:ascii="Arial" w:hAnsi="Arial" w:cs="Arial"/>
          <w:b/>
          <w:bCs/>
          <w:iCs/>
          <w:sz w:val="21"/>
          <w:szCs w:val="21"/>
        </w:rPr>
        <w:t>Proforma for Price Bid Part “B”</w:t>
      </w:r>
    </w:p>
    <w:p w:rsidR="00AB37F3" w:rsidRPr="007167D0" w:rsidRDefault="00AB37F3" w:rsidP="00A47A57">
      <w:pPr>
        <w:jc w:val="both"/>
        <w:rPr>
          <w:rFonts w:ascii="Arial" w:hAnsi="Arial" w:cs="Arial"/>
          <w:sz w:val="21"/>
          <w:szCs w:val="21"/>
        </w:rPr>
      </w:pPr>
    </w:p>
    <w:tbl>
      <w:tblPr>
        <w:tblW w:w="928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788"/>
        <w:gridCol w:w="900"/>
        <w:gridCol w:w="2160"/>
        <w:gridCol w:w="1440"/>
      </w:tblGrid>
      <w:tr w:rsidR="00AB37F3" w:rsidRPr="007167D0">
        <w:tc>
          <w:tcPr>
            <w:tcW w:w="4788" w:type="dxa"/>
            <w:vAlign w:val="center"/>
          </w:tcPr>
          <w:p w:rsidR="00AB37F3" w:rsidRPr="007167D0" w:rsidRDefault="00AB37F3" w:rsidP="00D0007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7167D0">
              <w:rPr>
                <w:rFonts w:ascii="Arial" w:hAnsi="Arial" w:cs="Arial"/>
                <w:sz w:val="21"/>
                <w:szCs w:val="21"/>
              </w:rPr>
              <w:t>Description</w:t>
            </w:r>
          </w:p>
          <w:p w:rsidR="00AB37F3" w:rsidRPr="007167D0" w:rsidRDefault="00AB37F3" w:rsidP="00D0007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AB37F3" w:rsidRPr="007167D0" w:rsidRDefault="00AB37F3" w:rsidP="00D0007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7167D0">
              <w:rPr>
                <w:rFonts w:ascii="Arial" w:hAnsi="Arial" w:cs="Arial"/>
                <w:sz w:val="21"/>
                <w:szCs w:val="21"/>
              </w:rPr>
              <w:t xml:space="preserve">Qty. </w:t>
            </w:r>
          </w:p>
          <w:p w:rsidR="00AB37F3" w:rsidRPr="007167D0" w:rsidRDefault="00AB37F3" w:rsidP="00D0007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7167D0">
              <w:rPr>
                <w:rFonts w:ascii="Arial" w:hAnsi="Arial" w:cs="Arial"/>
                <w:sz w:val="21"/>
                <w:szCs w:val="21"/>
              </w:rPr>
              <w:t>Nos.</w:t>
            </w:r>
          </w:p>
        </w:tc>
        <w:tc>
          <w:tcPr>
            <w:tcW w:w="2160" w:type="dxa"/>
            <w:vAlign w:val="center"/>
          </w:tcPr>
          <w:p w:rsidR="00AB37F3" w:rsidRPr="007167D0" w:rsidRDefault="00AB37F3" w:rsidP="00D0007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7167D0">
              <w:rPr>
                <w:rFonts w:ascii="Arial" w:hAnsi="Arial" w:cs="Arial"/>
                <w:sz w:val="21"/>
                <w:szCs w:val="21"/>
              </w:rPr>
              <w:t xml:space="preserve">Unit Rate per / Nos. as per total  cost to BHEL as per break up below in Rs. </w:t>
            </w:r>
          </w:p>
        </w:tc>
        <w:tc>
          <w:tcPr>
            <w:tcW w:w="1440" w:type="dxa"/>
            <w:vAlign w:val="center"/>
          </w:tcPr>
          <w:p w:rsidR="00AB37F3" w:rsidRPr="007167D0" w:rsidRDefault="00AB37F3" w:rsidP="00D0007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7167D0">
              <w:rPr>
                <w:rFonts w:ascii="Arial" w:hAnsi="Arial" w:cs="Arial"/>
                <w:sz w:val="21"/>
                <w:szCs w:val="21"/>
              </w:rPr>
              <w:t>Total Price</w:t>
            </w:r>
          </w:p>
        </w:tc>
      </w:tr>
      <w:tr w:rsidR="00AB37F3" w:rsidRPr="007167D0">
        <w:tc>
          <w:tcPr>
            <w:tcW w:w="4788" w:type="dxa"/>
            <w:vAlign w:val="center"/>
          </w:tcPr>
          <w:p w:rsidR="00AB37F3" w:rsidRPr="007167D0" w:rsidRDefault="00AB37F3" w:rsidP="00D00079">
            <w:pPr>
              <w:spacing w:line="260" w:lineRule="atLeast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205A42">
              <w:rPr>
                <w:rFonts w:ascii="Arial" w:hAnsi="Arial" w:cs="Arial"/>
                <w:sz w:val="21"/>
                <w:szCs w:val="21"/>
              </w:rPr>
              <w:t xml:space="preserve">Cover of </w:t>
            </w:r>
            <w:r w:rsidRPr="007167D0">
              <w:rPr>
                <w:rFonts w:ascii="Arial" w:hAnsi="Arial" w:cs="Arial"/>
                <w:sz w:val="21"/>
                <w:szCs w:val="21"/>
              </w:rPr>
              <w:t>Front Pedestal Inclusive of all costs as per tender specification (Like Packing / Forwarding &amp; Transportation, etc.,)</w:t>
            </w:r>
          </w:p>
        </w:tc>
        <w:tc>
          <w:tcPr>
            <w:tcW w:w="900" w:type="dxa"/>
            <w:vAlign w:val="center"/>
          </w:tcPr>
          <w:p w:rsidR="00AB37F3" w:rsidRDefault="00AB37F3" w:rsidP="0022583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4</w:t>
            </w:r>
          </w:p>
          <w:p w:rsidR="00AB37F3" w:rsidRPr="007167D0" w:rsidRDefault="00AB37F3" w:rsidP="0022583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160" w:type="dxa"/>
            <w:vAlign w:val="center"/>
          </w:tcPr>
          <w:p w:rsidR="00AB37F3" w:rsidRPr="007167D0" w:rsidRDefault="00AB37F3" w:rsidP="00D0007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40" w:type="dxa"/>
            <w:vAlign w:val="center"/>
          </w:tcPr>
          <w:p w:rsidR="00AB37F3" w:rsidRPr="007167D0" w:rsidRDefault="00AB37F3" w:rsidP="00D0007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B37F3" w:rsidRPr="007167D0">
        <w:tc>
          <w:tcPr>
            <w:tcW w:w="4788" w:type="dxa"/>
            <w:vAlign w:val="center"/>
          </w:tcPr>
          <w:p w:rsidR="00AB37F3" w:rsidRPr="007167D0" w:rsidRDefault="00AB37F3" w:rsidP="00D0007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205A42">
              <w:rPr>
                <w:rFonts w:ascii="Arial" w:hAnsi="Arial" w:cs="Arial"/>
                <w:sz w:val="21"/>
                <w:szCs w:val="21"/>
              </w:rPr>
              <w:t xml:space="preserve">Cover of </w:t>
            </w:r>
            <w:r w:rsidRPr="007167D0">
              <w:rPr>
                <w:rFonts w:ascii="Arial" w:hAnsi="Arial" w:cs="Arial"/>
                <w:sz w:val="21"/>
                <w:szCs w:val="21"/>
              </w:rPr>
              <w:t>LP-IP Pedestal Inclusive of all costs as per tender specification (Like Packing / Forwarding &amp; Transportation, etc.,)</w:t>
            </w:r>
          </w:p>
        </w:tc>
        <w:tc>
          <w:tcPr>
            <w:tcW w:w="900" w:type="dxa"/>
            <w:vAlign w:val="center"/>
          </w:tcPr>
          <w:p w:rsidR="00AB37F3" w:rsidRDefault="00AB37F3" w:rsidP="0022583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4</w:t>
            </w:r>
          </w:p>
          <w:p w:rsidR="00AB37F3" w:rsidRPr="007167D0" w:rsidRDefault="00AB37F3" w:rsidP="0022583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160" w:type="dxa"/>
            <w:vAlign w:val="center"/>
          </w:tcPr>
          <w:p w:rsidR="00AB37F3" w:rsidRPr="007167D0" w:rsidRDefault="00AB37F3" w:rsidP="00D0007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40" w:type="dxa"/>
            <w:vAlign w:val="center"/>
          </w:tcPr>
          <w:p w:rsidR="00AB37F3" w:rsidRPr="007167D0" w:rsidRDefault="00AB37F3" w:rsidP="00D0007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B37F3" w:rsidRPr="007167D0">
        <w:tc>
          <w:tcPr>
            <w:tcW w:w="4788" w:type="dxa"/>
            <w:vAlign w:val="center"/>
          </w:tcPr>
          <w:p w:rsidR="00AB37F3" w:rsidRPr="007167D0" w:rsidRDefault="00AB37F3" w:rsidP="00D0007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205A42">
              <w:rPr>
                <w:rFonts w:ascii="Arial" w:hAnsi="Arial" w:cs="Arial"/>
                <w:sz w:val="21"/>
                <w:szCs w:val="21"/>
              </w:rPr>
              <w:t xml:space="preserve">Cover of </w:t>
            </w:r>
            <w:r w:rsidRPr="007167D0">
              <w:rPr>
                <w:rFonts w:ascii="Arial" w:hAnsi="Arial" w:cs="Arial"/>
                <w:sz w:val="21"/>
                <w:szCs w:val="21"/>
              </w:rPr>
              <w:t>IP-HP Pedestal Inclusive of all costs as per tender specification (Like Packing / Forwarding &amp; Transportation, etc.,)</w:t>
            </w:r>
          </w:p>
        </w:tc>
        <w:tc>
          <w:tcPr>
            <w:tcW w:w="900" w:type="dxa"/>
            <w:vAlign w:val="center"/>
          </w:tcPr>
          <w:p w:rsidR="00AB37F3" w:rsidRDefault="00AB37F3" w:rsidP="0022583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4</w:t>
            </w:r>
          </w:p>
          <w:p w:rsidR="00AB37F3" w:rsidRPr="007167D0" w:rsidRDefault="00AB37F3" w:rsidP="0022583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160" w:type="dxa"/>
            <w:vAlign w:val="center"/>
          </w:tcPr>
          <w:p w:rsidR="00AB37F3" w:rsidRPr="007167D0" w:rsidRDefault="00AB37F3" w:rsidP="00D0007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40" w:type="dxa"/>
            <w:vAlign w:val="center"/>
          </w:tcPr>
          <w:p w:rsidR="00AB37F3" w:rsidRPr="007167D0" w:rsidRDefault="00AB37F3" w:rsidP="00D0007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B37F3" w:rsidRPr="007167D0">
        <w:tc>
          <w:tcPr>
            <w:tcW w:w="4788" w:type="dxa"/>
            <w:vAlign w:val="center"/>
          </w:tcPr>
          <w:p w:rsidR="00AB37F3" w:rsidRPr="007167D0" w:rsidRDefault="00AB37F3" w:rsidP="00D0007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205A42">
              <w:rPr>
                <w:rFonts w:ascii="Arial" w:hAnsi="Arial" w:cs="Arial"/>
                <w:sz w:val="21"/>
                <w:szCs w:val="21"/>
              </w:rPr>
              <w:t xml:space="preserve">Cover of </w:t>
            </w:r>
            <w:r w:rsidRPr="007167D0">
              <w:rPr>
                <w:rFonts w:ascii="Arial" w:hAnsi="Arial" w:cs="Arial"/>
                <w:sz w:val="21"/>
                <w:szCs w:val="21"/>
              </w:rPr>
              <w:t>LP- Generator Inclusive of all costs as per tender specification (Like Packing / Forwarding &amp; Transportation, etc.,)</w:t>
            </w:r>
          </w:p>
        </w:tc>
        <w:tc>
          <w:tcPr>
            <w:tcW w:w="900" w:type="dxa"/>
            <w:vAlign w:val="center"/>
          </w:tcPr>
          <w:p w:rsidR="00AB37F3" w:rsidRDefault="00AB37F3" w:rsidP="0022583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4</w:t>
            </w:r>
          </w:p>
          <w:p w:rsidR="00AB37F3" w:rsidRPr="007167D0" w:rsidRDefault="00AB37F3" w:rsidP="0022583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160" w:type="dxa"/>
            <w:vAlign w:val="center"/>
          </w:tcPr>
          <w:p w:rsidR="00AB37F3" w:rsidRPr="007167D0" w:rsidRDefault="00AB37F3" w:rsidP="00D0007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40" w:type="dxa"/>
            <w:vAlign w:val="center"/>
          </w:tcPr>
          <w:p w:rsidR="00AB37F3" w:rsidRPr="007167D0" w:rsidRDefault="00AB37F3" w:rsidP="00D0007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AB37F3" w:rsidRPr="007167D0" w:rsidRDefault="00AB37F3" w:rsidP="00A47A57">
      <w:pPr>
        <w:jc w:val="both"/>
        <w:rPr>
          <w:rFonts w:ascii="Arial" w:hAnsi="Arial" w:cs="Arial"/>
          <w:b/>
          <w:bCs/>
          <w:sz w:val="21"/>
          <w:szCs w:val="21"/>
        </w:rPr>
      </w:pPr>
    </w:p>
    <w:p w:rsidR="00AB37F3" w:rsidRPr="007167D0" w:rsidRDefault="00AB37F3" w:rsidP="00A47A57">
      <w:pPr>
        <w:jc w:val="both"/>
        <w:rPr>
          <w:rFonts w:ascii="Arial" w:hAnsi="Arial" w:cs="Arial"/>
          <w:b/>
          <w:bCs/>
          <w:sz w:val="21"/>
          <w:szCs w:val="21"/>
        </w:rPr>
      </w:pPr>
      <w:r w:rsidRPr="007167D0">
        <w:rPr>
          <w:rFonts w:ascii="Arial" w:hAnsi="Arial" w:cs="Arial"/>
          <w:b/>
          <w:bCs/>
          <w:sz w:val="21"/>
          <w:szCs w:val="21"/>
        </w:rPr>
        <w:t xml:space="preserve">Break-up of above total unit rate:                                       </w:t>
      </w:r>
      <w:r w:rsidRPr="007167D0">
        <w:rPr>
          <w:rFonts w:ascii="Arial" w:hAnsi="Arial" w:cs="Arial"/>
          <w:sz w:val="21"/>
          <w:szCs w:val="21"/>
        </w:rPr>
        <w:t xml:space="preserve">                                (in Rupees)</w:t>
      </w:r>
    </w:p>
    <w:tbl>
      <w:tblPr>
        <w:tblW w:w="883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2880"/>
        <w:gridCol w:w="1260"/>
        <w:gridCol w:w="1350"/>
        <w:gridCol w:w="1350"/>
        <w:gridCol w:w="1350"/>
      </w:tblGrid>
      <w:tr w:rsidR="00AB37F3" w:rsidRPr="007167D0">
        <w:trPr>
          <w:cantSplit/>
        </w:trPr>
        <w:tc>
          <w:tcPr>
            <w:tcW w:w="648" w:type="dxa"/>
            <w:vAlign w:val="center"/>
          </w:tcPr>
          <w:p w:rsidR="00AB37F3" w:rsidRPr="007167D0" w:rsidRDefault="00AB37F3" w:rsidP="00D0007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7167D0">
              <w:rPr>
                <w:rFonts w:ascii="Arial" w:hAnsi="Arial" w:cs="Arial"/>
                <w:sz w:val="21"/>
                <w:szCs w:val="21"/>
              </w:rPr>
              <w:t>Sr. No.</w:t>
            </w:r>
          </w:p>
        </w:tc>
        <w:tc>
          <w:tcPr>
            <w:tcW w:w="2880" w:type="dxa"/>
            <w:vAlign w:val="center"/>
          </w:tcPr>
          <w:p w:rsidR="00AB37F3" w:rsidRPr="007167D0" w:rsidRDefault="00AB37F3" w:rsidP="00D0007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7167D0">
              <w:rPr>
                <w:rFonts w:ascii="Arial" w:hAnsi="Arial" w:cs="Arial"/>
                <w:sz w:val="21"/>
                <w:szCs w:val="21"/>
              </w:rPr>
              <w:t>Description</w:t>
            </w:r>
          </w:p>
        </w:tc>
        <w:tc>
          <w:tcPr>
            <w:tcW w:w="1260" w:type="dxa"/>
          </w:tcPr>
          <w:p w:rsidR="00AB37F3" w:rsidRPr="007167D0" w:rsidRDefault="00AB37F3" w:rsidP="00D0007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05A42">
              <w:rPr>
                <w:rFonts w:ascii="Arial" w:hAnsi="Arial" w:cs="Arial"/>
                <w:sz w:val="21"/>
                <w:szCs w:val="21"/>
              </w:rPr>
              <w:t xml:space="preserve">Cover of </w:t>
            </w:r>
            <w:r w:rsidRPr="007167D0">
              <w:rPr>
                <w:rFonts w:ascii="Arial" w:hAnsi="Arial" w:cs="Arial"/>
                <w:sz w:val="21"/>
                <w:szCs w:val="21"/>
              </w:rPr>
              <w:t>Front Pedestal</w:t>
            </w:r>
          </w:p>
        </w:tc>
        <w:tc>
          <w:tcPr>
            <w:tcW w:w="1350" w:type="dxa"/>
          </w:tcPr>
          <w:p w:rsidR="00AB37F3" w:rsidRPr="007167D0" w:rsidRDefault="00AB37F3" w:rsidP="00D0007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05A42">
              <w:rPr>
                <w:rFonts w:ascii="Arial" w:hAnsi="Arial" w:cs="Arial"/>
                <w:sz w:val="21"/>
                <w:szCs w:val="21"/>
              </w:rPr>
              <w:t xml:space="preserve">Cover of </w:t>
            </w:r>
            <w:r w:rsidRPr="007167D0">
              <w:rPr>
                <w:rFonts w:ascii="Arial" w:hAnsi="Arial" w:cs="Arial"/>
                <w:sz w:val="21"/>
                <w:szCs w:val="21"/>
              </w:rPr>
              <w:t>LP-IP Pedestal</w:t>
            </w:r>
          </w:p>
        </w:tc>
        <w:tc>
          <w:tcPr>
            <w:tcW w:w="1350" w:type="dxa"/>
          </w:tcPr>
          <w:p w:rsidR="00AB37F3" w:rsidRPr="007167D0" w:rsidRDefault="00AB37F3" w:rsidP="00D0007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05A42">
              <w:rPr>
                <w:rFonts w:ascii="Arial" w:hAnsi="Arial" w:cs="Arial"/>
                <w:sz w:val="21"/>
                <w:szCs w:val="21"/>
              </w:rPr>
              <w:t xml:space="preserve">Cover of </w:t>
            </w:r>
            <w:r w:rsidRPr="007167D0">
              <w:rPr>
                <w:rFonts w:ascii="Arial" w:hAnsi="Arial" w:cs="Arial"/>
                <w:sz w:val="21"/>
                <w:szCs w:val="21"/>
              </w:rPr>
              <w:t>IP-HP Pedestal</w:t>
            </w:r>
          </w:p>
        </w:tc>
        <w:tc>
          <w:tcPr>
            <w:tcW w:w="1350" w:type="dxa"/>
          </w:tcPr>
          <w:p w:rsidR="00AB37F3" w:rsidRPr="007167D0" w:rsidRDefault="00AB37F3" w:rsidP="00D0007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05A42">
              <w:rPr>
                <w:rFonts w:ascii="Arial" w:hAnsi="Arial" w:cs="Arial"/>
                <w:sz w:val="21"/>
                <w:szCs w:val="21"/>
              </w:rPr>
              <w:t xml:space="preserve">Cover of </w:t>
            </w:r>
            <w:r w:rsidRPr="007167D0">
              <w:rPr>
                <w:rFonts w:ascii="Arial" w:hAnsi="Arial" w:cs="Arial"/>
                <w:sz w:val="21"/>
                <w:szCs w:val="21"/>
              </w:rPr>
              <w:t>LP- Generator</w:t>
            </w:r>
          </w:p>
        </w:tc>
      </w:tr>
      <w:tr w:rsidR="00AB37F3" w:rsidRPr="007167D0">
        <w:trPr>
          <w:cantSplit/>
        </w:trPr>
        <w:tc>
          <w:tcPr>
            <w:tcW w:w="648" w:type="dxa"/>
            <w:vAlign w:val="center"/>
          </w:tcPr>
          <w:p w:rsidR="00AB37F3" w:rsidRPr="007167D0" w:rsidRDefault="00AB37F3" w:rsidP="00D00079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880" w:type="dxa"/>
            <w:vAlign w:val="center"/>
          </w:tcPr>
          <w:p w:rsidR="00AB37F3" w:rsidRPr="007167D0" w:rsidRDefault="00AB37F3" w:rsidP="00D00079">
            <w:pPr>
              <w:rPr>
                <w:rFonts w:ascii="Arial" w:hAnsi="Arial" w:cs="Arial"/>
                <w:sz w:val="21"/>
                <w:szCs w:val="21"/>
              </w:rPr>
            </w:pPr>
            <w:r w:rsidRPr="007167D0">
              <w:rPr>
                <w:rFonts w:ascii="Arial" w:hAnsi="Arial" w:cs="Arial"/>
                <w:sz w:val="21"/>
                <w:szCs w:val="21"/>
              </w:rPr>
              <w:t>Basic unit rate for each no.</w:t>
            </w:r>
          </w:p>
        </w:tc>
        <w:tc>
          <w:tcPr>
            <w:tcW w:w="1260" w:type="dxa"/>
          </w:tcPr>
          <w:p w:rsidR="00AB37F3" w:rsidRPr="007167D0" w:rsidRDefault="00AB37F3" w:rsidP="00D0007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350" w:type="dxa"/>
          </w:tcPr>
          <w:p w:rsidR="00AB37F3" w:rsidRPr="007167D0" w:rsidRDefault="00AB37F3" w:rsidP="00D0007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350" w:type="dxa"/>
          </w:tcPr>
          <w:p w:rsidR="00AB37F3" w:rsidRPr="007167D0" w:rsidRDefault="00AB37F3" w:rsidP="00D0007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350" w:type="dxa"/>
          </w:tcPr>
          <w:p w:rsidR="00AB37F3" w:rsidRPr="007167D0" w:rsidRDefault="00AB37F3" w:rsidP="00D0007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B37F3" w:rsidRPr="007167D0">
        <w:trPr>
          <w:cantSplit/>
        </w:trPr>
        <w:tc>
          <w:tcPr>
            <w:tcW w:w="648" w:type="dxa"/>
            <w:vAlign w:val="center"/>
          </w:tcPr>
          <w:p w:rsidR="00AB37F3" w:rsidRPr="007167D0" w:rsidRDefault="00AB37F3" w:rsidP="00D00079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880" w:type="dxa"/>
            <w:vAlign w:val="center"/>
          </w:tcPr>
          <w:p w:rsidR="00AB37F3" w:rsidRPr="007167D0" w:rsidRDefault="00AB37F3" w:rsidP="00D00079">
            <w:pPr>
              <w:rPr>
                <w:rFonts w:ascii="Arial" w:hAnsi="Arial" w:cs="Arial"/>
                <w:sz w:val="21"/>
                <w:szCs w:val="21"/>
              </w:rPr>
            </w:pPr>
            <w:r w:rsidRPr="007167D0">
              <w:rPr>
                <w:rFonts w:ascii="Arial" w:hAnsi="Arial" w:cs="Arial"/>
                <w:sz w:val="21"/>
                <w:szCs w:val="21"/>
              </w:rPr>
              <w:t>Excise duty (Specify rate)</w:t>
            </w:r>
          </w:p>
        </w:tc>
        <w:tc>
          <w:tcPr>
            <w:tcW w:w="1260" w:type="dxa"/>
          </w:tcPr>
          <w:p w:rsidR="00AB37F3" w:rsidRPr="007167D0" w:rsidRDefault="00AB37F3" w:rsidP="00D0007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350" w:type="dxa"/>
          </w:tcPr>
          <w:p w:rsidR="00AB37F3" w:rsidRPr="007167D0" w:rsidRDefault="00AB37F3" w:rsidP="00D0007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350" w:type="dxa"/>
          </w:tcPr>
          <w:p w:rsidR="00AB37F3" w:rsidRPr="007167D0" w:rsidRDefault="00AB37F3" w:rsidP="00D0007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350" w:type="dxa"/>
          </w:tcPr>
          <w:p w:rsidR="00AB37F3" w:rsidRPr="007167D0" w:rsidRDefault="00AB37F3" w:rsidP="00D0007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B37F3" w:rsidRPr="007167D0">
        <w:trPr>
          <w:cantSplit/>
        </w:trPr>
        <w:tc>
          <w:tcPr>
            <w:tcW w:w="648" w:type="dxa"/>
            <w:vAlign w:val="center"/>
          </w:tcPr>
          <w:p w:rsidR="00AB37F3" w:rsidRPr="007167D0" w:rsidRDefault="00AB37F3" w:rsidP="00D00079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880" w:type="dxa"/>
            <w:vAlign w:val="center"/>
          </w:tcPr>
          <w:p w:rsidR="00AB37F3" w:rsidRPr="007167D0" w:rsidRDefault="00AB37F3" w:rsidP="00D00079">
            <w:pPr>
              <w:rPr>
                <w:rFonts w:ascii="Arial" w:hAnsi="Arial" w:cs="Arial"/>
                <w:sz w:val="21"/>
                <w:szCs w:val="21"/>
              </w:rPr>
            </w:pPr>
            <w:r w:rsidRPr="007167D0">
              <w:rPr>
                <w:rFonts w:ascii="Arial" w:hAnsi="Arial" w:cs="Arial"/>
                <w:sz w:val="21"/>
                <w:szCs w:val="21"/>
              </w:rPr>
              <w:t xml:space="preserve">Transportation Charges </w:t>
            </w:r>
          </w:p>
        </w:tc>
        <w:tc>
          <w:tcPr>
            <w:tcW w:w="1260" w:type="dxa"/>
          </w:tcPr>
          <w:p w:rsidR="00AB37F3" w:rsidRPr="007167D0" w:rsidRDefault="00AB37F3" w:rsidP="00D0007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350" w:type="dxa"/>
          </w:tcPr>
          <w:p w:rsidR="00AB37F3" w:rsidRPr="007167D0" w:rsidRDefault="00AB37F3" w:rsidP="00D0007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350" w:type="dxa"/>
          </w:tcPr>
          <w:p w:rsidR="00AB37F3" w:rsidRPr="007167D0" w:rsidRDefault="00AB37F3" w:rsidP="00D0007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350" w:type="dxa"/>
          </w:tcPr>
          <w:p w:rsidR="00AB37F3" w:rsidRPr="007167D0" w:rsidRDefault="00AB37F3" w:rsidP="00D0007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B37F3" w:rsidRPr="007167D0">
        <w:trPr>
          <w:cantSplit/>
        </w:trPr>
        <w:tc>
          <w:tcPr>
            <w:tcW w:w="648" w:type="dxa"/>
            <w:vAlign w:val="center"/>
          </w:tcPr>
          <w:p w:rsidR="00AB37F3" w:rsidRPr="007167D0" w:rsidRDefault="00AB37F3" w:rsidP="00D00079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880" w:type="dxa"/>
            <w:vAlign w:val="center"/>
          </w:tcPr>
          <w:p w:rsidR="00AB37F3" w:rsidRPr="007167D0" w:rsidRDefault="00AB37F3" w:rsidP="00D00079">
            <w:pPr>
              <w:rPr>
                <w:rFonts w:ascii="Arial" w:hAnsi="Arial" w:cs="Arial"/>
                <w:sz w:val="21"/>
                <w:szCs w:val="21"/>
              </w:rPr>
            </w:pPr>
            <w:r w:rsidRPr="007167D0">
              <w:rPr>
                <w:rFonts w:ascii="Arial" w:hAnsi="Arial" w:cs="Arial"/>
                <w:sz w:val="21"/>
                <w:szCs w:val="21"/>
              </w:rPr>
              <w:t>CST / VAT (Specify rate)</w:t>
            </w:r>
          </w:p>
        </w:tc>
        <w:tc>
          <w:tcPr>
            <w:tcW w:w="1260" w:type="dxa"/>
          </w:tcPr>
          <w:p w:rsidR="00AB37F3" w:rsidRPr="007167D0" w:rsidRDefault="00AB37F3" w:rsidP="00D0007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350" w:type="dxa"/>
          </w:tcPr>
          <w:p w:rsidR="00AB37F3" w:rsidRPr="007167D0" w:rsidRDefault="00AB37F3" w:rsidP="00D0007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350" w:type="dxa"/>
          </w:tcPr>
          <w:p w:rsidR="00AB37F3" w:rsidRPr="007167D0" w:rsidRDefault="00AB37F3" w:rsidP="00D0007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350" w:type="dxa"/>
          </w:tcPr>
          <w:p w:rsidR="00AB37F3" w:rsidRPr="007167D0" w:rsidRDefault="00AB37F3" w:rsidP="00D0007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B37F3" w:rsidRPr="007167D0">
        <w:trPr>
          <w:cantSplit/>
        </w:trPr>
        <w:tc>
          <w:tcPr>
            <w:tcW w:w="648" w:type="dxa"/>
            <w:vAlign w:val="center"/>
          </w:tcPr>
          <w:p w:rsidR="00AB37F3" w:rsidRPr="007167D0" w:rsidRDefault="00AB37F3" w:rsidP="00D00079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880" w:type="dxa"/>
            <w:vAlign w:val="center"/>
          </w:tcPr>
          <w:p w:rsidR="00AB37F3" w:rsidRPr="007167D0" w:rsidRDefault="00AB37F3" w:rsidP="00D00079">
            <w:pPr>
              <w:rPr>
                <w:rFonts w:ascii="Arial" w:hAnsi="Arial" w:cs="Arial"/>
                <w:sz w:val="21"/>
                <w:szCs w:val="21"/>
              </w:rPr>
            </w:pPr>
            <w:r w:rsidRPr="007167D0">
              <w:rPr>
                <w:rFonts w:ascii="Arial" w:hAnsi="Arial" w:cs="Arial"/>
                <w:sz w:val="21"/>
                <w:szCs w:val="21"/>
              </w:rPr>
              <w:t>Total (1+2+3 +4)</w:t>
            </w:r>
          </w:p>
        </w:tc>
        <w:tc>
          <w:tcPr>
            <w:tcW w:w="1260" w:type="dxa"/>
          </w:tcPr>
          <w:p w:rsidR="00AB37F3" w:rsidRPr="007167D0" w:rsidRDefault="00AB37F3" w:rsidP="00D0007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350" w:type="dxa"/>
          </w:tcPr>
          <w:p w:rsidR="00AB37F3" w:rsidRPr="007167D0" w:rsidRDefault="00AB37F3" w:rsidP="00D0007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350" w:type="dxa"/>
          </w:tcPr>
          <w:p w:rsidR="00AB37F3" w:rsidRPr="007167D0" w:rsidRDefault="00AB37F3" w:rsidP="00D0007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350" w:type="dxa"/>
          </w:tcPr>
          <w:p w:rsidR="00AB37F3" w:rsidRPr="007167D0" w:rsidRDefault="00AB37F3" w:rsidP="00D0007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AB37F3" w:rsidRPr="007167D0" w:rsidRDefault="00AB37F3" w:rsidP="00A47A57">
      <w:pPr>
        <w:jc w:val="both"/>
        <w:rPr>
          <w:rFonts w:ascii="Arial" w:hAnsi="Arial" w:cs="Arial"/>
          <w:sz w:val="21"/>
          <w:szCs w:val="21"/>
        </w:rPr>
      </w:pPr>
    </w:p>
    <w:p w:rsidR="00AB37F3" w:rsidRPr="007167D0" w:rsidRDefault="00AB37F3" w:rsidP="00A47A57">
      <w:pPr>
        <w:spacing w:line="320" w:lineRule="atLeast"/>
        <w:jc w:val="both"/>
        <w:rPr>
          <w:rFonts w:ascii="Arial" w:hAnsi="Arial" w:cs="Arial"/>
          <w:sz w:val="21"/>
          <w:szCs w:val="21"/>
          <w:u w:val="single"/>
        </w:rPr>
      </w:pPr>
      <w:r w:rsidRPr="007167D0">
        <w:rPr>
          <w:rFonts w:ascii="Arial" w:hAnsi="Arial" w:cs="Arial"/>
          <w:sz w:val="21"/>
          <w:szCs w:val="21"/>
          <w:u w:val="single"/>
        </w:rPr>
        <w:t>Note:</w:t>
      </w:r>
    </w:p>
    <w:p w:rsidR="00AB37F3" w:rsidRPr="007167D0" w:rsidRDefault="00AB37F3" w:rsidP="00A47A57">
      <w:pPr>
        <w:numPr>
          <w:ilvl w:val="0"/>
          <w:numId w:val="2"/>
        </w:numPr>
        <w:spacing w:line="320" w:lineRule="atLeast"/>
        <w:jc w:val="both"/>
        <w:rPr>
          <w:rFonts w:ascii="Arial" w:hAnsi="Arial" w:cs="Arial"/>
          <w:sz w:val="21"/>
          <w:szCs w:val="21"/>
        </w:rPr>
      </w:pPr>
      <w:r w:rsidRPr="007167D0">
        <w:rPr>
          <w:rFonts w:ascii="Arial" w:hAnsi="Arial" w:cs="Arial"/>
          <w:sz w:val="21"/>
          <w:szCs w:val="21"/>
        </w:rPr>
        <w:t>Vendors should clearly indicate the rates of taxes and duties applicable as per above Proforma.</w:t>
      </w:r>
    </w:p>
    <w:p w:rsidR="00AB37F3" w:rsidRPr="007167D0" w:rsidRDefault="00AB37F3" w:rsidP="00A47A57">
      <w:pPr>
        <w:numPr>
          <w:ilvl w:val="0"/>
          <w:numId w:val="2"/>
        </w:numPr>
        <w:spacing w:line="320" w:lineRule="atLeast"/>
        <w:jc w:val="both"/>
        <w:rPr>
          <w:rFonts w:ascii="Arial" w:hAnsi="Arial" w:cs="Arial"/>
          <w:sz w:val="21"/>
          <w:szCs w:val="21"/>
        </w:rPr>
      </w:pPr>
      <w:r w:rsidRPr="007167D0">
        <w:rPr>
          <w:rFonts w:ascii="Arial" w:hAnsi="Arial" w:cs="Arial"/>
          <w:sz w:val="21"/>
          <w:szCs w:val="21"/>
        </w:rPr>
        <w:t>Final evaluation shall be carried out after considering CENVAT / VAT credit available to BHEL.</w:t>
      </w:r>
    </w:p>
    <w:p w:rsidR="00AB37F3" w:rsidRPr="007167D0" w:rsidRDefault="00AB37F3" w:rsidP="00A47A57">
      <w:pPr>
        <w:numPr>
          <w:ilvl w:val="0"/>
          <w:numId w:val="2"/>
        </w:numPr>
        <w:spacing w:line="320" w:lineRule="atLeast"/>
        <w:jc w:val="both"/>
        <w:rPr>
          <w:rFonts w:ascii="Arial" w:hAnsi="Arial" w:cs="Arial"/>
          <w:b/>
          <w:bCs/>
          <w:sz w:val="21"/>
          <w:szCs w:val="21"/>
          <w:u w:val="single"/>
        </w:rPr>
      </w:pPr>
      <w:r w:rsidRPr="007167D0">
        <w:rPr>
          <w:rFonts w:ascii="Arial" w:hAnsi="Arial" w:cs="Arial"/>
          <w:b/>
          <w:bCs/>
          <w:sz w:val="21"/>
          <w:szCs w:val="21"/>
          <w:u w:val="single"/>
        </w:rPr>
        <w:t xml:space="preserve">Vendors should confirm place of dispatch of material to enable decision on applicability of Octroi at   Mumbai. </w:t>
      </w:r>
    </w:p>
    <w:p w:rsidR="00AB37F3" w:rsidRPr="007167D0" w:rsidRDefault="00AB37F3" w:rsidP="00A47A57">
      <w:pPr>
        <w:numPr>
          <w:ilvl w:val="0"/>
          <w:numId w:val="2"/>
        </w:numPr>
        <w:spacing w:line="320" w:lineRule="atLeast"/>
        <w:jc w:val="both"/>
        <w:rPr>
          <w:rFonts w:ascii="Arial" w:hAnsi="Arial" w:cs="Arial"/>
          <w:sz w:val="21"/>
          <w:szCs w:val="21"/>
        </w:rPr>
      </w:pPr>
      <w:r w:rsidRPr="007167D0">
        <w:rPr>
          <w:rFonts w:ascii="Arial" w:hAnsi="Arial" w:cs="Arial"/>
          <w:sz w:val="21"/>
          <w:szCs w:val="21"/>
        </w:rPr>
        <w:t xml:space="preserve">For evaluation purpose, total landed price inclusive of Octroi and related charges at Mumbai as applicable, shall be considered. </w:t>
      </w:r>
    </w:p>
    <w:p w:rsidR="00AB37F3" w:rsidRPr="007167D0" w:rsidRDefault="00AB37F3" w:rsidP="00A47A57">
      <w:pPr>
        <w:spacing w:line="320" w:lineRule="atLeast"/>
        <w:jc w:val="right"/>
        <w:rPr>
          <w:rFonts w:ascii="Arial" w:hAnsi="Arial" w:cs="Arial"/>
          <w:b/>
          <w:sz w:val="21"/>
          <w:szCs w:val="21"/>
        </w:rPr>
      </w:pPr>
      <w:r w:rsidRPr="007167D0">
        <w:rPr>
          <w:rFonts w:ascii="Arial" w:hAnsi="Arial" w:cs="Arial"/>
          <w:b/>
          <w:sz w:val="21"/>
          <w:szCs w:val="21"/>
        </w:rPr>
        <w:t>Authorized Signatory, with</w:t>
      </w:r>
    </w:p>
    <w:p w:rsidR="00AB37F3" w:rsidRDefault="00AB37F3" w:rsidP="00A47A57">
      <w:pPr>
        <w:spacing w:line="320" w:lineRule="atLeast"/>
        <w:jc w:val="right"/>
        <w:rPr>
          <w:rFonts w:ascii="Arial" w:hAnsi="Arial" w:cs="Arial"/>
          <w:b/>
          <w:sz w:val="21"/>
          <w:szCs w:val="21"/>
        </w:rPr>
      </w:pPr>
      <w:r w:rsidRPr="007167D0">
        <w:rPr>
          <w:rFonts w:ascii="Arial" w:hAnsi="Arial" w:cs="Arial"/>
          <w:b/>
          <w:sz w:val="21"/>
          <w:szCs w:val="21"/>
        </w:rPr>
        <w:t xml:space="preserve">                                      Seal of company</w:t>
      </w:r>
    </w:p>
    <w:p w:rsidR="00AB37F3" w:rsidRDefault="00AB37F3" w:rsidP="00A47A57">
      <w:pPr>
        <w:spacing w:line="320" w:lineRule="atLeast"/>
        <w:jc w:val="right"/>
        <w:rPr>
          <w:rFonts w:ascii="Arial" w:hAnsi="Arial" w:cs="Arial"/>
          <w:b/>
          <w:sz w:val="21"/>
          <w:szCs w:val="21"/>
        </w:rPr>
      </w:pPr>
    </w:p>
    <w:p w:rsidR="00AB37F3" w:rsidRDefault="00AB37F3" w:rsidP="00A47A57">
      <w:pPr>
        <w:spacing w:line="320" w:lineRule="atLeast"/>
        <w:jc w:val="right"/>
        <w:rPr>
          <w:rFonts w:ascii="Arial" w:hAnsi="Arial" w:cs="Arial"/>
          <w:b/>
          <w:sz w:val="21"/>
          <w:szCs w:val="21"/>
        </w:rPr>
      </w:pPr>
    </w:p>
    <w:p w:rsidR="00AB37F3" w:rsidRPr="007167D0" w:rsidRDefault="00AB37F3" w:rsidP="00A8177E">
      <w:pPr>
        <w:spacing w:line="320" w:lineRule="atLeast"/>
        <w:jc w:val="right"/>
        <w:rPr>
          <w:rFonts w:ascii="Arial" w:hAnsi="Arial" w:cs="Arial"/>
          <w:b/>
          <w:sz w:val="21"/>
          <w:szCs w:val="21"/>
        </w:rPr>
      </w:pPr>
    </w:p>
    <w:p w:rsidR="00AB37F3" w:rsidRDefault="00AB37F3" w:rsidP="00A8177E">
      <w:pPr>
        <w:keepNext/>
        <w:tabs>
          <w:tab w:val="left" w:pos="360"/>
        </w:tabs>
        <w:jc w:val="center"/>
        <w:outlineLvl w:val="3"/>
        <w:rPr>
          <w:rFonts w:ascii="Arial" w:hAnsi="Arial" w:cs="Arial"/>
          <w:b/>
          <w:bCs/>
          <w:sz w:val="21"/>
          <w:szCs w:val="21"/>
        </w:rPr>
      </w:pPr>
    </w:p>
    <w:p w:rsidR="00AB37F3" w:rsidRPr="007167D0" w:rsidRDefault="00AB37F3" w:rsidP="00A8177E">
      <w:pPr>
        <w:keepNext/>
        <w:tabs>
          <w:tab w:val="left" w:pos="360"/>
        </w:tabs>
        <w:jc w:val="center"/>
        <w:outlineLvl w:val="3"/>
        <w:rPr>
          <w:rFonts w:ascii="Arial" w:hAnsi="Arial" w:cs="Arial"/>
          <w:b/>
          <w:bCs/>
          <w:sz w:val="21"/>
          <w:szCs w:val="21"/>
        </w:rPr>
      </w:pPr>
      <w:r w:rsidRPr="007167D0">
        <w:rPr>
          <w:rFonts w:ascii="Arial" w:hAnsi="Arial" w:cs="Arial"/>
          <w:b/>
          <w:bCs/>
          <w:sz w:val="21"/>
          <w:szCs w:val="21"/>
        </w:rPr>
        <w:t>Annexure II B (For Imported  Items)</w:t>
      </w:r>
    </w:p>
    <w:p w:rsidR="00AB37F3" w:rsidRPr="007167D0" w:rsidRDefault="00AB37F3" w:rsidP="00A8177E">
      <w:pPr>
        <w:keepNext/>
        <w:tabs>
          <w:tab w:val="left" w:pos="360"/>
        </w:tabs>
        <w:jc w:val="center"/>
        <w:outlineLvl w:val="3"/>
        <w:rPr>
          <w:rFonts w:ascii="Arial" w:hAnsi="Arial" w:cs="Arial"/>
          <w:b/>
          <w:bCs/>
          <w:sz w:val="21"/>
          <w:szCs w:val="21"/>
        </w:rPr>
      </w:pPr>
    </w:p>
    <w:p w:rsidR="00AB37F3" w:rsidRPr="007167D0" w:rsidRDefault="00AB37F3" w:rsidP="00A8177E">
      <w:pPr>
        <w:tabs>
          <w:tab w:val="left" w:pos="360"/>
        </w:tabs>
        <w:rPr>
          <w:rFonts w:ascii="Arial" w:hAnsi="Arial" w:cs="Arial"/>
          <w:b/>
          <w:bCs/>
          <w:sz w:val="21"/>
          <w:szCs w:val="21"/>
        </w:rPr>
      </w:pPr>
      <w:r w:rsidRPr="007167D0">
        <w:rPr>
          <w:rFonts w:ascii="Arial" w:hAnsi="Arial" w:cs="Arial"/>
          <w:b/>
          <w:bCs/>
          <w:sz w:val="21"/>
          <w:szCs w:val="21"/>
        </w:rPr>
        <w:t>Tender Enquiry No .BHEL/EMRP/PUR/ S/</w:t>
      </w:r>
      <w:r>
        <w:rPr>
          <w:rFonts w:ascii="Arial" w:hAnsi="Arial" w:cs="Arial"/>
          <w:b/>
          <w:bCs/>
          <w:sz w:val="21"/>
          <w:szCs w:val="21"/>
        </w:rPr>
        <w:t>200616/17/18/23/24/25/26/28</w:t>
      </w:r>
      <w:r w:rsidRPr="007167D0">
        <w:rPr>
          <w:rFonts w:ascii="Arial" w:hAnsi="Arial" w:cs="Arial"/>
          <w:b/>
          <w:bCs/>
          <w:sz w:val="21"/>
          <w:szCs w:val="21"/>
        </w:rPr>
        <w:t xml:space="preserve">             Dt</w:t>
      </w:r>
      <w:r w:rsidRPr="007167D0">
        <w:rPr>
          <w:rFonts w:ascii="Arial" w:hAnsi="Arial" w:cs="Arial"/>
          <w:b/>
          <w:sz w:val="21"/>
          <w:szCs w:val="21"/>
        </w:rPr>
        <w:t xml:space="preserve">: </w:t>
      </w:r>
      <w:r>
        <w:rPr>
          <w:rFonts w:ascii="Arial" w:hAnsi="Arial" w:cs="Arial"/>
          <w:b/>
          <w:sz w:val="21"/>
          <w:szCs w:val="21"/>
        </w:rPr>
        <w:t>02.12</w:t>
      </w:r>
      <w:r w:rsidRPr="007167D0">
        <w:rPr>
          <w:rFonts w:ascii="Arial" w:hAnsi="Arial" w:cs="Arial"/>
          <w:b/>
          <w:sz w:val="21"/>
          <w:szCs w:val="21"/>
        </w:rPr>
        <w:t>.2011</w:t>
      </w:r>
    </w:p>
    <w:p w:rsidR="00AB37F3" w:rsidRPr="007167D0" w:rsidRDefault="00AB37F3" w:rsidP="00A8177E">
      <w:pPr>
        <w:tabs>
          <w:tab w:val="left" w:pos="360"/>
        </w:tabs>
        <w:rPr>
          <w:rFonts w:ascii="Arial" w:hAnsi="Arial" w:cs="Arial"/>
          <w:sz w:val="21"/>
          <w:szCs w:val="21"/>
        </w:rPr>
      </w:pPr>
      <w:r w:rsidRPr="007167D0">
        <w:rPr>
          <w:rFonts w:ascii="Arial" w:hAnsi="Arial" w:cs="Arial"/>
          <w:sz w:val="21"/>
          <w:szCs w:val="21"/>
        </w:rPr>
        <w:t xml:space="preserve">Bidder’s Ref No: __________________________________________________                                                                                                     </w:t>
      </w:r>
    </w:p>
    <w:p w:rsidR="00AB37F3" w:rsidRPr="007167D0" w:rsidRDefault="00AB37F3" w:rsidP="00A8177E">
      <w:pPr>
        <w:keepNext/>
        <w:spacing w:before="240" w:after="60"/>
        <w:jc w:val="both"/>
        <w:outlineLvl w:val="1"/>
        <w:rPr>
          <w:rFonts w:ascii="Arial" w:hAnsi="Arial" w:cs="Arial"/>
          <w:b/>
          <w:bCs/>
          <w:iCs/>
          <w:sz w:val="21"/>
          <w:szCs w:val="21"/>
        </w:rPr>
      </w:pPr>
      <w:r w:rsidRPr="007167D0">
        <w:rPr>
          <w:rFonts w:ascii="Arial" w:hAnsi="Arial" w:cs="Arial"/>
          <w:b/>
          <w:bCs/>
          <w:iCs/>
          <w:sz w:val="21"/>
          <w:szCs w:val="21"/>
        </w:rPr>
        <w:t>Proforma for Price Bid Part “B”</w:t>
      </w:r>
    </w:p>
    <w:p w:rsidR="00AB37F3" w:rsidRPr="007167D0" w:rsidRDefault="00AB37F3" w:rsidP="00A8177E">
      <w:pPr>
        <w:jc w:val="both"/>
        <w:rPr>
          <w:rFonts w:ascii="Arial" w:hAnsi="Arial" w:cs="Arial"/>
          <w:sz w:val="21"/>
          <w:szCs w:val="21"/>
        </w:rPr>
      </w:pPr>
    </w:p>
    <w:tbl>
      <w:tblPr>
        <w:tblW w:w="928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788"/>
        <w:gridCol w:w="900"/>
        <w:gridCol w:w="2160"/>
        <w:gridCol w:w="1440"/>
      </w:tblGrid>
      <w:tr w:rsidR="00AB37F3" w:rsidRPr="007167D0">
        <w:tc>
          <w:tcPr>
            <w:tcW w:w="4788" w:type="dxa"/>
            <w:vAlign w:val="center"/>
          </w:tcPr>
          <w:p w:rsidR="00AB37F3" w:rsidRPr="007167D0" w:rsidRDefault="00AB37F3" w:rsidP="002C287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7167D0">
              <w:rPr>
                <w:rFonts w:ascii="Arial" w:hAnsi="Arial" w:cs="Arial"/>
                <w:sz w:val="21"/>
                <w:szCs w:val="21"/>
              </w:rPr>
              <w:t>Description</w:t>
            </w:r>
          </w:p>
          <w:p w:rsidR="00AB37F3" w:rsidRPr="007167D0" w:rsidRDefault="00AB37F3" w:rsidP="002C287E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AB37F3" w:rsidRPr="007167D0" w:rsidRDefault="00AB37F3" w:rsidP="002C287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7167D0">
              <w:rPr>
                <w:rFonts w:ascii="Arial" w:hAnsi="Arial" w:cs="Arial"/>
                <w:sz w:val="21"/>
                <w:szCs w:val="21"/>
              </w:rPr>
              <w:t xml:space="preserve">Qty. </w:t>
            </w:r>
          </w:p>
          <w:p w:rsidR="00AB37F3" w:rsidRPr="007167D0" w:rsidRDefault="00AB37F3" w:rsidP="002C287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7167D0">
              <w:rPr>
                <w:rFonts w:ascii="Arial" w:hAnsi="Arial" w:cs="Arial"/>
                <w:sz w:val="21"/>
                <w:szCs w:val="21"/>
              </w:rPr>
              <w:t>Nos.</w:t>
            </w:r>
          </w:p>
        </w:tc>
        <w:tc>
          <w:tcPr>
            <w:tcW w:w="2160" w:type="dxa"/>
            <w:vAlign w:val="center"/>
          </w:tcPr>
          <w:p w:rsidR="00AB37F3" w:rsidRPr="007167D0" w:rsidRDefault="00AB37F3" w:rsidP="00A8177E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7167D0">
              <w:rPr>
                <w:rFonts w:ascii="Arial" w:hAnsi="Arial" w:cs="Arial"/>
                <w:sz w:val="21"/>
                <w:szCs w:val="21"/>
              </w:rPr>
              <w:t>Unit Rate per / Nos. as per total  cost to BHEL as per break up below in Euros</w:t>
            </w:r>
          </w:p>
        </w:tc>
        <w:tc>
          <w:tcPr>
            <w:tcW w:w="1440" w:type="dxa"/>
            <w:vAlign w:val="center"/>
          </w:tcPr>
          <w:p w:rsidR="00AB37F3" w:rsidRPr="007167D0" w:rsidRDefault="00AB37F3" w:rsidP="002C287E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7167D0">
              <w:rPr>
                <w:rFonts w:ascii="Arial" w:hAnsi="Arial" w:cs="Arial"/>
                <w:sz w:val="21"/>
                <w:szCs w:val="21"/>
              </w:rPr>
              <w:t>Total Price</w:t>
            </w:r>
          </w:p>
        </w:tc>
      </w:tr>
      <w:tr w:rsidR="00AB37F3" w:rsidRPr="007167D0">
        <w:tc>
          <w:tcPr>
            <w:tcW w:w="4788" w:type="dxa"/>
            <w:vAlign w:val="center"/>
          </w:tcPr>
          <w:p w:rsidR="00AB37F3" w:rsidRPr="007167D0" w:rsidRDefault="00AB37F3" w:rsidP="002C287E">
            <w:pPr>
              <w:spacing w:line="260" w:lineRule="atLeast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7167D0">
              <w:rPr>
                <w:rFonts w:ascii="Arial" w:hAnsi="Arial" w:cs="Arial"/>
                <w:sz w:val="21"/>
                <w:szCs w:val="21"/>
              </w:rPr>
              <w:t>Fabricated and machined Front Pedestal Inclusive of all costs as per tender specification (Like Packing / Forwarding &amp; Transportation, etc.,)</w:t>
            </w:r>
          </w:p>
        </w:tc>
        <w:tc>
          <w:tcPr>
            <w:tcW w:w="900" w:type="dxa"/>
            <w:vAlign w:val="center"/>
          </w:tcPr>
          <w:p w:rsidR="00AB37F3" w:rsidRDefault="00AB37F3" w:rsidP="0022583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4</w:t>
            </w:r>
          </w:p>
          <w:p w:rsidR="00AB37F3" w:rsidRPr="007167D0" w:rsidRDefault="00AB37F3" w:rsidP="0022583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160" w:type="dxa"/>
            <w:vAlign w:val="center"/>
          </w:tcPr>
          <w:p w:rsidR="00AB37F3" w:rsidRPr="007167D0" w:rsidRDefault="00AB37F3" w:rsidP="002C287E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40" w:type="dxa"/>
            <w:vAlign w:val="center"/>
          </w:tcPr>
          <w:p w:rsidR="00AB37F3" w:rsidRPr="007167D0" w:rsidRDefault="00AB37F3" w:rsidP="002C287E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B37F3" w:rsidRPr="007167D0">
        <w:tc>
          <w:tcPr>
            <w:tcW w:w="4788" w:type="dxa"/>
            <w:vAlign w:val="center"/>
          </w:tcPr>
          <w:p w:rsidR="00AB37F3" w:rsidRPr="007167D0" w:rsidRDefault="00AB37F3" w:rsidP="002C287E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7167D0">
              <w:rPr>
                <w:rFonts w:ascii="Arial" w:hAnsi="Arial" w:cs="Arial"/>
                <w:sz w:val="21"/>
                <w:szCs w:val="21"/>
              </w:rPr>
              <w:t>Fabricated and machined LP-IP Pedestal Inclusive of all costs as per tender specification (Like Packing / Forwarding &amp; Transportation, etc.,)</w:t>
            </w:r>
          </w:p>
        </w:tc>
        <w:tc>
          <w:tcPr>
            <w:tcW w:w="900" w:type="dxa"/>
            <w:vAlign w:val="center"/>
          </w:tcPr>
          <w:p w:rsidR="00AB37F3" w:rsidRDefault="00AB37F3" w:rsidP="0022583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4</w:t>
            </w:r>
          </w:p>
          <w:p w:rsidR="00AB37F3" w:rsidRPr="007167D0" w:rsidRDefault="00AB37F3" w:rsidP="0022583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160" w:type="dxa"/>
            <w:vAlign w:val="center"/>
          </w:tcPr>
          <w:p w:rsidR="00AB37F3" w:rsidRPr="007167D0" w:rsidRDefault="00AB37F3" w:rsidP="002C287E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40" w:type="dxa"/>
            <w:vAlign w:val="center"/>
          </w:tcPr>
          <w:p w:rsidR="00AB37F3" w:rsidRPr="007167D0" w:rsidRDefault="00AB37F3" w:rsidP="002C287E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B37F3" w:rsidRPr="007167D0">
        <w:tc>
          <w:tcPr>
            <w:tcW w:w="4788" w:type="dxa"/>
            <w:vAlign w:val="center"/>
          </w:tcPr>
          <w:p w:rsidR="00AB37F3" w:rsidRPr="007167D0" w:rsidRDefault="00AB37F3" w:rsidP="002C287E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7167D0">
              <w:rPr>
                <w:rFonts w:ascii="Arial" w:hAnsi="Arial" w:cs="Arial"/>
                <w:sz w:val="21"/>
                <w:szCs w:val="21"/>
              </w:rPr>
              <w:t>Fabricated and machined IP-HP Pedestal Inclusive of all costs as per tender specification (Like Packing / Forwarding &amp; Transportation, etc.,)</w:t>
            </w:r>
          </w:p>
        </w:tc>
        <w:tc>
          <w:tcPr>
            <w:tcW w:w="900" w:type="dxa"/>
            <w:vAlign w:val="center"/>
          </w:tcPr>
          <w:p w:rsidR="00AB37F3" w:rsidRDefault="00AB37F3" w:rsidP="0022583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4</w:t>
            </w:r>
          </w:p>
          <w:p w:rsidR="00AB37F3" w:rsidRPr="007167D0" w:rsidRDefault="00AB37F3" w:rsidP="0022583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160" w:type="dxa"/>
            <w:vAlign w:val="center"/>
          </w:tcPr>
          <w:p w:rsidR="00AB37F3" w:rsidRPr="007167D0" w:rsidRDefault="00AB37F3" w:rsidP="002C287E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40" w:type="dxa"/>
            <w:vAlign w:val="center"/>
          </w:tcPr>
          <w:p w:rsidR="00AB37F3" w:rsidRPr="007167D0" w:rsidRDefault="00AB37F3" w:rsidP="002C287E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B37F3" w:rsidRPr="007167D0">
        <w:tc>
          <w:tcPr>
            <w:tcW w:w="4788" w:type="dxa"/>
            <w:vAlign w:val="center"/>
          </w:tcPr>
          <w:p w:rsidR="00AB37F3" w:rsidRPr="007167D0" w:rsidRDefault="00AB37F3" w:rsidP="002C287E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7167D0">
              <w:rPr>
                <w:rFonts w:ascii="Arial" w:hAnsi="Arial" w:cs="Arial"/>
                <w:sz w:val="21"/>
                <w:szCs w:val="21"/>
              </w:rPr>
              <w:t>Fabricated and machined LP- Generator Inclusive of all costs as per tender specification (Like Packing / Forwarding &amp; Transportation, etc.,)</w:t>
            </w:r>
          </w:p>
        </w:tc>
        <w:tc>
          <w:tcPr>
            <w:tcW w:w="900" w:type="dxa"/>
            <w:vAlign w:val="center"/>
          </w:tcPr>
          <w:p w:rsidR="00AB37F3" w:rsidRDefault="00AB37F3" w:rsidP="0022583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4</w:t>
            </w:r>
          </w:p>
          <w:p w:rsidR="00AB37F3" w:rsidRPr="007167D0" w:rsidRDefault="00AB37F3" w:rsidP="0022583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160" w:type="dxa"/>
            <w:vAlign w:val="center"/>
          </w:tcPr>
          <w:p w:rsidR="00AB37F3" w:rsidRPr="007167D0" w:rsidRDefault="00AB37F3" w:rsidP="002C287E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40" w:type="dxa"/>
            <w:vAlign w:val="center"/>
          </w:tcPr>
          <w:p w:rsidR="00AB37F3" w:rsidRPr="007167D0" w:rsidRDefault="00AB37F3" w:rsidP="002C287E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AB37F3" w:rsidRPr="007167D0" w:rsidRDefault="00AB37F3" w:rsidP="00A8177E">
      <w:pPr>
        <w:jc w:val="both"/>
        <w:rPr>
          <w:rFonts w:ascii="Arial" w:hAnsi="Arial" w:cs="Arial"/>
          <w:b/>
          <w:bCs/>
          <w:sz w:val="21"/>
          <w:szCs w:val="21"/>
        </w:rPr>
      </w:pPr>
    </w:p>
    <w:p w:rsidR="00AB37F3" w:rsidRPr="007167D0" w:rsidRDefault="00AB37F3" w:rsidP="00A8177E">
      <w:pPr>
        <w:jc w:val="both"/>
        <w:rPr>
          <w:rFonts w:ascii="Arial" w:hAnsi="Arial" w:cs="Arial"/>
          <w:b/>
          <w:bCs/>
          <w:sz w:val="21"/>
          <w:szCs w:val="21"/>
        </w:rPr>
      </w:pPr>
      <w:r w:rsidRPr="007167D0">
        <w:rPr>
          <w:rFonts w:ascii="Arial" w:hAnsi="Arial" w:cs="Arial"/>
          <w:b/>
          <w:bCs/>
          <w:sz w:val="21"/>
          <w:szCs w:val="21"/>
        </w:rPr>
        <w:t xml:space="preserve">Break-up of above total unit rate:                                                   </w:t>
      </w:r>
    </w:p>
    <w:p w:rsidR="00AB37F3" w:rsidRPr="007167D0" w:rsidRDefault="00AB37F3" w:rsidP="00A8177E">
      <w:pPr>
        <w:ind w:left="5040" w:firstLine="720"/>
        <w:jc w:val="center"/>
        <w:rPr>
          <w:rFonts w:ascii="Arial" w:hAnsi="Arial" w:cs="Arial"/>
          <w:sz w:val="21"/>
          <w:szCs w:val="21"/>
        </w:rPr>
      </w:pPr>
      <w:r w:rsidRPr="007167D0">
        <w:rPr>
          <w:rFonts w:ascii="Arial" w:hAnsi="Arial" w:cs="Arial"/>
          <w:sz w:val="21"/>
          <w:szCs w:val="21"/>
        </w:rPr>
        <w:t xml:space="preserve">                                (in Euros)</w:t>
      </w:r>
    </w:p>
    <w:tbl>
      <w:tblPr>
        <w:tblW w:w="883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2880"/>
        <w:gridCol w:w="1260"/>
        <w:gridCol w:w="1350"/>
        <w:gridCol w:w="1350"/>
        <w:gridCol w:w="1350"/>
      </w:tblGrid>
      <w:tr w:rsidR="00AB37F3" w:rsidRPr="007167D0">
        <w:trPr>
          <w:cantSplit/>
        </w:trPr>
        <w:tc>
          <w:tcPr>
            <w:tcW w:w="648" w:type="dxa"/>
            <w:vAlign w:val="center"/>
          </w:tcPr>
          <w:p w:rsidR="00AB37F3" w:rsidRPr="007167D0" w:rsidRDefault="00AB37F3" w:rsidP="002C287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7167D0">
              <w:rPr>
                <w:rFonts w:ascii="Arial" w:hAnsi="Arial" w:cs="Arial"/>
                <w:sz w:val="21"/>
                <w:szCs w:val="21"/>
              </w:rPr>
              <w:t>Sr. No.</w:t>
            </w:r>
          </w:p>
        </w:tc>
        <w:tc>
          <w:tcPr>
            <w:tcW w:w="2880" w:type="dxa"/>
            <w:vAlign w:val="center"/>
          </w:tcPr>
          <w:p w:rsidR="00AB37F3" w:rsidRPr="007167D0" w:rsidRDefault="00AB37F3" w:rsidP="002C287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7167D0">
              <w:rPr>
                <w:rFonts w:ascii="Arial" w:hAnsi="Arial" w:cs="Arial"/>
                <w:sz w:val="21"/>
                <w:szCs w:val="21"/>
              </w:rPr>
              <w:t>Description</w:t>
            </w:r>
          </w:p>
        </w:tc>
        <w:tc>
          <w:tcPr>
            <w:tcW w:w="1260" w:type="dxa"/>
          </w:tcPr>
          <w:p w:rsidR="00AB37F3" w:rsidRPr="007167D0" w:rsidRDefault="00AB37F3" w:rsidP="002C287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7167D0">
              <w:rPr>
                <w:rFonts w:ascii="Arial" w:hAnsi="Arial" w:cs="Arial"/>
                <w:sz w:val="21"/>
                <w:szCs w:val="21"/>
              </w:rPr>
              <w:t>Front Pedestal</w:t>
            </w:r>
          </w:p>
        </w:tc>
        <w:tc>
          <w:tcPr>
            <w:tcW w:w="1350" w:type="dxa"/>
          </w:tcPr>
          <w:p w:rsidR="00AB37F3" w:rsidRPr="007167D0" w:rsidRDefault="00AB37F3" w:rsidP="002C287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7167D0">
              <w:rPr>
                <w:rFonts w:ascii="Arial" w:hAnsi="Arial" w:cs="Arial"/>
                <w:sz w:val="21"/>
                <w:szCs w:val="21"/>
              </w:rPr>
              <w:t>LP-IP Pedestal</w:t>
            </w:r>
          </w:p>
        </w:tc>
        <w:tc>
          <w:tcPr>
            <w:tcW w:w="1350" w:type="dxa"/>
          </w:tcPr>
          <w:p w:rsidR="00AB37F3" w:rsidRPr="007167D0" w:rsidRDefault="00AB37F3" w:rsidP="002C287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7167D0">
              <w:rPr>
                <w:rFonts w:ascii="Arial" w:hAnsi="Arial" w:cs="Arial"/>
                <w:sz w:val="21"/>
                <w:szCs w:val="21"/>
              </w:rPr>
              <w:t>IP-HP Pedestal</w:t>
            </w:r>
          </w:p>
        </w:tc>
        <w:tc>
          <w:tcPr>
            <w:tcW w:w="1350" w:type="dxa"/>
          </w:tcPr>
          <w:p w:rsidR="00AB37F3" w:rsidRPr="007167D0" w:rsidRDefault="00AB37F3" w:rsidP="002C287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7167D0">
              <w:rPr>
                <w:rFonts w:ascii="Arial" w:hAnsi="Arial" w:cs="Arial"/>
                <w:sz w:val="21"/>
                <w:szCs w:val="21"/>
              </w:rPr>
              <w:t>LP- Generator</w:t>
            </w:r>
          </w:p>
        </w:tc>
      </w:tr>
      <w:tr w:rsidR="00AB37F3" w:rsidRPr="007167D0">
        <w:trPr>
          <w:cantSplit/>
          <w:trHeight w:val="512"/>
        </w:trPr>
        <w:tc>
          <w:tcPr>
            <w:tcW w:w="648" w:type="dxa"/>
            <w:vAlign w:val="center"/>
          </w:tcPr>
          <w:p w:rsidR="00AB37F3" w:rsidRPr="007167D0" w:rsidRDefault="00AB37F3" w:rsidP="00A8177E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880" w:type="dxa"/>
            <w:vAlign w:val="center"/>
          </w:tcPr>
          <w:p w:rsidR="00AB37F3" w:rsidRPr="007167D0" w:rsidRDefault="00AB37F3" w:rsidP="005E26C2">
            <w:pPr>
              <w:rPr>
                <w:rFonts w:ascii="Arial" w:hAnsi="Arial" w:cs="Arial"/>
                <w:sz w:val="21"/>
                <w:szCs w:val="21"/>
              </w:rPr>
            </w:pPr>
            <w:r w:rsidRPr="007167D0">
              <w:rPr>
                <w:rFonts w:ascii="Arial" w:hAnsi="Arial" w:cs="Arial"/>
                <w:sz w:val="21"/>
                <w:szCs w:val="21"/>
              </w:rPr>
              <w:t>FOB Price per unit</w:t>
            </w:r>
          </w:p>
        </w:tc>
        <w:tc>
          <w:tcPr>
            <w:tcW w:w="1260" w:type="dxa"/>
          </w:tcPr>
          <w:p w:rsidR="00AB37F3" w:rsidRPr="007167D0" w:rsidRDefault="00AB37F3" w:rsidP="002C287E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350" w:type="dxa"/>
          </w:tcPr>
          <w:p w:rsidR="00AB37F3" w:rsidRPr="007167D0" w:rsidRDefault="00AB37F3" w:rsidP="002C287E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350" w:type="dxa"/>
          </w:tcPr>
          <w:p w:rsidR="00AB37F3" w:rsidRPr="007167D0" w:rsidRDefault="00AB37F3" w:rsidP="002C287E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350" w:type="dxa"/>
          </w:tcPr>
          <w:p w:rsidR="00AB37F3" w:rsidRPr="007167D0" w:rsidRDefault="00AB37F3" w:rsidP="002C287E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AB37F3" w:rsidRPr="007167D0" w:rsidRDefault="00AB37F3" w:rsidP="00A8177E">
      <w:pPr>
        <w:jc w:val="both"/>
        <w:rPr>
          <w:rFonts w:ascii="Arial" w:hAnsi="Arial" w:cs="Arial"/>
          <w:sz w:val="21"/>
          <w:szCs w:val="21"/>
        </w:rPr>
      </w:pPr>
    </w:p>
    <w:p w:rsidR="00AB37F3" w:rsidRPr="007167D0" w:rsidRDefault="00AB37F3" w:rsidP="00A8177E">
      <w:pPr>
        <w:spacing w:line="320" w:lineRule="atLeast"/>
        <w:jc w:val="both"/>
        <w:rPr>
          <w:rFonts w:ascii="Arial" w:hAnsi="Arial" w:cs="Arial"/>
          <w:sz w:val="21"/>
          <w:szCs w:val="21"/>
          <w:u w:val="single"/>
        </w:rPr>
      </w:pPr>
      <w:r w:rsidRPr="007167D0">
        <w:rPr>
          <w:rFonts w:ascii="Arial" w:hAnsi="Arial" w:cs="Arial"/>
          <w:sz w:val="21"/>
          <w:szCs w:val="21"/>
          <w:u w:val="single"/>
        </w:rPr>
        <w:t>Note:</w:t>
      </w:r>
    </w:p>
    <w:p w:rsidR="00AB37F3" w:rsidRPr="007167D0" w:rsidRDefault="00AB37F3" w:rsidP="00A8177E">
      <w:pPr>
        <w:numPr>
          <w:ilvl w:val="0"/>
          <w:numId w:val="2"/>
        </w:numPr>
        <w:spacing w:line="320" w:lineRule="atLeast"/>
        <w:jc w:val="both"/>
        <w:rPr>
          <w:rFonts w:ascii="Arial" w:hAnsi="Arial" w:cs="Arial"/>
          <w:sz w:val="21"/>
          <w:szCs w:val="21"/>
        </w:rPr>
      </w:pPr>
      <w:r w:rsidRPr="007167D0">
        <w:rPr>
          <w:rFonts w:ascii="Arial" w:hAnsi="Arial" w:cs="Arial"/>
          <w:sz w:val="21"/>
          <w:szCs w:val="21"/>
        </w:rPr>
        <w:t>Vendors should clearly indicate the rates of taxes and duties applicable as per above Proforma.</w:t>
      </w:r>
    </w:p>
    <w:p w:rsidR="00AB37F3" w:rsidRPr="007167D0" w:rsidRDefault="00AB37F3" w:rsidP="00A8177E">
      <w:pPr>
        <w:numPr>
          <w:ilvl w:val="0"/>
          <w:numId w:val="2"/>
        </w:numPr>
        <w:spacing w:line="320" w:lineRule="atLeast"/>
        <w:jc w:val="both"/>
        <w:rPr>
          <w:rFonts w:ascii="Arial" w:hAnsi="Arial" w:cs="Arial"/>
          <w:sz w:val="21"/>
          <w:szCs w:val="21"/>
        </w:rPr>
      </w:pPr>
      <w:r w:rsidRPr="007167D0">
        <w:rPr>
          <w:rFonts w:ascii="Arial" w:hAnsi="Arial" w:cs="Arial"/>
          <w:sz w:val="21"/>
          <w:szCs w:val="21"/>
        </w:rPr>
        <w:t>Final evaluation shall be carried out after considering CENVAT / VAT credit available to BHEL.</w:t>
      </w:r>
    </w:p>
    <w:p w:rsidR="00AB37F3" w:rsidRPr="007167D0" w:rsidRDefault="00AB37F3" w:rsidP="00A8177E">
      <w:pPr>
        <w:numPr>
          <w:ilvl w:val="0"/>
          <w:numId w:val="2"/>
        </w:numPr>
        <w:spacing w:line="320" w:lineRule="atLeast"/>
        <w:jc w:val="both"/>
        <w:rPr>
          <w:rFonts w:ascii="Arial" w:hAnsi="Arial" w:cs="Arial"/>
          <w:b/>
          <w:bCs/>
          <w:sz w:val="21"/>
          <w:szCs w:val="21"/>
          <w:u w:val="single"/>
        </w:rPr>
      </w:pPr>
      <w:r w:rsidRPr="007167D0">
        <w:rPr>
          <w:rFonts w:ascii="Arial" w:hAnsi="Arial" w:cs="Arial"/>
          <w:b/>
          <w:bCs/>
          <w:sz w:val="21"/>
          <w:szCs w:val="21"/>
          <w:u w:val="single"/>
        </w:rPr>
        <w:t xml:space="preserve">Vendors should confirm place of dispatch of material to enable decision on applicability of Octroi at   Mumbai. </w:t>
      </w:r>
    </w:p>
    <w:p w:rsidR="00AB37F3" w:rsidRPr="007167D0" w:rsidRDefault="00AB37F3" w:rsidP="00A8177E">
      <w:pPr>
        <w:numPr>
          <w:ilvl w:val="0"/>
          <w:numId w:val="2"/>
        </w:numPr>
        <w:spacing w:line="320" w:lineRule="atLeast"/>
        <w:jc w:val="both"/>
        <w:rPr>
          <w:rFonts w:ascii="Arial" w:hAnsi="Arial" w:cs="Arial"/>
          <w:sz w:val="21"/>
          <w:szCs w:val="21"/>
        </w:rPr>
      </w:pPr>
      <w:r w:rsidRPr="007167D0">
        <w:rPr>
          <w:rFonts w:ascii="Arial" w:hAnsi="Arial" w:cs="Arial"/>
          <w:sz w:val="21"/>
          <w:szCs w:val="21"/>
        </w:rPr>
        <w:t xml:space="preserve">For evaluation purpose, total landed price inclusive of Octroi and related charges at Mumbai as applicable, shall be considered. </w:t>
      </w:r>
    </w:p>
    <w:p w:rsidR="00AB37F3" w:rsidRPr="007167D0" w:rsidRDefault="00AB37F3" w:rsidP="00A8177E">
      <w:pPr>
        <w:spacing w:line="320" w:lineRule="atLeast"/>
        <w:rPr>
          <w:rFonts w:ascii="Arial" w:hAnsi="Arial" w:cs="Arial"/>
          <w:b/>
          <w:sz w:val="21"/>
          <w:szCs w:val="21"/>
        </w:rPr>
      </w:pPr>
    </w:p>
    <w:p w:rsidR="00AB37F3" w:rsidRPr="007167D0" w:rsidRDefault="00AB37F3" w:rsidP="00A8177E">
      <w:pPr>
        <w:spacing w:line="320" w:lineRule="atLeast"/>
        <w:jc w:val="right"/>
        <w:rPr>
          <w:rFonts w:ascii="Arial" w:hAnsi="Arial" w:cs="Arial"/>
          <w:b/>
          <w:sz w:val="21"/>
          <w:szCs w:val="21"/>
        </w:rPr>
      </w:pPr>
      <w:r w:rsidRPr="007167D0">
        <w:rPr>
          <w:rFonts w:ascii="Arial" w:hAnsi="Arial" w:cs="Arial"/>
          <w:b/>
          <w:sz w:val="21"/>
          <w:szCs w:val="21"/>
        </w:rPr>
        <w:t>Authorized Signatory, with</w:t>
      </w:r>
    </w:p>
    <w:p w:rsidR="00AB37F3" w:rsidRDefault="00AB37F3" w:rsidP="00A8177E">
      <w:pPr>
        <w:spacing w:line="320" w:lineRule="atLeast"/>
        <w:jc w:val="right"/>
        <w:rPr>
          <w:rFonts w:ascii="Arial" w:hAnsi="Arial" w:cs="Arial"/>
          <w:b/>
          <w:sz w:val="21"/>
          <w:szCs w:val="21"/>
        </w:rPr>
      </w:pPr>
      <w:r w:rsidRPr="007167D0">
        <w:rPr>
          <w:rFonts w:ascii="Arial" w:hAnsi="Arial" w:cs="Arial"/>
          <w:b/>
          <w:sz w:val="21"/>
          <w:szCs w:val="21"/>
        </w:rPr>
        <w:t xml:space="preserve">                                                                                                  Seal of company</w:t>
      </w:r>
    </w:p>
    <w:p w:rsidR="00AB37F3" w:rsidRDefault="00AB37F3" w:rsidP="00A47A57">
      <w:pPr>
        <w:spacing w:line="320" w:lineRule="atLeast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-Continued</w:t>
      </w:r>
    </w:p>
    <w:p w:rsidR="00AB37F3" w:rsidRDefault="00AB37F3" w:rsidP="00A47A57">
      <w:pPr>
        <w:keepNext/>
        <w:tabs>
          <w:tab w:val="left" w:pos="360"/>
        </w:tabs>
        <w:jc w:val="center"/>
        <w:outlineLvl w:val="3"/>
        <w:rPr>
          <w:rFonts w:ascii="Arial" w:hAnsi="Arial" w:cs="Arial"/>
          <w:b/>
          <w:bCs/>
          <w:sz w:val="21"/>
          <w:szCs w:val="21"/>
        </w:rPr>
      </w:pPr>
    </w:p>
    <w:p w:rsidR="00AB37F3" w:rsidRPr="007167D0" w:rsidRDefault="00AB37F3" w:rsidP="00A47A57">
      <w:pPr>
        <w:keepNext/>
        <w:tabs>
          <w:tab w:val="left" w:pos="360"/>
        </w:tabs>
        <w:jc w:val="center"/>
        <w:outlineLvl w:val="3"/>
        <w:rPr>
          <w:rFonts w:ascii="Arial" w:hAnsi="Arial" w:cs="Arial"/>
          <w:b/>
          <w:bCs/>
          <w:sz w:val="21"/>
          <w:szCs w:val="21"/>
        </w:rPr>
      </w:pPr>
      <w:r w:rsidRPr="007167D0">
        <w:rPr>
          <w:rFonts w:ascii="Arial" w:hAnsi="Arial" w:cs="Arial"/>
          <w:b/>
          <w:bCs/>
          <w:sz w:val="21"/>
          <w:szCs w:val="21"/>
        </w:rPr>
        <w:t>Annexure II B (For Imported  Items)</w:t>
      </w:r>
    </w:p>
    <w:p w:rsidR="00AB37F3" w:rsidRPr="007167D0" w:rsidRDefault="00AB37F3" w:rsidP="00A47A57">
      <w:pPr>
        <w:keepNext/>
        <w:tabs>
          <w:tab w:val="left" w:pos="360"/>
        </w:tabs>
        <w:jc w:val="center"/>
        <w:outlineLvl w:val="3"/>
        <w:rPr>
          <w:rFonts w:ascii="Arial" w:hAnsi="Arial" w:cs="Arial"/>
          <w:b/>
          <w:bCs/>
          <w:sz w:val="21"/>
          <w:szCs w:val="21"/>
        </w:rPr>
      </w:pPr>
    </w:p>
    <w:p w:rsidR="00AB37F3" w:rsidRPr="007167D0" w:rsidRDefault="00AB37F3" w:rsidP="00A47A57">
      <w:pPr>
        <w:tabs>
          <w:tab w:val="left" w:pos="360"/>
        </w:tabs>
        <w:rPr>
          <w:rFonts w:ascii="Arial" w:hAnsi="Arial" w:cs="Arial"/>
          <w:b/>
          <w:bCs/>
          <w:sz w:val="21"/>
          <w:szCs w:val="21"/>
        </w:rPr>
      </w:pPr>
      <w:r w:rsidRPr="007167D0">
        <w:rPr>
          <w:rFonts w:ascii="Arial" w:hAnsi="Arial" w:cs="Arial"/>
          <w:b/>
          <w:bCs/>
          <w:sz w:val="21"/>
          <w:szCs w:val="21"/>
        </w:rPr>
        <w:t>Tender Enquiry No .BHEL/EMRP/PUR/ S/</w:t>
      </w:r>
      <w:r>
        <w:rPr>
          <w:rFonts w:ascii="Arial" w:hAnsi="Arial" w:cs="Arial"/>
          <w:b/>
          <w:bCs/>
          <w:sz w:val="21"/>
          <w:szCs w:val="21"/>
        </w:rPr>
        <w:t>200616/17/18/23/24/25/26/28</w:t>
      </w:r>
      <w:r w:rsidRPr="007167D0">
        <w:rPr>
          <w:rFonts w:ascii="Arial" w:hAnsi="Arial" w:cs="Arial"/>
          <w:b/>
          <w:bCs/>
          <w:sz w:val="21"/>
          <w:szCs w:val="21"/>
        </w:rPr>
        <w:t xml:space="preserve">             Dt</w:t>
      </w:r>
      <w:r w:rsidRPr="007167D0">
        <w:rPr>
          <w:rFonts w:ascii="Arial" w:hAnsi="Arial" w:cs="Arial"/>
          <w:b/>
          <w:sz w:val="21"/>
          <w:szCs w:val="21"/>
        </w:rPr>
        <w:t xml:space="preserve">: </w:t>
      </w:r>
      <w:r>
        <w:rPr>
          <w:rFonts w:ascii="Arial" w:hAnsi="Arial" w:cs="Arial"/>
          <w:b/>
          <w:sz w:val="21"/>
          <w:szCs w:val="21"/>
        </w:rPr>
        <w:t>02.12</w:t>
      </w:r>
      <w:r w:rsidRPr="007167D0">
        <w:rPr>
          <w:rFonts w:ascii="Arial" w:hAnsi="Arial" w:cs="Arial"/>
          <w:b/>
          <w:sz w:val="21"/>
          <w:szCs w:val="21"/>
        </w:rPr>
        <w:t>.2011</w:t>
      </w:r>
    </w:p>
    <w:p w:rsidR="00AB37F3" w:rsidRPr="007167D0" w:rsidRDefault="00AB37F3" w:rsidP="00A47A57">
      <w:pPr>
        <w:tabs>
          <w:tab w:val="left" w:pos="360"/>
        </w:tabs>
        <w:rPr>
          <w:rFonts w:ascii="Arial" w:hAnsi="Arial" w:cs="Arial"/>
          <w:sz w:val="21"/>
          <w:szCs w:val="21"/>
        </w:rPr>
      </w:pPr>
      <w:r w:rsidRPr="007167D0">
        <w:rPr>
          <w:rFonts w:ascii="Arial" w:hAnsi="Arial" w:cs="Arial"/>
          <w:sz w:val="21"/>
          <w:szCs w:val="21"/>
        </w:rPr>
        <w:t xml:space="preserve">Bidder’s Ref No: __________________________________________________                                                                                                     </w:t>
      </w:r>
    </w:p>
    <w:p w:rsidR="00AB37F3" w:rsidRPr="007167D0" w:rsidRDefault="00AB37F3" w:rsidP="00A47A57">
      <w:pPr>
        <w:keepNext/>
        <w:spacing w:before="240" w:after="60"/>
        <w:jc w:val="both"/>
        <w:outlineLvl w:val="1"/>
        <w:rPr>
          <w:rFonts w:ascii="Arial" w:hAnsi="Arial" w:cs="Arial"/>
          <w:b/>
          <w:bCs/>
          <w:iCs/>
          <w:sz w:val="21"/>
          <w:szCs w:val="21"/>
        </w:rPr>
      </w:pPr>
      <w:r w:rsidRPr="007167D0">
        <w:rPr>
          <w:rFonts w:ascii="Arial" w:hAnsi="Arial" w:cs="Arial"/>
          <w:b/>
          <w:bCs/>
          <w:iCs/>
          <w:sz w:val="21"/>
          <w:szCs w:val="21"/>
        </w:rPr>
        <w:t>Proforma for Price Bid Part “B”</w:t>
      </w:r>
    </w:p>
    <w:p w:rsidR="00AB37F3" w:rsidRPr="007167D0" w:rsidRDefault="00AB37F3" w:rsidP="00A47A57">
      <w:pPr>
        <w:jc w:val="both"/>
        <w:rPr>
          <w:rFonts w:ascii="Arial" w:hAnsi="Arial" w:cs="Arial"/>
          <w:sz w:val="21"/>
          <w:szCs w:val="21"/>
        </w:rPr>
      </w:pPr>
    </w:p>
    <w:tbl>
      <w:tblPr>
        <w:tblW w:w="928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788"/>
        <w:gridCol w:w="900"/>
        <w:gridCol w:w="2160"/>
        <w:gridCol w:w="1440"/>
      </w:tblGrid>
      <w:tr w:rsidR="00AB37F3" w:rsidRPr="007167D0">
        <w:tc>
          <w:tcPr>
            <w:tcW w:w="4788" w:type="dxa"/>
            <w:vAlign w:val="center"/>
          </w:tcPr>
          <w:p w:rsidR="00AB37F3" w:rsidRPr="007167D0" w:rsidRDefault="00AB37F3" w:rsidP="00D0007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7167D0">
              <w:rPr>
                <w:rFonts w:ascii="Arial" w:hAnsi="Arial" w:cs="Arial"/>
                <w:sz w:val="21"/>
                <w:szCs w:val="21"/>
              </w:rPr>
              <w:t>Description</w:t>
            </w:r>
          </w:p>
          <w:p w:rsidR="00AB37F3" w:rsidRPr="007167D0" w:rsidRDefault="00AB37F3" w:rsidP="00D0007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AB37F3" w:rsidRPr="007167D0" w:rsidRDefault="00AB37F3" w:rsidP="00D0007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7167D0">
              <w:rPr>
                <w:rFonts w:ascii="Arial" w:hAnsi="Arial" w:cs="Arial"/>
                <w:sz w:val="21"/>
                <w:szCs w:val="21"/>
              </w:rPr>
              <w:t xml:space="preserve">Qty. </w:t>
            </w:r>
          </w:p>
          <w:p w:rsidR="00AB37F3" w:rsidRPr="007167D0" w:rsidRDefault="00AB37F3" w:rsidP="00D0007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7167D0">
              <w:rPr>
                <w:rFonts w:ascii="Arial" w:hAnsi="Arial" w:cs="Arial"/>
                <w:sz w:val="21"/>
                <w:szCs w:val="21"/>
              </w:rPr>
              <w:t>Nos.</w:t>
            </w:r>
          </w:p>
        </w:tc>
        <w:tc>
          <w:tcPr>
            <w:tcW w:w="2160" w:type="dxa"/>
            <w:vAlign w:val="center"/>
          </w:tcPr>
          <w:p w:rsidR="00AB37F3" w:rsidRPr="007167D0" w:rsidRDefault="00AB37F3" w:rsidP="00D0007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7167D0">
              <w:rPr>
                <w:rFonts w:ascii="Arial" w:hAnsi="Arial" w:cs="Arial"/>
                <w:sz w:val="21"/>
                <w:szCs w:val="21"/>
              </w:rPr>
              <w:t>Unit Rate per / Nos. as per total  cost to BHEL as per break up below in Euros</w:t>
            </w:r>
          </w:p>
        </w:tc>
        <w:tc>
          <w:tcPr>
            <w:tcW w:w="1440" w:type="dxa"/>
            <w:vAlign w:val="center"/>
          </w:tcPr>
          <w:p w:rsidR="00AB37F3" w:rsidRPr="007167D0" w:rsidRDefault="00AB37F3" w:rsidP="00D0007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7167D0">
              <w:rPr>
                <w:rFonts w:ascii="Arial" w:hAnsi="Arial" w:cs="Arial"/>
                <w:sz w:val="21"/>
                <w:szCs w:val="21"/>
              </w:rPr>
              <w:t>Total Price</w:t>
            </w:r>
          </w:p>
        </w:tc>
      </w:tr>
      <w:tr w:rsidR="00AB37F3" w:rsidRPr="007167D0">
        <w:tc>
          <w:tcPr>
            <w:tcW w:w="4788" w:type="dxa"/>
            <w:vAlign w:val="center"/>
          </w:tcPr>
          <w:p w:rsidR="00AB37F3" w:rsidRPr="007167D0" w:rsidRDefault="00AB37F3" w:rsidP="00D00079">
            <w:pPr>
              <w:spacing w:line="260" w:lineRule="atLeast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205A42">
              <w:rPr>
                <w:rFonts w:ascii="Arial" w:hAnsi="Arial" w:cs="Arial"/>
                <w:sz w:val="21"/>
                <w:szCs w:val="21"/>
              </w:rPr>
              <w:t xml:space="preserve">Cover of </w:t>
            </w:r>
            <w:r w:rsidRPr="007167D0">
              <w:rPr>
                <w:rFonts w:ascii="Arial" w:hAnsi="Arial" w:cs="Arial"/>
                <w:sz w:val="21"/>
                <w:szCs w:val="21"/>
              </w:rPr>
              <w:t>Front Pedestal Inclusive of all costs as per tender specification (Like Packing / Forwarding &amp; Transportation, etc.,)</w:t>
            </w:r>
          </w:p>
        </w:tc>
        <w:tc>
          <w:tcPr>
            <w:tcW w:w="900" w:type="dxa"/>
            <w:vAlign w:val="center"/>
          </w:tcPr>
          <w:p w:rsidR="00AB37F3" w:rsidRDefault="00AB37F3" w:rsidP="0022583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4</w:t>
            </w:r>
          </w:p>
          <w:p w:rsidR="00AB37F3" w:rsidRPr="007167D0" w:rsidRDefault="00AB37F3" w:rsidP="0022583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160" w:type="dxa"/>
            <w:vAlign w:val="center"/>
          </w:tcPr>
          <w:p w:rsidR="00AB37F3" w:rsidRPr="007167D0" w:rsidRDefault="00AB37F3" w:rsidP="00D0007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40" w:type="dxa"/>
            <w:vAlign w:val="center"/>
          </w:tcPr>
          <w:p w:rsidR="00AB37F3" w:rsidRPr="007167D0" w:rsidRDefault="00AB37F3" w:rsidP="00D0007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B37F3" w:rsidRPr="007167D0">
        <w:tc>
          <w:tcPr>
            <w:tcW w:w="4788" w:type="dxa"/>
            <w:vAlign w:val="center"/>
          </w:tcPr>
          <w:p w:rsidR="00AB37F3" w:rsidRPr="007167D0" w:rsidRDefault="00AB37F3" w:rsidP="00D0007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205A42">
              <w:rPr>
                <w:rFonts w:ascii="Arial" w:hAnsi="Arial" w:cs="Arial"/>
                <w:sz w:val="21"/>
                <w:szCs w:val="21"/>
              </w:rPr>
              <w:t xml:space="preserve">Cover of </w:t>
            </w:r>
            <w:r w:rsidRPr="007167D0">
              <w:rPr>
                <w:rFonts w:ascii="Arial" w:hAnsi="Arial" w:cs="Arial"/>
                <w:sz w:val="21"/>
                <w:szCs w:val="21"/>
              </w:rPr>
              <w:t>LP-IP Pedestal Inclusive of all costs as per tender specification (Like Packing / Forwarding &amp; Transportation, etc.,)</w:t>
            </w:r>
          </w:p>
        </w:tc>
        <w:tc>
          <w:tcPr>
            <w:tcW w:w="900" w:type="dxa"/>
            <w:vAlign w:val="center"/>
          </w:tcPr>
          <w:p w:rsidR="00AB37F3" w:rsidRDefault="00AB37F3" w:rsidP="0022583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4</w:t>
            </w:r>
          </w:p>
          <w:p w:rsidR="00AB37F3" w:rsidRPr="007167D0" w:rsidRDefault="00AB37F3" w:rsidP="0022583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160" w:type="dxa"/>
            <w:vAlign w:val="center"/>
          </w:tcPr>
          <w:p w:rsidR="00AB37F3" w:rsidRPr="007167D0" w:rsidRDefault="00AB37F3" w:rsidP="00D0007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40" w:type="dxa"/>
            <w:vAlign w:val="center"/>
          </w:tcPr>
          <w:p w:rsidR="00AB37F3" w:rsidRPr="007167D0" w:rsidRDefault="00AB37F3" w:rsidP="00D0007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B37F3" w:rsidRPr="007167D0">
        <w:tc>
          <w:tcPr>
            <w:tcW w:w="4788" w:type="dxa"/>
            <w:vAlign w:val="center"/>
          </w:tcPr>
          <w:p w:rsidR="00AB37F3" w:rsidRPr="007167D0" w:rsidRDefault="00AB37F3" w:rsidP="00D0007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205A42">
              <w:rPr>
                <w:rFonts w:ascii="Arial" w:hAnsi="Arial" w:cs="Arial"/>
                <w:sz w:val="21"/>
                <w:szCs w:val="21"/>
              </w:rPr>
              <w:t xml:space="preserve">Cover of </w:t>
            </w:r>
            <w:r w:rsidRPr="007167D0">
              <w:rPr>
                <w:rFonts w:ascii="Arial" w:hAnsi="Arial" w:cs="Arial"/>
                <w:sz w:val="21"/>
                <w:szCs w:val="21"/>
              </w:rPr>
              <w:t xml:space="preserve"> IP-HP Pedestal Inclusive of all costs as per tender specification (Like Packing / Forwarding &amp; Transportation, etc.,)</w:t>
            </w:r>
          </w:p>
        </w:tc>
        <w:tc>
          <w:tcPr>
            <w:tcW w:w="900" w:type="dxa"/>
            <w:vAlign w:val="center"/>
          </w:tcPr>
          <w:p w:rsidR="00AB37F3" w:rsidRDefault="00AB37F3" w:rsidP="0022583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4</w:t>
            </w:r>
          </w:p>
          <w:p w:rsidR="00AB37F3" w:rsidRPr="007167D0" w:rsidRDefault="00AB37F3" w:rsidP="0022583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160" w:type="dxa"/>
            <w:vAlign w:val="center"/>
          </w:tcPr>
          <w:p w:rsidR="00AB37F3" w:rsidRPr="007167D0" w:rsidRDefault="00AB37F3" w:rsidP="00D0007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40" w:type="dxa"/>
            <w:vAlign w:val="center"/>
          </w:tcPr>
          <w:p w:rsidR="00AB37F3" w:rsidRPr="007167D0" w:rsidRDefault="00AB37F3" w:rsidP="00D0007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B37F3" w:rsidRPr="007167D0">
        <w:tc>
          <w:tcPr>
            <w:tcW w:w="4788" w:type="dxa"/>
            <w:vAlign w:val="center"/>
          </w:tcPr>
          <w:p w:rsidR="00AB37F3" w:rsidRPr="007167D0" w:rsidRDefault="00AB37F3" w:rsidP="00D0007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205A42">
              <w:rPr>
                <w:rFonts w:ascii="Arial" w:hAnsi="Arial" w:cs="Arial"/>
                <w:sz w:val="21"/>
                <w:szCs w:val="21"/>
              </w:rPr>
              <w:t xml:space="preserve">Cover of </w:t>
            </w:r>
            <w:r w:rsidRPr="007167D0">
              <w:rPr>
                <w:rFonts w:ascii="Arial" w:hAnsi="Arial" w:cs="Arial"/>
                <w:sz w:val="21"/>
                <w:szCs w:val="21"/>
              </w:rPr>
              <w:t>LP- Generator Inclusive of all costs as per tender specification (Like Packing / Forwarding &amp; Transportation, etc.,)</w:t>
            </w:r>
          </w:p>
        </w:tc>
        <w:tc>
          <w:tcPr>
            <w:tcW w:w="900" w:type="dxa"/>
            <w:vAlign w:val="center"/>
          </w:tcPr>
          <w:p w:rsidR="00AB37F3" w:rsidRDefault="00AB37F3" w:rsidP="0022583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4</w:t>
            </w:r>
          </w:p>
          <w:p w:rsidR="00AB37F3" w:rsidRPr="007167D0" w:rsidRDefault="00AB37F3" w:rsidP="0022583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160" w:type="dxa"/>
            <w:vAlign w:val="center"/>
          </w:tcPr>
          <w:p w:rsidR="00AB37F3" w:rsidRPr="007167D0" w:rsidRDefault="00AB37F3" w:rsidP="00D0007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40" w:type="dxa"/>
            <w:vAlign w:val="center"/>
          </w:tcPr>
          <w:p w:rsidR="00AB37F3" w:rsidRPr="007167D0" w:rsidRDefault="00AB37F3" w:rsidP="00D0007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AB37F3" w:rsidRPr="007167D0" w:rsidRDefault="00AB37F3" w:rsidP="00A47A57">
      <w:pPr>
        <w:jc w:val="both"/>
        <w:rPr>
          <w:rFonts w:ascii="Arial" w:hAnsi="Arial" w:cs="Arial"/>
          <w:b/>
          <w:bCs/>
          <w:sz w:val="21"/>
          <w:szCs w:val="21"/>
        </w:rPr>
      </w:pPr>
    </w:p>
    <w:p w:rsidR="00AB37F3" w:rsidRPr="007167D0" w:rsidRDefault="00AB37F3" w:rsidP="00A47A57">
      <w:pPr>
        <w:jc w:val="both"/>
        <w:rPr>
          <w:rFonts w:ascii="Arial" w:hAnsi="Arial" w:cs="Arial"/>
          <w:b/>
          <w:bCs/>
          <w:sz w:val="21"/>
          <w:szCs w:val="21"/>
        </w:rPr>
      </w:pPr>
      <w:r w:rsidRPr="007167D0">
        <w:rPr>
          <w:rFonts w:ascii="Arial" w:hAnsi="Arial" w:cs="Arial"/>
          <w:b/>
          <w:bCs/>
          <w:sz w:val="21"/>
          <w:szCs w:val="21"/>
        </w:rPr>
        <w:t xml:space="preserve">Break-up of above total unit rate:                                                   </w:t>
      </w:r>
    </w:p>
    <w:p w:rsidR="00AB37F3" w:rsidRPr="007167D0" w:rsidRDefault="00AB37F3" w:rsidP="00A47A57">
      <w:pPr>
        <w:ind w:left="5040" w:firstLine="720"/>
        <w:jc w:val="center"/>
        <w:rPr>
          <w:rFonts w:ascii="Arial" w:hAnsi="Arial" w:cs="Arial"/>
          <w:sz w:val="21"/>
          <w:szCs w:val="21"/>
        </w:rPr>
      </w:pPr>
      <w:r w:rsidRPr="007167D0">
        <w:rPr>
          <w:rFonts w:ascii="Arial" w:hAnsi="Arial" w:cs="Arial"/>
          <w:sz w:val="21"/>
          <w:szCs w:val="21"/>
        </w:rPr>
        <w:t xml:space="preserve">                                (in Euros)</w:t>
      </w:r>
    </w:p>
    <w:tbl>
      <w:tblPr>
        <w:tblW w:w="883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2880"/>
        <w:gridCol w:w="1260"/>
        <w:gridCol w:w="1350"/>
        <w:gridCol w:w="1350"/>
        <w:gridCol w:w="1350"/>
      </w:tblGrid>
      <w:tr w:rsidR="00AB37F3" w:rsidRPr="007167D0">
        <w:trPr>
          <w:cantSplit/>
        </w:trPr>
        <w:tc>
          <w:tcPr>
            <w:tcW w:w="648" w:type="dxa"/>
            <w:vAlign w:val="center"/>
          </w:tcPr>
          <w:p w:rsidR="00AB37F3" w:rsidRPr="007167D0" w:rsidRDefault="00AB37F3" w:rsidP="00D0007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7167D0">
              <w:rPr>
                <w:rFonts w:ascii="Arial" w:hAnsi="Arial" w:cs="Arial"/>
                <w:sz w:val="21"/>
                <w:szCs w:val="21"/>
              </w:rPr>
              <w:t>Sr. No.</w:t>
            </w:r>
          </w:p>
        </w:tc>
        <w:tc>
          <w:tcPr>
            <w:tcW w:w="2880" w:type="dxa"/>
            <w:vAlign w:val="center"/>
          </w:tcPr>
          <w:p w:rsidR="00AB37F3" w:rsidRPr="007167D0" w:rsidRDefault="00AB37F3" w:rsidP="00D0007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7167D0">
              <w:rPr>
                <w:rFonts w:ascii="Arial" w:hAnsi="Arial" w:cs="Arial"/>
                <w:sz w:val="21"/>
                <w:szCs w:val="21"/>
              </w:rPr>
              <w:t>Description</w:t>
            </w:r>
          </w:p>
        </w:tc>
        <w:tc>
          <w:tcPr>
            <w:tcW w:w="1260" w:type="dxa"/>
          </w:tcPr>
          <w:p w:rsidR="00AB37F3" w:rsidRPr="007167D0" w:rsidRDefault="00AB37F3" w:rsidP="00D0007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05A42">
              <w:rPr>
                <w:rFonts w:ascii="Arial" w:hAnsi="Arial" w:cs="Arial"/>
                <w:sz w:val="21"/>
                <w:szCs w:val="21"/>
              </w:rPr>
              <w:t xml:space="preserve">Cover of </w:t>
            </w:r>
            <w:r w:rsidRPr="007167D0">
              <w:rPr>
                <w:rFonts w:ascii="Arial" w:hAnsi="Arial" w:cs="Arial"/>
                <w:sz w:val="21"/>
                <w:szCs w:val="21"/>
              </w:rPr>
              <w:t>Front Pedestal</w:t>
            </w:r>
          </w:p>
        </w:tc>
        <w:tc>
          <w:tcPr>
            <w:tcW w:w="1350" w:type="dxa"/>
          </w:tcPr>
          <w:p w:rsidR="00AB37F3" w:rsidRPr="007167D0" w:rsidRDefault="00AB37F3" w:rsidP="00D0007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05A42">
              <w:rPr>
                <w:rFonts w:ascii="Arial" w:hAnsi="Arial" w:cs="Arial"/>
                <w:sz w:val="21"/>
                <w:szCs w:val="21"/>
              </w:rPr>
              <w:t xml:space="preserve">Cover of </w:t>
            </w:r>
            <w:r w:rsidRPr="007167D0">
              <w:rPr>
                <w:rFonts w:ascii="Arial" w:hAnsi="Arial" w:cs="Arial"/>
                <w:sz w:val="21"/>
                <w:szCs w:val="21"/>
              </w:rPr>
              <w:t>LP-IP Pedestal</w:t>
            </w:r>
          </w:p>
        </w:tc>
        <w:tc>
          <w:tcPr>
            <w:tcW w:w="1350" w:type="dxa"/>
          </w:tcPr>
          <w:p w:rsidR="00AB37F3" w:rsidRPr="007167D0" w:rsidRDefault="00AB37F3" w:rsidP="00D0007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05A42">
              <w:rPr>
                <w:rFonts w:ascii="Arial" w:hAnsi="Arial" w:cs="Arial"/>
                <w:sz w:val="21"/>
                <w:szCs w:val="21"/>
              </w:rPr>
              <w:t xml:space="preserve">Cover of </w:t>
            </w:r>
            <w:r w:rsidRPr="007167D0">
              <w:rPr>
                <w:rFonts w:ascii="Arial" w:hAnsi="Arial" w:cs="Arial"/>
                <w:sz w:val="21"/>
                <w:szCs w:val="21"/>
              </w:rPr>
              <w:t>IP-HP Pedestal</w:t>
            </w:r>
          </w:p>
        </w:tc>
        <w:tc>
          <w:tcPr>
            <w:tcW w:w="1350" w:type="dxa"/>
          </w:tcPr>
          <w:p w:rsidR="00AB37F3" w:rsidRPr="007167D0" w:rsidRDefault="00AB37F3" w:rsidP="00D0007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05A42">
              <w:rPr>
                <w:rFonts w:ascii="Arial" w:hAnsi="Arial" w:cs="Arial"/>
                <w:sz w:val="21"/>
                <w:szCs w:val="21"/>
              </w:rPr>
              <w:t xml:space="preserve">Cover of </w:t>
            </w:r>
            <w:r w:rsidRPr="007167D0">
              <w:rPr>
                <w:rFonts w:ascii="Arial" w:hAnsi="Arial" w:cs="Arial"/>
                <w:sz w:val="21"/>
                <w:szCs w:val="21"/>
              </w:rPr>
              <w:t>LP- Generator</w:t>
            </w:r>
          </w:p>
        </w:tc>
      </w:tr>
      <w:tr w:rsidR="00AB37F3" w:rsidRPr="007167D0">
        <w:trPr>
          <w:cantSplit/>
          <w:trHeight w:val="512"/>
        </w:trPr>
        <w:tc>
          <w:tcPr>
            <w:tcW w:w="648" w:type="dxa"/>
            <w:vAlign w:val="center"/>
          </w:tcPr>
          <w:p w:rsidR="00AB37F3" w:rsidRPr="007167D0" w:rsidRDefault="00AB37F3" w:rsidP="00D00079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880" w:type="dxa"/>
            <w:vAlign w:val="center"/>
          </w:tcPr>
          <w:p w:rsidR="00AB37F3" w:rsidRPr="007167D0" w:rsidRDefault="00AB37F3" w:rsidP="00D00079">
            <w:pPr>
              <w:rPr>
                <w:rFonts w:ascii="Arial" w:hAnsi="Arial" w:cs="Arial"/>
                <w:sz w:val="21"/>
                <w:szCs w:val="21"/>
              </w:rPr>
            </w:pPr>
            <w:r w:rsidRPr="007167D0">
              <w:rPr>
                <w:rFonts w:ascii="Arial" w:hAnsi="Arial" w:cs="Arial"/>
                <w:sz w:val="21"/>
                <w:szCs w:val="21"/>
              </w:rPr>
              <w:t>FOB Price per unit</w:t>
            </w:r>
          </w:p>
        </w:tc>
        <w:tc>
          <w:tcPr>
            <w:tcW w:w="1260" w:type="dxa"/>
          </w:tcPr>
          <w:p w:rsidR="00AB37F3" w:rsidRPr="007167D0" w:rsidRDefault="00AB37F3" w:rsidP="00D0007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350" w:type="dxa"/>
          </w:tcPr>
          <w:p w:rsidR="00AB37F3" w:rsidRPr="007167D0" w:rsidRDefault="00AB37F3" w:rsidP="00D0007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350" w:type="dxa"/>
          </w:tcPr>
          <w:p w:rsidR="00AB37F3" w:rsidRPr="007167D0" w:rsidRDefault="00AB37F3" w:rsidP="00D0007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350" w:type="dxa"/>
          </w:tcPr>
          <w:p w:rsidR="00AB37F3" w:rsidRPr="007167D0" w:rsidRDefault="00AB37F3" w:rsidP="00D0007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AB37F3" w:rsidRPr="007167D0" w:rsidRDefault="00AB37F3" w:rsidP="00A47A57">
      <w:pPr>
        <w:jc w:val="both"/>
        <w:rPr>
          <w:rFonts w:ascii="Arial" w:hAnsi="Arial" w:cs="Arial"/>
          <w:sz w:val="21"/>
          <w:szCs w:val="21"/>
        </w:rPr>
      </w:pPr>
    </w:p>
    <w:p w:rsidR="00AB37F3" w:rsidRPr="007167D0" w:rsidRDefault="00AB37F3" w:rsidP="00A47A57">
      <w:pPr>
        <w:spacing w:line="320" w:lineRule="atLeast"/>
        <w:jc w:val="both"/>
        <w:rPr>
          <w:rFonts w:ascii="Arial" w:hAnsi="Arial" w:cs="Arial"/>
          <w:sz w:val="21"/>
          <w:szCs w:val="21"/>
          <w:u w:val="single"/>
        </w:rPr>
      </w:pPr>
      <w:r w:rsidRPr="007167D0">
        <w:rPr>
          <w:rFonts w:ascii="Arial" w:hAnsi="Arial" w:cs="Arial"/>
          <w:sz w:val="21"/>
          <w:szCs w:val="21"/>
          <w:u w:val="single"/>
        </w:rPr>
        <w:t>Note:</w:t>
      </w:r>
    </w:p>
    <w:p w:rsidR="00AB37F3" w:rsidRPr="007167D0" w:rsidRDefault="00AB37F3" w:rsidP="00A47A57">
      <w:pPr>
        <w:numPr>
          <w:ilvl w:val="0"/>
          <w:numId w:val="2"/>
        </w:numPr>
        <w:spacing w:line="320" w:lineRule="atLeast"/>
        <w:jc w:val="both"/>
        <w:rPr>
          <w:rFonts w:ascii="Arial" w:hAnsi="Arial" w:cs="Arial"/>
          <w:sz w:val="21"/>
          <w:szCs w:val="21"/>
        </w:rPr>
      </w:pPr>
      <w:r w:rsidRPr="007167D0">
        <w:rPr>
          <w:rFonts w:ascii="Arial" w:hAnsi="Arial" w:cs="Arial"/>
          <w:sz w:val="21"/>
          <w:szCs w:val="21"/>
        </w:rPr>
        <w:t>Vendors should clearly indicate the rates of taxes and duties applicable as per above Proforma.</w:t>
      </w:r>
    </w:p>
    <w:p w:rsidR="00AB37F3" w:rsidRPr="007167D0" w:rsidRDefault="00AB37F3" w:rsidP="00A47A57">
      <w:pPr>
        <w:numPr>
          <w:ilvl w:val="0"/>
          <w:numId w:val="2"/>
        </w:numPr>
        <w:spacing w:line="320" w:lineRule="atLeast"/>
        <w:jc w:val="both"/>
        <w:rPr>
          <w:rFonts w:ascii="Arial" w:hAnsi="Arial" w:cs="Arial"/>
          <w:sz w:val="21"/>
          <w:szCs w:val="21"/>
        </w:rPr>
      </w:pPr>
      <w:r w:rsidRPr="007167D0">
        <w:rPr>
          <w:rFonts w:ascii="Arial" w:hAnsi="Arial" w:cs="Arial"/>
          <w:sz w:val="21"/>
          <w:szCs w:val="21"/>
        </w:rPr>
        <w:t>Final evaluation shall be carried out after considering CENVAT / VAT credit available to BHEL.</w:t>
      </w:r>
    </w:p>
    <w:p w:rsidR="00AB37F3" w:rsidRPr="007167D0" w:rsidRDefault="00AB37F3" w:rsidP="00A47A57">
      <w:pPr>
        <w:numPr>
          <w:ilvl w:val="0"/>
          <w:numId w:val="2"/>
        </w:numPr>
        <w:spacing w:line="320" w:lineRule="atLeast"/>
        <w:jc w:val="both"/>
        <w:rPr>
          <w:rFonts w:ascii="Arial" w:hAnsi="Arial" w:cs="Arial"/>
          <w:b/>
          <w:bCs/>
          <w:sz w:val="21"/>
          <w:szCs w:val="21"/>
          <w:u w:val="single"/>
        </w:rPr>
      </w:pPr>
      <w:r w:rsidRPr="007167D0">
        <w:rPr>
          <w:rFonts w:ascii="Arial" w:hAnsi="Arial" w:cs="Arial"/>
          <w:b/>
          <w:bCs/>
          <w:sz w:val="21"/>
          <w:szCs w:val="21"/>
          <w:u w:val="single"/>
        </w:rPr>
        <w:t xml:space="preserve">Vendors should confirm place of dispatch of material to enable decision on applicability of Octroi at   Mumbai. </w:t>
      </w:r>
    </w:p>
    <w:p w:rsidR="00AB37F3" w:rsidRPr="007167D0" w:rsidRDefault="00AB37F3" w:rsidP="00A47A57">
      <w:pPr>
        <w:numPr>
          <w:ilvl w:val="0"/>
          <w:numId w:val="2"/>
        </w:numPr>
        <w:spacing w:line="320" w:lineRule="atLeast"/>
        <w:jc w:val="both"/>
        <w:rPr>
          <w:rFonts w:ascii="Arial" w:hAnsi="Arial" w:cs="Arial"/>
          <w:sz w:val="21"/>
          <w:szCs w:val="21"/>
        </w:rPr>
      </w:pPr>
      <w:r w:rsidRPr="007167D0">
        <w:rPr>
          <w:rFonts w:ascii="Arial" w:hAnsi="Arial" w:cs="Arial"/>
          <w:sz w:val="21"/>
          <w:szCs w:val="21"/>
        </w:rPr>
        <w:t xml:space="preserve">For evaluation purpose, total landed price inclusive of Octroi and related charges at Mumbai as applicable, shall be considered. </w:t>
      </w:r>
    </w:p>
    <w:p w:rsidR="00AB37F3" w:rsidRPr="007167D0" w:rsidRDefault="00AB37F3" w:rsidP="00A47A57">
      <w:pPr>
        <w:spacing w:line="320" w:lineRule="atLeast"/>
        <w:rPr>
          <w:rFonts w:ascii="Arial" w:hAnsi="Arial" w:cs="Arial"/>
          <w:b/>
          <w:sz w:val="21"/>
          <w:szCs w:val="21"/>
        </w:rPr>
      </w:pPr>
    </w:p>
    <w:p w:rsidR="00AB37F3" w:rsidRPr="007167D0" w:rsidRDefault="00AB37F3" w:rsidP="00A47A57">
      <w:pPr>
        <w:spacing w:line="320" w:lineRule="atLeast"/>
        <w:jc w:val="right"/>
        <w:rPr>
          <w:rFonts w:ascii="Arial" w:hAnsi="Arial" w:cs="Arial"/>
          <w:b/>
          <w:sz w:val="21"/>
          <w:szCs w:val="21"/>
        </w:rPr>
      </w:pPr>
      <w:r w:rsidRPr="007167D0">
        <w:rPr>
          <w:rFonts w:ascii="Arial" w:hAnsi="Arial" w:cs="Arial"/>
          <w:b/>
          <w:sz w:val="21"/>
          <w:szCs w:val="21"/>
        </w:rPr>
        <w:t>Authorized Signatory, with</w:t>
      </w:r>
    </w:p>
    <w:p w:rsidR="00AB37F3" w:rsidRDefault="00AB37F3" w:rsidP="00A47A57">
      <w:pPr>
        <w:spacing w:line="320" w:lineRule="atLeast"/>
        <w:jc w:val="right"/>
        <w:rPr>
          <w:rFonts w:ascii="Arial" w:hAnsi="Arial" w:cs="Arial"/>
          <w:b/>
          <w:sz w:val="21"/>
          <w:szCs w:val="21"/>
        </w:rPr>
      </w:pPr>
      <w:r w:rsidRPr="007167D0">
        <w:rPr>
          <w:rFonts w:ascii="Arial" w:hAnsi="Arial" w:cs="Arial"/>
          <w:b/>
          <w:sz w:val="21"/>
          <w:szCs w:val="21"/>
        </w:rPr>
        <w:t xml:space="preserve">                                                                                                  Seal of company</w:t>
      </w:r>
    </w:p>
    <w:p w:rsidR="00AB37F3" w:rsidRPr="007167D0" w:rsidRDefault="00AB37F3" w:rsidP="00A8177E">
      <w:pPr>
        <w:spacing w:line="320" w:lineRule="atLeast"/>
        <w:jc w:val="right"/>
        <w:rPr>
          <w:rFonts w:ascii="Arial" w:hAnsi="Arial" w:cs="Arial"/>
          <w:b/>
          <w:sz w:val="21"/>
          <w:szCs w:val="21"/>
        </w:rPr>
      </w:pPr>
    </w:p>
    <w:p w:rsidR="00AB37F3" w:rsidRPr="007167D0" w:rsidRDefault="00AB37F3">
      <w:pPr>
        <w:rPr>
          <w:rFonts w:ascii="Arial" w:hAnsi="Arial" w:cs="Arial"/>
          <w:b/>
          <w:sz w:val="21"/>
          <w:szCs w:val="21"/>
        </w:rPr>
      </w:pPr>
      <w:r w:rsidRPr="007167D0">
        <w:rPr>
          <w:rFonts w:ascii="Arial" w:hAnsi="Arial" w:cs="Arial"/>
          <w:b/>
          <w:sz w:val="21"/>
          <w:szCs w:val="21"/>
        </w:rPr>
        <w:t xml:space="preserve">              </w:t>
      </w:r>
    </w:p>
    <w:sectPr w:rsidR="00AB37F3" w:rsidRPr="007167D0" w:rsidSect="00BA3F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37F3" w:rsidRDefault="00AB37F3" w:rsidP="00D41D16">
      <w:r>
        <w:separator/>
      </w:r>
    </w:p>
  </w:endnote>
  <w:endnote w:type="continuationSeparator" w:id="1">
    <w:p w:rsidR="00AB37F3" w:rsidRDefault="00AB37F3" w:rsidP="00D41D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roman"/>
    <w:notTrueType/>
    <w:pitch w:val="variable"/>
    <w:sig w:usb0="00002001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37F3" w:rsidRDefault="00AB37F3" w:rsidP="00D41D16">
      <w:r>
        <w:separator/>
      </w:r>
    </w:p>
  </w:footnote>
  <w:footnote w:type="continuationSeparator" w:id="1">
    <w:p w:rsidR="00AB37F3" w:rsidRDefault="00AB37F3" w:rsidP="00D41D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74596"/>
    <w:multiLevelType w:val="hybridMultilevel"/>
    <w:tmpl w:val="5282A91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0FA6EE8"/>
    <w:multiLevelType w:val="hybridMultilevel"/>
    <w:tmpl w:val="65CE02E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F7B600A"/>
    <w:multiLevelType w:val="hybridMultilevel"/>
    <w:tmpl w:val="5282A91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defaultTabStop w:val="720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1D16"/>
    <w:rsid w:val="00032384"/>
    <w:rsid w:val="00122259"/>
    <w:rsid w:val="00135E29"/>
    <w:rsid w:val="001E46ED"/>
    <w:rsid w:val="00205A42"/>
    <w:rsid w:val="00210301"/>
    <w:rsid w:val="00225832"/>
    <w:rsid w:val="00236739"/>
    <w:rsid w:val="0026524C"/>
    <w:rsid w:val="002C287E"/>
    <w:rsid w:val="002E599F"/>
    <w:rsid w:val="002F3331"/>
    <w:rsid w:val="00346E4F"/>
    <w:rsid w:val="004726AD"/>
    <w:rsid w:val="0049054D"/>
    <w:rsid w:val="004B682B"/>
    <w:rsid w:val="004E2589"/>
    <w:rsid w:val="005E26C2"/>
    <w:rsid w:val="00622C01"/>
    <w:rsid w:val="00677A0F"/>
    <w:rsid w:val="006E4946"/>
    <w:rsid w:val="007167D0"/>
    <w:rsid w:val="00866974"/>
    <w:rsid w:val="008C23E5"/>
    <w:rsid w:val="009231E7"/>
    <w:rsid w:val="0096456D"/>
    <w:rsid w:val="009C21F9"/>
    <w:rsid w:val="009F10B3"/>
    <w:rsid w:val="00A47A57"/>
    <w:rsid w:val="00A6355B"/>
    <w:rsid w:val="00A8177E"/>
    <w:rsid w:val="00AA173F"/>
    <w:rsid w:val="00AA7B4E"/>
    <w:rsid w:val="00AB37F3"/>
    <w:rsid w:val="00B21FC8"/>
    <w:rsid w:val="00B3451B"/>
    <w:rsid w:val="00B375D8"/>
    <w:rsid w:val="00BA3F1A"/>
    <w:rsid w:val="00BC6C43"/>
    <w:rsid w:val="00BD2592"/>
    <w:rsid w:val="00C47140"/>
    <w:rsid w:val="00D00079"/>
    <w:rsid w:val="00D15D29"/>
    <w:rsid w:val="00D22FB6"/>
    <w:rsid w:val="00D238F4"/>
    <w:rsid w:val="00D41D16"/>
    <w:rsid w:val="00D65B68"/>
    <w:rsid w:val="00DF75C8"/>
    <w:rsid w:val="00E64A31"/>
    <w:rsid w:val="00F77D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D16"/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41D16"/>
    <w:pPr>
      <w:keepNext/>
      <w:jc w:val="both"/>
      <w:outlineLvl w:val="0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D41D1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41D16"/>
    <w:rPr>
      <w:rFonts w:ascii="Times New Roman" w:hAnsi="Times New Roman" w:cs="Times New Roman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D41D16"/>
    <w:rPr>
      <w:rFonts w:ascii="Arial" w:hAnsi="Arial" w:cs="Arial"/>
      <w:b/>
      <w:bCs/>
      <w:sz w:val="26"/>
      <w:szCs w:val="26"/>
    </w:rPr>
  </w:style>
  <w:style w:type="paragraph" w:styleId="Header">
    <w:name w:val="header"/>
    <w:basedOn w:val="Normal"/>
    <w:link w:val="HeaderChar"/>
    <w:uiPriority w:val="99"/>
    <w:semiHidden/>
    <w:rsid w:val="00D41D1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41D16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rsid w:val="00D41D1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41D16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183</TotalTime>
  <Pages>6</Pages>
  <Words>1554</Words>
  <Characters>8859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Sruti</dc:creator>
  <cp:keywords/>
  <dc:description/>
  <cp:lastModifiedBy>bhel</cp:lastModifiedBy>
  <cp:revision>17</cp:revision>
  <cp:lastPrinted>2011-11-30T09:46:00Z</cp:lastPrinted>
  <dcterms:created xsi:type="dcterms:W3CDTF">2011-10-04T06:44:00Z</dcterms:created>
  <dcterms:modified xsi:type="dcterms:W3CDTF">2011-12-01T08:54:00Z</dcterms:modified>
</cp:coreProperties>
</file>